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eastAsia="Times New Roman" w:hAnsi="Lucida Sans" w:cs="Times New Roman"/>
          <w:sz w:val="20"/>
          <w:szCs w:val="20"/>
          <w:lang w:val="en-CA"/>
        </w:rPr>
        <w:id w:val="-1462573962"/>
        <w:docPartObj>
          <w:docPartGallery w:val="Cover Pages"/>
          <w:docPartUnique/>
        </w:docPartObj>
      </w:sdtPr>
      <w:sdtEndPr>
        <w:rPr>
          <w:rFonts w:ascii="Calibri" w:eastAsia="Calibri" w:hAnsi="Calibri" w:cs="Calibri"/>
          <w:noProof/>
          <w:sz w:val="24"/>
          <w:szCs w:val="22"/>
          <w:lang w:val="en-US"/>
        </w:rPr>
      </w:sdtEndPr>
      <w:sdtContent>
        <w:p w14:paraId="7894C01E" w14:textId="581E86A1" w:rsidR="007C47E2" w:rsidRDefault="007C47E2" w:rsidP="001F1537">
          <w:pPr>
            <w:rPr>
              <w:rFonts w:ascii="Times New Roman"/>
              <w:sz w:val="20"/>
            </w:rPr>
          </w:pPr>
        </w:p>
        <w:p w14:paraId="7D9B31FC" w14:textId="77777777" w:rsidR="00116CB7" w:rsidRDefault="00116CB7" w:rsidP="00A014AC">
          <w:pPr>
            <w:pStyle w:val="CoverHeadline"/>
          </w:pPr>
        </w:p>
        <w:p w14:paraId="45D99C4A" w14:textId="72CBEB25" w:rsidR="00116CB7" w:rsidRDefault="003854C1" w:rsidP="003854C1">
          <w:pPr>
            <w:pStyle w:val="CoverHeadline"/>
            <w:tabs>
              <w:tab w:val="left" w:pos="1455"/>
            </w:tabs>
          </w:pPr>
          <w:r>
            <w:tab/>
          </w:r>
        </w:p>
        <w:p w14:paraId="484D9395" w14:textId="77777777" w:rsidR="00116CB7" w:rsidRDefault="00116CB7" w:rsidP="00A014AC">
          <w:pPr>
            <w:pStyle w:val="CoverHeadline"/>
          </w:pPr>
        </w:p>
        <w:p w14:paraId="632386A8" w14:textId="77777777" w:rsidR="00116CB7" w:rsidRDefault="00116CB7" w:rsidP="00A014AC">
          <w:pPr>
            <w:pStyle w:val="CoverHeadline"/>
          </w:pPr>
        </w:p>
        <w:p w14:paraId="64F1B877" w14:textId="77777777" w:rsidR="00A014AC" w:rsidRDefault="00CC0913" w:rsidP="00A014AC">
          <w:pPr>
            <w:pStyle w:val="CoverHeadline"/>
          </w:pPr>
          <w:r>
            <w:t xml:space="preserve">Appendix </w:t>
          </w:r>
          <w:r w:rsidR="00F9337B">
            <w:t>B</w:t>
          </w:r>
          <w:r>
            <w:t xml:space="preserve"> – Proposal Response</w:t>
          </w:r>
        </w:p>
        <w:p w14:paraId="283E9A7A" w14:textId="7E9E5E85" w:rsidR="00565DFE" w:rsidRDefault="00173336" w:rsidP="00A014AC">
          <w:pPr>
            <w:pStyle w:val="CoverHeadline"/>
          </w:pPr>
          <w:r>
            <w:t>2</w:t>
          </w:r>
          <w:r w:rsidR="00B4538F">
            <w:t>6-RFP-</w:t>
          </w:r>
          <w:r w:rsidR="00C45AFB">
            <w:t>73457</w:t>
          </w:r>
        </w:p>
        <w:p w14:paraId="04B90DB8" w14:textId="274F9C99" w:rsidR="00565DFE" w:rsidRDefault="00107CC1" w:rsidP="00A014AC">
          <w:pPr>
            <w:pStyle w:val="CoverHeadline"/>
          </w:pPr>
          <w:r>
            <w:t xml:space="preserve">IBM </w:t>
          </w:r>
          <w:r w:rsidR="00C45AFB">
            <w:t>Inforshere Upgrade Services</w:t>
          </w:r>
        </w:p>
        <w:p w14:paraId="4A5005B0" w14:textId="77777777" w:rsidR="00A014AC" w:rsidRDefault="00A014AC" w:rsidP="00A014AC">
          <w:pPr>
            <w:rPr>
              <w:i/>
              <w:iCs/>
              <w:sz w:val="20"/>
            </w:rPr>
          </w:pPr>
        </w:p>
        <w:p w14:paraId="7AF71377" w14:textId="77777777" w:rsidR="00A014AC" w:rsidRPr="00F14148" w:rsidRDefault="00A014AC" w:rsidP="00A014AC">
          <w:pPr>
            <w:rPr>
              <w:i/>
              <w:iCs/>
              <w:sz w:val="28"/>
              <w:szCs w:val="32"/>
            </w:rPr>
          </w:pPr>
        </w:p>
        <w:p w14:paraId="73B2B6F6" w14:textId="77777777" w:rsidR="00A014AC" w:rsidRPr="00976003" w:rsidRDefault="00A014AC" w:rsidP="00A014AC">
          <w:pPr>
            <w:rPr>
              <w:i/>
              <w:iCs/>
              <w:sz w:val="20"/>
            </w:rPr>
          </w:pPr>
        </w:p>
        <w:p w14:paraId="2A21E997" w14:textId="77777777" w:rsidR="00A014AC" w:rsidRDefault="00A014AC" w:rsidP="00A014AC">
          <w:pPr>
            <w:rPr>
              <w:i/>
              <w:iCs/>
              <w:sz w:val="20"/>
            </w:rPr>
          </w:pPr>
        </w:p>
        <w:p w14:paraId="720B00D2" w14:textId="77777777" w:rsidR="00565DFE" w:rsidRPr="00976003" w:rsidRDefault="00565DFE" w:rsidP="00A014AC">
          <w:pPr>
            <w:rPr>
              <w:i/>
              <w:iCs/>
              <w:sz w:val="20"/>
            </w:rPr>
          </w:pPr>
        </w:p>
        <w:p w14:paraId="2B2B769F" w14:textId="77777777" w:rsidR="00A014AC" w:rsidRDefault="00A014AC" w:rsidP="00A014AC">
          <w:pPr>
            <w:rPr>
              <w:i/>
              <w:iCs/>
              <w:sz w:val="20"/>
              <w:rtl/>
            </w:rPr>
          </w:pPr>
        </w:p>
        <w:p w14:paraId="3D726ED4" w14:textId="77777777" w:rsidR="00A014AC" w:rsidRDefault="00A014AC" w:rsidP="00A014AC">
          <w:pPr>
            <w:rPr>
              <w:i/>
              <w:iCs/>
              <w:sz w:val="20"/>
              <w:rtl/>
            </w:rPr>
          </w:pPr>
        </w:p>
        <w:p w14:paraId="6A129647" w14:textId="77777777" w:rsidR="00A014AC" w:rsidRPr="00976003" w:rsidRDefault="00A014AC" w:rsidP="00A014AC">
          <w:pPr>
            <w:rPr>
              <w:i/>
              <w:iCs/>
              <w:sz w:val="20"/>
            </w:rPr>
          </w:pPr>
        </w:p>
        <w:p w14:paraId="661C04C5" w14:textId="77777777" w:rsidR="00A014AC" w:rsidRDefault="00407D22" w:rsidP="00A014AC">
          <w:pPr>
            <w:pStyle w:val="Heading4"/>
            <w:spacing w:before="0" w:after="0" w:line="240" w:lineRule="auto"/>
            <w:rPr>
              <w:iCs/>
            </w:rPr>
          </w:pPr>
          <w:r>
            <w:rPr>
              <w:iCs/>
            </w:rPr>
            <w:t>Submitted By</w:t>
          </w:r>
          <w:r w:rsidR="00A014AC">
            <w:rPr>
              <w:iCs/>
            </w:rPr>
            <w:t>:</w:t>
          </w:r>
          <w:r w:rsidR="00A014AC">
            <w:rPr>
              <w:iCs/>
            </w:rPr>
            <w:tab/>
          </w:r>
          <w:sdt>
            <w:sdtPr>
              <w:rPr>
                <w:iCs/>
              </w:rPr>
              <w:id w:val="1792852511"/>
              <w:placeholder>
                <w:docPart w:val="58CC020A69F7434090A080B94F7D8090"/>
              </w:placeholder>
              <w:showingPlcHdr/>
              <w:text/>
            </w:sdtPr>
            <w:sdtContent>
              <w:r w:rsidR="000E22D1">
                <w:rPr>
                  <w:rStyle w:val="PlaceholderText"/>
                </w:rPr>
                <w:t>Proponent Name</w:t>
              </w:r>
            </w:sdtContent>
          </w:sdt>
        </w:p>
        <w:p w14:paraId="5BEFF7BF" w14:textId="77777777" w:rsidR="007C47E2" w:rsidRDefault="007C47E2" w:rsidP="001F1537">
          <w:pPr>
            <w:rPr>
              <w:rFonts w:ascii="Times New Roman"/>
              <w:sz w:val="20"/>
            </w:rPr>
          </w:pPr>
        </w:p>
        <w:p w14:paraId="20002FBB" w14:textId="77777777" w:rsidR="007C47E2" w:rsidRDefault="007C47E2" w:rsidP="001F1537">
          <w:pPr>
            <w:rPr>
              <w:rFonts w:ascii="Times New Roman"/>
              <w:sz w:val="20"/>
            </w:rPr>
          </w:pPr>
        </w:p>
        <w:p w14:paraId="4233EE80" w14:textId="77777777" w:rsidR="007C47E2" w:rsidRDefault="007C47E2" w:rsidP="001F1537">
          <w:pPr>
            <w:rPr>
              <w:rFonts w:ascii="Times New Roman"/>
              <w:sz w:val="20"/>
            </w:rPr>
          </w:pPr>
        </w:p>
        <w:p w14:paraId="5D518EF9" w14:textId="77777777" w:rsidR="00E122AE" w:rsidRDefault="00E122AE" w:rsidP="001F1537">
          <w:pPr>
            <w:rPr>
              <w:rFonts w:ascii="Times New Roman"/>
              <w:sz w:val="20"/>
            </w:rPr>
          </w:pPr>
        </w:p>
        <w:p w14:paraId="1CE6C492" w14:textId="77777777" w:rsidR="00E122AE" w:rsidRDefault="00E122AE" w:rsidP="001F1537">
          <w:pPr>
            <w:rPr>
              <w:rFonts w:ascii="Times New Roman"/>
              <w:sz w:val="20"/>
            </w:rPr>
          </w:pPr>
        </w:p>
        <w:p w14:paraId="5C0FCDE9" w14:textId="77777777" w:rsidR="00E122AE" w:rsidRDefault="00E122AE" w:rsidP="001F1537">
          <w:pPr>
            <w:rPr>
              <w:rFonts w:ascii="Times New Roman"/>
              <w:sz w:val="20"/>
            </w:rPr>
          </w:pPr>
        </w:p>
        <w:p w14:paraId="655B3850" w14:textId="77777777" w:rsidR="00E122AE" w:rsidRDefault="00E122AE" w:rsidP="004B453A">
          <w:pPr>
            <w:pStyle w:val="CoverHeadline"/>
          </w:pPr>
        </w:p>
        <w:p w14:paraId="778C38A4" w14:textId="77777777" w:rsidR="008230AB" w:rsidRDefault="007C47E2" w:rsidP="008230AB">
          <w:pPr>
            <w:pStyle w:val="CoverHeadline"/>
            <w:tabs>
              <w:tab w:val="left" w:pos="1017"/>
            </w:tabs>
          </w:pPr>
          <w:r>
            <mc:AlternateContent>
              <mc:Choice Requires="wpg">
                <w:drawing>
                  <wp:anchor distT="0" distB="0" distL="114300" distR="114300" simplePos="0" relativeHeight="251658242" behindDoc="1" locked="1" layoutInCell="1" allowOverlap="1" wp14:anchorId="34ECA8BD" wp14:editId="76123698">
                    <wp:simplePos x="0" y="0"/>
                    <wp:positionH relativeFrom="page">
                      <wp:posOffset>231140</wp:posOffset>
                    </wp:positionH>
                    <wp:positionV relativeFrom="paragraph">
                      <wp:posOffset>8726170</wp:posOffset>
                    </wp:positionV>
                    <wp:extent cx="7315200" cy="1097280"/>
                    <wp:effectExtent l="0" t="0" r="0" b="0"/>
                    <wp:wrapNone/>
                    <wp:docPr id="3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097280"/>
                              <a:chOff x="360" y="13760"/>
                              <a:chExt cx="11520" cy="1728"/>
                            </a:xfrm>
                          </wpg:grpSpPr>
                          <wps:wsp>
                            <wps:cNvPr id="31" name="docshape2"/>
                            <wps:cNvSpPr>
                              <a:spLocks noChangeArrowheads="1"/>
                            </wps:cNvSpPr>
                            <wps:spPr bwMode="auto">
                              <a:xfrm>
                                <a:off x="360" y="13760"/>
                                <a:ext cx="11520" cy="1728"/>
                              </a:xfrm>
                              <a:prstGeom prst="rect">
                                <a:avLst/>
                              </a:prstGeom>
                              <a:solidFill>
                                <a:srgbClr val="931A1D"/>
                              </a:solidFill>
                              <a:ln>
                                <a:noFill/>
                              </a:ln>
                            </wps:spPr>
                            <wps:bodyPr rot="0" vert="horz" wrap="none" lIns="91440" tIns="45720" rIns="91440" bIns="45720" anchor="t" anchorCtr="0" upright="1">
                              <a:noAutofit/>
                            </wps:bodyPr>
                          </wps:wsp>
                          <pic:pic xmlns:pic="http://schemas.openxmlformats.org/drawingml/2006/picture">
                            <pic:nvPicPr>
                              <pic:cNvPr id="32" name="docshape3"/>
                              <pic:cNvPicPr>
                                <a:picLocks noChangeAspect="1" noChangeArrowheads="1"/>
                              </pic:cNvPicPr>
                            </pic:nvPicPr>
                            <pic:blipFill>
                              <a:blip r:embed="rId12"/>
                              <a:srcRect/>
                              <a:stretch>
                                <a:fillRect/>
                              </a:stretch>
                            </pic:blipFill>
                            <pic:spPr bwMode="auto">
                              <a:xfrm>
                                <a:off x="9230" y="14031"/>
                                <a:ext cx="2196" cy="109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3DA81FD3" id="Group 5" o:spid="_x0000_s1026" style="position:absolute;margin-left:18.2pt;margin-top:687.1pt;width:8in;height:86.4pt;z-index:-251658238;mso-position-horizontal-relative:page" coordorigin="360,13760" coordsize="11520,17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">
                    <v:rect id="docshape2" o:spid="_x0000_s1027" style="position:absolute;left:360;top:13760;width:11520;height:17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" fillcolor="#931a1d"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9230;top:14031;width:2196;height:1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">
                      <v:imagedata r:id="rId13" o:title=""/>
                    </v:shape>
                    <w10:wrap anchorx="page"/>
                    <w10:anchorlock/>
                  </v:group>
                </w:pict>
              </mc:Fallback>
            </mc:AlternateContent>
          </w:r>
          <w:r w:rsidR="008230AB">
            <w:tab/>
          </w:r>
        </w:p>
        <w:p w14:paraId="5965D4C7" w14:textId="77777777" w:rsidR="00FF689F" w:rsidRPr="008230AB" w:rsidRDefault="008230AB" w:rsidP="008230AB">
          <w:pPr>
            <w:widowControl/>
            <w:autoSpaceDE/>
            <w:autoSpaceDN/>
            <w:spacing w:after="0"/>
            <w:rPr>
              <w:b/>
              <w:bCs/>
              <w:noProof/>
              <w:color w:val="941A1D"/>
              <w:sz w:val="40"/>
              <w:szCs w:val="40"/>
            </w:rPr>
          </w:pPr>
          <w:r>
            <w:br w:type="page"/>
          </w:r>
          <w:bookmarkStart w:id="0" w:name="_Toc92307885"/>
          <w:bookmarkStart w:id="1" w:name="_Toc182378930"/>
          <w:r w:rsidR="007C47E2">
            <w:rPr>
              <w:noProof/>
            </w:rPr>
            <mc:AlternateContent>
              <mc:Choice Requires="wpg">
                <w:drawing>
                  <wp:anchor distT="0" distB="0" distL="114300" distR="114300" simplePos="0" relativeHeight="251658243" behindDoc="1" locked="1" layoutInCell="1" allowOverlap="1" wp14:anchorId="33C5608D" wp14:editId="3615DA77">
                    <wp:simplePos x="0" y="0"/>
                    <wp:positionH relativeFrom="page">
                      <wp:posOffset>231140</wp:posOffset>
                    </wp:positionH>
                    <wp:positionV relativeFrom="paragraph">
                      <wp:posOffset>8726170</wp:posOffset>
                    </wp:positionV>
                    <wp:extent cx="7315200" cy="1097280"/>
                    <wp:effectExtent l="0" t="0" r="0" b="0"/>
                    <wp:wrapNone/>
                    <wp:docPr id="3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097280"/>
                              <a:chOff x="360" y="13760"/>
                              <a:chExt cx="11520" cy="1728"/>
                            </a:xfrm>
                          </wpg:grpSpPr>
                          <wps:wsp>
                            <wps:cNvPr id="34" name="docshape2"/>
                            <wps:cNvSpPr>
                              <a:spLocks noChangeArrowheads="1"/>
                            </wps:cNvSpPr>
                            <wps:spPr bwMode="auto">
                              <a:xfrm>
                                <a:off x="360" y="13760"/>
                                <a:ext cx="11520" cy="1728"/>
                              </a:xfrm>
                              <a:prstGeom prst="rect">
                                <a:avLst/>
                              </a:prstGeom>
                              <a:solidFill>
                                <a:srgbClr val="931A1D"/>
                              </a:solidFill>
                              <a:ln>
                                <a:noFill/>
                              </a:ln>
                            </wps:spPr>
                            <wps:bodyPr rot="0" vert="horz" wrap="none" lIns="91440" tIns="45720" rIns="91440" bIns="45720" anchor="t" anchorCtr="0" upright="1">
                              <a:noAutofit/>
                            </wps:bodyPr>
                          </wps:wsp>
                          <pic:pic xmlns:pic="http://schemas.openxmlformats.org/drawingml/2006/picture">
                            <pic:nvPicPr>
                              <pic:cNvPr id="35" name="docshape3"/>
                              <pic:cNvPicPr>
                                <a:picLocks noChangeAspect="1" noChangeArrowheads="1"/>
                              </pic:cNvPicPr>
                            </pic:nvPicPr>
                            <pic:blipFill>
                              <a:blip r:embed="rId12"/>
                              <a:srcRect/>
                              <a:stretch>
                                <a:fillRect/>
                              </a:stretch>
                            </pic:blipFill>
                            <pic:spPr bwMode="auto">
                              <a:xfrm>
                                <a:off x="9230" y="14031"/>
                                <a:ext cx="2196" cy="109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6A967EE" id="Group 5" o:spid="_x0000_s1026" style="position:absolute;margin-left:18.2pt;margin-top:687.1pt;width:8in;height:86.4pt;z-index:-251658237;mso-position-horizontal-relative:page" coordorigin="360,13760" coordsize="11520,17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">
                    <v:rect id="docshape2" o:spid="_x0000_s1027" style="position:absolute;left:360;top:13760;width:11520;height:17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" fillcolor="#931a1d" stroked="f"/>
                    <v:shape id="docshape3" o:spid="_x0000_s1028" type="#_x0000_t75" style="position:absolute;left:9230;top:14031;width:2196;height:1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">
                      <v:imagedata r:id="rId13" o:title=""/>
                    </v:shape>
                    <w10:wrap anchorx="page"/>
                    <w10:anchorlock/>
                  </v:group>
                </w:pict>
              </mc:Fallback>
            </mc:AlternateContent>
          </w:r>
          <w:r w:rsidR="007C47E2">
            <w:rPr>
              <w:noProof/>
            </w:rPr>
            <mc:AlternateContent>
              <mc:Choice Requires="wpg">
                <w:drawing>
                  <wp:anchor distT="0" distB="0" distL="114300" distR="114300" simplePos="0" relativeHeight="251658241" behindDoc="1" locked="1" layoutInCell="1" allowOverlap="1" wp14:anchorId="7F6AC784" wp14:editId="3E750D50">
                    <wp:simplePos x="0" y="0"/>
                    <wp:positionH relativeFrom="page">
                      <wp:posOffset>231140</wp:posOffset>
                    </wp:positionH>
                    <wp:positionV relativeFrom="paragraph">
                      <wp:posOffset>8726170</wp:posOffset>
                    </wp:positionV>
                    <wp:extent cx="7315200" cy="1097280"/>
                    <wp:effectExtent l="0" t="0" r="0" b="0"/>
                    <wp:wrapNone/>
                    <wp:docPr id="3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097280"/>
                              <a:chOff x="360" y="13760"/>
                              <a:chExt cx="11520" cy="1728"/>
                            </a:xfrm>
                          </wpg:grpSpPr>
                          <wps:wsp>
                            <wps:cNvPr id="37" name="docshape2"/>
                            <wps:cNvSpPr>
                              <a:spLocks noChangeArrowheads="1"/>
                            </wps:cNvSpPr>
                            <wps:spPr bwMode="auto">
                              <a:xfrm>
                                <a:off x="360" y="13760"/>
                                <a:ext cx="11520" cy="1728"/>
                              </a:xfrm>
                              <a:prstGeom prst="rect">
                                <a:avLst/>
                              </a:prstGeom>
                              <a:solidFill>
                                <a:srgbClr val="931A1D"/>
                              </a:solidFill>
                              <a:ln>
                                <a:noFill/>
                              </a:ln>
                            </wps:spPr>
                            <wps:bodyPr rot="0" vert="horz" wrap="none" lIns="91440" tIns="45720" rIns="91440" bIns="45720" anchor="t" anchorCtr="0" upright="1">
                              <a:noAutofit/>
                            </wps:bodyPr>
                          </wps:wsp>
                          <pic:pic xmlns:pic="http://schemas.openxmlformats.org/drawingml/2006/picture">
                            <pic:nvPicPr>
                              <pic:cNvPr id="38" name="docshape3"/>
                              <pic:cNvPicPr>
                                <a:picLocks noChangeAspect="1" noChangeArrowheads="1"/>
                              </pic:cNvPicPr>
                            </pic:nvPicPr>
                            <pic:blipFill>
                              <a:blip r:embed="rId12"/>
                              <a:srcRect/>
                              <a:stretch>
                                <a:fillRect/>
                              </a:stretch>
                            </pic:blipFill>
                            <pic:spPr bwMode="auto">
                              <a:xfrm>
                                <a:off x="9230" y="14031"/>
                                <a:ext cx="2196" cy="109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3EE066D9" id="Group 5" o:spid="_x0000_s1026" style="position:absolute;margin-left:18.2pt;margin-top:687.1pt;width:8in;height:86.4pt;z-index:-251658239;mso-position-horizontal-relative:page" coordorigin="360,13760" coordsize="11520,17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">
                    <v:rect id="docshape2" o:spid="_x0000_s1027" style="position:absolute;left:360;top:13760;width:11520;height:17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" fillcolor="#931a1d" stroked="f"/>
                    <v:shape id="docshape3" o:spid="_x0000_s1028" type="#_x0000_t75" style="position:absolute;left:9230;top:14031;width:2196;height:1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">
                      <v:imagedata r:id="rId13" o:title=""/>
                    </v:shape>
                    <w10:wrap anchorx="page"/>
                    <w10:anchorlock/>
                  </v:group>
                </w:pict>
              </mc:Fallback>
            </mc:AlternateContent>
          </w:r>
          <w:r w:rsidR="007C47E2">
            <w:rPr>
              <w:noProof/>
            </w:rPr>
            <mc:AlternateContent>
              <mc:Choice Requires="wpg">
                <w:drawing>
                  <wp:anchor distT="0" distB="0" distL="114300" distR="114300" simplePos="0" relativeHeight="251658240" behindDoc="1" locked="1" layoutInCell="1" allowOverlap="1" wp14:anchorId="2B8C815E" wp14:editId="484BBBAE">
                    <wp:simplePos x="0" y="0"/>
                    <wp:positionH relativeFrom="page">
                      <wp:posOffset>231140</wp:posOffset>
                    </wp:positionH>
                    <wp:positionV relativeFrom="paragraph">
                      <wp:posOffset>8726170</wp:posOffset>
                    </wp:positionV>
                    <wp:extent cx="7315200" cy="1097280"/>
                    <wp:effectExtent l="0" t="0" r="0" b="0"/>
                    <wp:wrapNone/>
                    <wp:docPr id="3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097280"/>
                              <a:chOff x="360" y="13760"/>
                              <a:chExt cx="11520" cy="1728"/>
                            </a:xfrm>
                          </wpg:grpSpPr>
                          <wps:wsp>
                            <wps:cNvPr id="40" name="docshape2"/>
                            <wps:cNvSpPr>
                              <a:spLocks noChangeArrowheads="1"/>
                            </wps:cNvSpPr>
                            <wps:spPr bwMode="auto">
                              <a:xfrm>
                                <a:off x="360" y="13760"/>
                                <a:ext cx="11520" cy="1728"/>
                              </a:xfrm>
                              <a:prstGeom prst="rect">
                                <a:avLst/>
                              </a:prstGeom>
                              <a:solidFill>
                                <a:srgbClr val="931A1D"/>
                              </a:solidFill>
                              <a:ln>
                                <a:noFill/>
                              </a:ln>
                            </wps:spPr>
                            <wps:bodyPr rot="0" vert="horz" wrap="none" lIns="91440" tIns="45720" rIns="91440" bIns="45720" anchor="t" anchorCtr="0" upright="1">
                              <a:noAutofit/>
                            </wps:bodyPr>
                          </wps:wsp>
                          <pic:pic xmlns:pic="http://schemas.openxmlformats.org/drawingml/2006/picture">
                            <pic:nvPicPr>
                              <pic:cNvPr id="41" name="docshape3"/>
                              <pic:cNvPicPr>
                                <a:picLocks noChangeAspect="1" noChangeArrowheads="1"/>
                              </pic:cNvPicPr>
                            </pic:nvPicPr>
                            <pic:blipFill>
                              <a:blip r:embed="rId12"/>
                              <a:srcRect/>
                              <a:stretch>
                                <a:fillRect/>
                              </a:stretch>
                            </pic:blipFill>
                            <pic:spPr bwMode="auto">
                              <a:xfrm>
                                <a:off x="9230" y="14031"/>
                                <a:ext cx="2196" cy="109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78868C30" id="Group 5" o:spid="_x0000_s1026" style="position:absolute;margin-left:18.2pt;margin-top:687.1pt;width:8in;height:86.4pt;z-index:-251658240;mso-position-horizontal-relative:page" coordorigin="360,13760" coordsize="11520,17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">
                    <v:rect id="docshape2" o:spid="_x0000_s1027" style="position:absolute;left:360;top:13760;width:11520;height:17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" fillcolor="#931a1d" stroked="f"/>
                    <v:shape id="docshape3" o:spid="_x0000_s1028" type="#_x0000_t75" style="position:absolute;left:9230;top:14031;width:2196;height:1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">
                      <v:imagedata r:id="rId13" o:title=""/>
                    </v:shape>
                    <w10:wrap anchorx="page"/>
                    <w10:anchorlock/>
                  </v:group>
                </w:pict>
              </mc:Fallback>
            </mc:AlternateContent>
          </w:r>
        </w:p>
      </w:sdtContent>
    </w:sdt>
    <w:bookmarkEnd w:id="1" w:displacedByCustomXml="prev"/>
    <w:bookmarkStart w:id="2" w:name="_Toc86388635" w:displacedByCustomXml="prev"/>
    <w:bookmarkEnd w:id="2"/>
    <w:p w14:paraId="32A0B108" w14:textId="77777777" w:rsidR="00F35246" w:rsidRDefault="00F9337B" w:rsidP="00F35246">
      <w:pPr>
        <w:pStyle w:val="Heading1"/>
      </w:pPr>
      <w:r>
        <w:lastRenderedPageBreak/>
        <w:t>PROPONENT INSTRUCTIO</w:t>
      </w:r>
      <w:r w:rsidR="00F35246">
        <w:t>NS</w:t>
      </w:r>
    </w:p>
    <w:p w14:paraId="59B45878" w14:textId="77777777" w:rsidR="006F207E" w:rsidRPr="000924BF" w:rsidRDefault="00237EB1" w:rsidP="000924BF">
      <w:pPr>
        <w:pStyle w:val="ListParagraph"/>
        <w:numPr>
          <w:ilvl w:val="0"/>
          <w:numId w:val="17"/>
        </w:numPr>
        <w:ind w:hanging="720"/>
        <w:rPr>
          <w:lang w:val="en-CA"/>
        </w:rPr>
      </w:pPr>
      <w:r>
        <w:rPr>
          <w:lang w:val="en-CA"/>
        </w:rPr>
        <w:t>In</w:t>
      </w:r>
      <w:r w:rsidR="00E371FF">
        <w:rPr>
          <w:lang w:val="en-CA"/>
        </w:rPr>
        <w:t xml:space="preserve">sert your response to each question in the space provided. </w:t>
      </w:r>
      <w:r w:rsidR="00321ED2" w:rsidRPr="000924BF">
        <w:rPr>
          <w:lang w:val="en-CA"/>
        </w:rPr>
        <w:t>Responses may be formatted as the proponent sees fit</w:t>
      </w:r>
      <w:r w:rsidR="00825365" w:rsidRPr="000924BF">
        <w:rPr>
          <w:lang w:val="en-CA"/>
        </w:rPr>
        <w:t xml:space="preserve">. The </w:t>
      </w:r>
      <w:r w:rsidR="00C42EC2" w:rsidRPr="000924BF">
        <w:rPr>
          <w:lang w:val="en-CA"/>
        </w:rPr>
        <w:t xml:space="preserve">purpose of this response form is to ensure </w:t>
      </w:r>
      <w:r w:rsidR="00E371FF">
        <w:rPr>
          <w:lang w:val="en-CA"/>
        </w:rPr>
        <w:t xml:space="preserve">that </w:t>
      </w:r>
      <w:r w:rsidR="00583520">
        <w:rPr>
          <w:lang w:val="en-CA"/>
        </w:rPr>
        <w:t>evaluators</w:t>
      </w:r>
      <w:r w:rsidR="004E0390" w:rsidRPr="000924BF">
        <w:rPr>
          <w:lang w:val="en-CA"/>
        </w:rPr>
        <w:t xml:space="preserve"> </w:t>
      </w:r>
      <w:r w:rsidR="00615629">
        <w:rPr>
          <w:lang w:val="en-CA"/>
        </w:rPr>
        <w:t>can</w:t>
      </w:r>
      <w:r w:rsidR="004E0390" w:rsidRPr="000924BF">
        <w:rPr>
          <w:lang w:val="en-CA"/>
        </w:rPr>
        <w:t xml:space="preserve"> efficiently review responses to questions</w:t>
      </w:r>
      <w:r w:rsidR="00A52C18" w:rsidRPr="000924BF">
        <w:rPr>
          <w:lang w:val="en-CA"/>
        </w:rPr>
        <w:t xml:space="preserve"> without the need to search through </w:t>
      </w:r>
      <w:r w:rsidR="00583520">
        <w:rPr>
          <w:lang w:val="en-CA"/>
        </w:rPr>
        <w:t>unnecessary</w:t>
      </w:r>
      <w:r w:rsidR="00A52C18" w:rsidRPr="000924BF">
        <w:rPr>
          <w:lang w:val="en-CA"/>
        </w:rPr>
        <w:t xml:space="preserve"> </w:t>
      </w:r>
      <w:r w:rsidR="00A52C18" w:rsidRPr="00583520">
        <w:rPr>
          <w:lang w:val="en-CA"/>
        </w:rPr>
        <w:t>information.</w:t>
      </w:r>
      <w:r w:rsidR="002A590C" w:rsidRPr="00583520">
        <w:rPr>
          <w:lang w:val="en-CA"/>
        </w:rPr>
        <w:t xml:space="preserve"> It is in the proponent’s best interest to ensure that responses to questions are clear, concise,</w:t>
      </w:r>
      <w:r w:rsidR="00424C1E" w:rsidRPr="00583520">
        <w:rPr>
          <w:lang w:val="en-CA"/>
        </w:rPr>
        <w:t xml:space="preserve"> and brief</w:t>
      </w:r>
      <w:r w:rsidR="00555C79" w:rsidRPr="00583520">
        <w:rPr>
          <w:lang w:val="en-CA"/>
        </w:rPr>
        <w:t>.</w:t>
      </w:r>
      <w:r w:rsidR="00424C1E" w:rsidRPr="00583520">
        <w:rPr>
          <w:lang w:val="en-CA"/>
        </w:rPr>
        <w:t xml:space="preserve"> </w:t>
      </w:r>
      <w:r w:rsidR="00555C79" w:rsidRPr="00583520">
        <w:rPr>
          <w:lang w:val="en-CA"/>
        </w:rPr>
        <w:t>F</w:t>
      </w:r>
      <w:r w:rsidR="00424C1E" w:rsidRPr="00583520">
        <w:rPr>
          <w:lang w:val="en-CA"/>
        </w:rPr>
        <w:t>ailure to present information in the manner requested may</w:t>
      </w:r>
      <w:r w:rsidR="00140D89" w:rsidRPr="00583520">
        <w:rPr>
          <w:lang w:val="en-CA"/>
        </w:rPr>
        <w:t xml:space="preserve"> result in the proposal being assessed a lower score.</w:t>
      </w:r>
    </w:p>
    <w:p w14:paraId="76B2E841" w14:textId="77777777" w:rsidR="00B62AE9" w:rsidRPr="000924BF" w:rsidRDefault="005B4450" w:rsidP="000924BF">
      <w:pPr>
        <w:pStyle w:val="ListParagraph"/>
        <w:numPr>
          <w:ilvl w:val="0"/>
          <w:numId w:val="17"/>
        </w:numPr>
        <w:ind w:hanging="720"/>
        <w:rPr>
          <w:lang w:val="en-CA"/>
        </w:rPr>
      </w:pPr>
      <w:r w:rsidRPr="000924BF">
        <w:rPr>
          <w:lang w:val="en-CA"/>
        </w:rPr>
        <w:t>Graphics may be included within the response</w:t>
      </w:r>
      <w:r w:rsidR="00AC5BA7" w:rsidRPr="000924BF">
        <w:rPr>
          <w:lang w:val="en-CA"/>
        </w:rPr>
        <w:t xml:space="preserve"> if they have been requested, or if the proponent feels that</w:t>
      </w:r>
      <w:r w:rsidR="00E6093E" w:rsidRPr="000924BF">
        <w:rPr>
          <w:lang w:val="en-CA"/>
        </w:rPr>
        <w:t xml:space="preserve"> a graphical representation is the most efficient way to answer the question.</w:t>
      </w:r>
    </w:p>
    <w:p w14:paraId="4884FEB2" w14:textId="77777777" w:rsidR="004C6D7B" w:rsidRPr="00AD5A21" w:rsidRDefault="00583520" w:rsidP="000924BF">
      <w:pPr>
        <w:pStyle w:val="ListParagraph"/>
        <w:numPr>
          <w:ilvl w:val="0"/>
          <w:numId w:val="17"/>
        </w:numPr>
        <w:ind w:hanging="720"/>
        <w:rPr>
          <w:rFonts w:ascii="Arial" w:hAnsi="Arial" w:cs="Arial"/>
          <w:b/>
          <w:bCs/>
          <w:noProof/>
          <w:szCs w:val="24"/>
          <w:lang w:val="en-CA"/>
        </w:rPr>
      </w:pPr>
      <w:r>
        <w:rPr>
          <w:lang w:val="en-CA"/>
        </w:rPr>
        <w:t>Evaluators</w:t>
      </w:r>
      <w:r w:rsidR="009B13CA" w:rsidRPr="000924BF">
        <w:rPr>
          <w:lang w:val="en-CA"/>
        </w:rPr>
        <w:t xml:space="preserve"> will not consider any other materials submitted by a Proponent in evaluating their proposal, unless this material has been expressly permitted.</w:t>
      </w:r>
      <w:r w:rsidR="00C9778F" w:rsidRPr="000924BF">
        <w:rPr>
          <w:lang w:val="en-CA"/>
        </w:rPr>
        <w:t xml:space="preserve"> For clarity, a response on this form</w:t>
      </w:r>
      <w:r w:rsidR="004C5C3E">
        <w:rPr>
          <w:lang w:val="en-CA"/>
        </w:rPr>
        <w:t xml:space="preserve"> by a proponent</w:t>
      </w:r>
      <w:r w:rsidR="00C9778F" w:rsidRPr="000924BF">
        <w:rPr>
          <w:lang w:val="en-CA"/>
        </w:rPr>
        <w:t xml:space="preserve"> directing </w:t>
      </w:r>
      <w:r>
        <w:rPr>
          <w:lang w:val="en-CA"/>
        </w:rPr>
        <w:t>evaluators</w:t>
      </w:r>
      <w:r w:rsidR="000A4A3B" w:rsidRPr="000924BF">
        <w:rPr>
          <w:lang w:val="en-CA"/>
        </w:rPr>
        <w:t xml:space="preserve"> to a</w:t>
      </w:r>
      <w:r w:rsidR="004664ED" w:rsidRPr="000924BF">
        <w:rPr>
          <w:lang w:val="en-CA"/>
        </w:rPr>
        <w:t xml:space="preserve"> supplementary proposal document </w:t>
      </w:r>
      <w:r w:rsidR="006E7D7F">
        <w:rPr>
          <w:lang w:val="en-CA"/>
        </w:rPr>
        <w:t xml:space="preserve">will result in the evaluation being conducted </w:t>
      </w:r>
      <w:r w:rsidR="006E7D7F" w:rsidRPr="006E7D7F">
        <w:rPr>
          <w:u w:val="single"/>
          <w:lang w:val="en-CA"/>
        </w:rPr>
        <w:t>without</w:t>
      </w:r>
      <w:r w:rsidR="006E7D7F">
        <w:rPr>
          <w:u w:val="single"/>
          <w:lang w:val="en-CA"/>
        </w:rPr>
        <w:t xml:space="preserve"> the supplementary material.</w:t>
      </w:r>
    </w:p>
    <w:p w14:paraId="312BE0E3" w14:textId="77777777" w:rsidR="00AD5A21" w:rsidRPr="00CC512F" w:rsidRDefault="00D722AB" w:rsidP="000924BF">
      <w:pPr>
        <w:pStyle w:val="ListParagraph"/>
        <w:numPr>
          <w:ilvl w:val="0"/>
          <w:numId w:val="17"/>
        </w:numPr>
        <w:ind w:hanging="720"/>
        <w:rPr>
          <w:rFonts w:ascii="Arial" w:hAnsi="Arial" w:cs="Arial"/>
          <w:b/>
          <w:bCs/>
          <w:noProof/>
          <w:szCs w:val="24"/>
          <w:lang w:val="en-CA"/>
        </w:rPr>
      </w:pPr>
      <w:r>
        <w:rPr>
          <w:lang w:val="en-CA"/>
        </w:rPr>
        <w:t>A response is required for each question.</w:t>
      </w:r>
    </w:p>
    <w:p w14:paraId="7B5F1F5B" w14:textId="77777777" w:rsidR="00CC512F" w:rsidRPr="00D722AB" w:rsidRDefault="00CC512F" w:rsidP="000924BF">
      <w:pPr>
        <w:pStyle w:val="ListParagraph"/>
        <w:numPr>
          <w:ilvl w:val="0"/>
          <w:numId w:val="17"/>
        </w:numPr>
        <w:ind w:hanging="720"/>
        <w:rPr>
          <w:rFonts w:ascii="Arial" w:hAnsi="Arial" w:cs="Arial"/>
          <w:b/>
          <w:bCs/>
          <w:noProof/>
          <w:szCs w:val="24"/>
          <w:lang w:val="en-CA"/>
        </w:rPr>
      </w:pPr>
      <w:r>
        <w:rPr>
          <w:lang w:val="en-CA"/>
        </w:rPr>
        <w:t>Do not include pricing information on this form.</w:t>
      </w:r>
    </w:p>
    <w:p w14:paraId="0B42DD6C" w14:textId="77777777" w:rsidR="00E45EE9" w:rsidRPr="00E45EE9" w:rsidRDefault="00715915" w:rsidP="00E45EE9">
      <w:pPr>
        <w:pStyle w:val="ListParagraph"/>
        <w:numPr>
          <w:ilvl w:val="0"/>
          <w:numId w:val="17"/>
        </w:numPr>
        <w:ind w:hanging="720"/>
        <w:rPr>
          <w:rFonts w:ascii="Arial" w:hAnsi="Arial" w:cs="Arial"/>
          <w:b/>
          <w:bCs/>
          <w:noProof/>
          <w:szCs w:val="24"/>
          <w:lang w:val="en-CA"/>
        </w:rPr>
      </w:pPr>
      <w:r>
        <w:rPr>
          <w:lang w:val="en-CA"/>
        </w:rPr>
        <w:t>Do not alter or edit this form, except for adding responses where indicated.</w:t>
      </w:r>
    </w:p>
    <w:p w14:paraId="1F353959" w14:textId="77777777" w:rsidR="004953B8" w:rsidRPr="00E45EE9" w:rsidRDefault="00957BDA" w:rsidP="00E45EE9">
      <w:pPr>
        <w:pStyle w:val="ListParagraph"/>
        <w:numPr>
          <w:ilvl w:val="0"/>
          <w:numId w:val="17"/>
        </w:numPr>
        <w:ind w:hanging="720"/>
        <w:rPr>
          <w:rFonts w:ascii="Arial" w:hAnsi="Arial" w:cs="Arial"/>
          <w:b/>
          <w:bCs/>
          <w:noProof/>
          <w:szCs w:val="24"/>
          <w:lang w:val="en-CA"/>
        </w:rPr>
      </w:pPr>
      <w:r w:rsidRPr="00E45EE9">
        <w:rPr>
          <w:lang w:val="en-CA"/>
        </w:rPr>
        <w:t>Do not convert this form to PDF or any other format.</w:t>
      </w:r>
    </w:p>
    <w:p w14:paraId="57E5DF40" w14:textId="77777777" w:rsidR="00FA1B5A" w:rsidRPr="000924BF" w:rsidRDefault="00FA1B5A" w:rsidP="009D3F1B">
      <w:pPr>
        <w:pStyle w:val="ListParagraph"/>
        <w:numPr>
          <w:ilvl w:val="0"/>
          <w:numId w:val="0"/>
        </w:numPr>
        <w:ind w:left="720"/>
        <w:rPr>
          <w:rFonts w:ascii="Arial" w:hAnsi="Arial" w:cs="Arial"/>
          <w:b/>
          <w:bCs/>
          <w:noProof/>
          <w:szCs w:val="24"/>
          <w:lang w:val="en-CA"/>
        </w:rPr>
      </w:pPr>
    </w:p>
    <w:p w14:paraId="28B284E0" w14:textId="77777777" w:rsidR="009B3767" w:rsidRDefault="009B3767">
      <w:pPr>
        <w:widowControl/>
        <w:autoSpaceDE/>
        <w:autoSpaceDN/>
        <w:spacing w:after="0"/>
        <w:rPr>
          <w:lang w:val="en-CA"/>
        </w:rPr>
      </w:pPr>
    </w:p>
    <w:p w14:paraId="63A04B0E" w14:textId="77777777" w:rsidR="00E97D0E" w:rsidRDefault="001F4915" w:rsidP="009D3F1B">
      <w:pPr>
        <w:pStyle w:val="Heading1"/>
      </w:pPr>
      <w:r>
        <w:t>Proponent Information</w:t>
      </w:r>
    </w:p>
    <w:p w14:paraId="176C5572" w14:textId="77777777" w:rsidR="009D3F1B" w:rsidRDefault="009D3F1B" w:rsidP="001F4915">
      <w:pPr>
        <w:pStyle w:val="Heading3"/>
      </w:pPr>
    </w:p>
    <w:p w14:paraId="3216A578" w14:textId="77777777" w:rsidR="001F4915" w:rsidRDefault="004559C7" w:rsidP="001F4915">
      <w:pPr>
        <w:pStyle w:val="Heading3"/>
      </w:pPr>
      <w:r>
        <w:t>Company Name:</w:t>
      </w:r>
      <w:r w:rsidR="00DB76F3">
        <w:tab/>
      </w:r>
      <w:bookmarkStart w:id="3" w:name="_Hlk182815246"/>
      <w:bookmarkEnd w:id="0"/>
      <w:sdt>
        <w:sdtPr>
          <w:id w:val="-419723054"/>
          <w:placeholder>
            <w:docPart w:val="B54D9DF2CC984D4D816CC088C4C3ECD6"/>
          </w:placeholder>
          <w:showingPlcHdr/>
          <w:text/>
        </w:sdtPr>
        <w:sdtContent>
          <w:r w:rsidR="00DB76F3" w:rsidRPr="00377FE9">
            <w:rPr>
              <w:rStyle w:val="PlaceholderText"/>
            </w:rPr>
            <w:t>Click or tap here to enter text.</w:t>
          </w:r>
        </w:sdtContent>
      </w:sdt>
      <w:bookmarkEnd w:id="3"/>
    </w:p>
    <w:p w14:paraId="29D6C922" w14:textId="77777777" w:rsidR="004559C7" w:rsidRDefault="00EA782E" w:rsidP="001F4915">
      <w:pPr>
        <w:pStyle w:val="Heading3"/>
      </w:pPr>
      <w:r>
        <w:t>Address:</w:t>
      </w:r>
      <w:r>
        <w:tab/>
      </w:r>
      <w:r>
        <w:tab/>
      </w:r>
      <w:sdt>
        <w:sdtPr>
          <w:id w:val="-1853567550"/>
          <w:placeholder>
            <w:docPart w:val="61E6A11537AD4800BDD7699B42E5A611"/>
          </w:placeholder>
          <w:showingPlcHdr/>
          <w:text/>
        </w:sdtPr>
        <w:sdtContent>
          <w:r w:rsidR="00B8770A" w:rsidRPr="00377FE9">
            <w:rPr>
              <w:rStyle w:val="PlaceholderText"/>
            </w:rPr>
            <w:t>Click or tap here to enter text.</w:t>
          </w:r>
        </w:sdtContent>
      </w:sdt>
    </w:p>
    <w:p w14:paraId="2FEEDD57" w14:textId="77777777" w:rsidR="00EA782E" w:rsidRDefault="00EA782E" w:rsidP="001F4915">
      <w:pPr>
        <w:pStyle w:val="Heading3"/>
      </w:pPr>
      <w:r>
        <w:tab/>
      </w:r>
      <w:r>
        <w:tab/>
      </w:r>
      <w:r>
        <w:tab/>
      </w:r>
      <w:sdt>
        <w:sdtPr>
          <w:id w:val="-706870559"/>
          <w:placeholder>
            <w:docPart w:val="A3F6989747C5478FB50C579ED45F1752"/>
          </w:placeholder>
          <w:showingPlcHdr/>
          <w:text/>
        </w:sdtPr>
        <w:sdtContent>
          <w:r w:rsidR="00B8770A" w:rsidRPr="00377FE9">
            <w:rPr>
              <w:rStyle w:val="PlaceholderText"/>
            </w:rPr>
            <w:t>Click or tap here to enter text.</w:t>
          </w:r>
        </w:sdtContent>
      </w:sdt>
    </w:p>
    <w:p w14:paraId="79AE3116" w14:textId="77777777" w:rsidR="00B8770A" w:rsidRDefault="00B8770A" w:rsidP="001F4915">
      <w:pPr>
        <w:pStyle w:val="Heading3"/>
      </w:pPr>
      <w:r>
        <w:tab/>
      </w:r>
      <w:r>
        <w:tab/>
      </w:r>
      <w:r>
        <w:tab/>
      </w:r>
      <w:sdt>
        <w:sdtPr>
          <w:id w:val="400025648"/>
          <w:placeholder>
            <w:docPart w:val="C6EFB6992AB6462CAD02DC9296CD5D47"/>
          </w:placeholder>
          <w:showingPlcHdr/>
          <w:text/>
        </w:sdtPr>
        <w:sdtContent>
          <w:r w:rsidRPr="00377FE9">
            <w:rPr>
              <w:rStyle w:val="PlaceholderText"/>
            </w:rPr>
            <w:t>Click or tap here to enter text.</w:t>
          </w:r>
        </w:sdtContent>
      </w:sdt>
    </w:p>
    <w:p w14:paraId="2A9E1B12" w14:textId="77777777" w:rsidR="00B8770A" w:rsidRDefault="00B8770A" w:rsidP="001F4915">
      <w:pPr>
        <w:pStyle w:val="Heading3"/>
      </w:pPr>
      <w:r>
        <w:tab/>
      </w:r>
      <w:r>
        <w:tab/>
      </w:r>
      <w:r>
        <w:tab/>
      </w:r>
      <w:sdt>
        <w:sdtPr>
          <w:id w:val="-181441244"/>
          <w:placeholder>
            <w:docPart w:val="0FBC9533D0D04B019AD8A7F56DBF667D"/>
          </w:placeholder>
          <w:showingPlcHdr/>
          <w:text/>
        </w:sdtPr>
        <w:sdtContent>
          <w:r w:rsidRPr="00377FE9">
            <w:rPr>
              <w:rStyle w:val="PlaceholderText"/>
            </w:rPr>
            <w:t>Click or tap here to enter text.</w:t>
          </w:r>
        </w:sdtContent>
      </w:sdt>
    </w:p>
    <w:p w14:paraId="0E81419B" w14:textId="77777777" w:rsidR="00B8770A" w:rsidRDefault="00477C14" w:rsidP="001F4915">
      <w:pPr>
        <w:pStyle w:val="Heading3"/>
      </w:pPr>
      <w:r>
        <w:t>Proponent Contact:</w:t>
      </w:r>
      <w:r>
        <w:tab/>
      </w:r>
      <w:sdt>
        <w:sdtPr>
          <w:id w:val="-438288578"/>
          <w:placeholder>
            <w:docPart w:val="2FFF18D02E084CD09A8B239E3986C627"/>
          </w:placeholder>
          <w:showingPlcHdr/>
          <w:text/>
        </w:sdtPr>
        <w:sdtContent>
          <w:r w:rsidR="00110111" w:rsidRPr="00377FE9">
            <w:rPr>
              <w:rStyle w:val="PlaceholderText"/>
            </w:rPr>
            <w:t>Click or tap here to enter text.</w:t>
          </w:r>
        </w:sdtContent>
      </w:sdt>
    </w:p>
    <w:p w14:paraId="0FBE9667" w14:textId="77777777" w:rsidR="00477C14" w:rsidRDefault="00477C14" w:rsidP="001F4915">
      <w:pPr>
        <w:pStyle w:val="Heading3"/>
      </w:pPr>
      <w:r>
        <w:t>Title:</w:t>
      </w:r>
      <w:r>
        <w:tab/>
      </w:r>
      <w:r>
        <w:tab/>
      </w:r>
      <w:r>
        <w:tab/>
      </w:r>
      <w:sdt>
        <w:sdtPr>
          <w:id w:val="46883550"/>
          <w:placeholder>
            <w:docPart w:val="DEFD945EC6C94D25BF64FB306DD003B7"/>
          </w:placeholder>
          <w:showingPlcHdr/>
          <w:text/>
        </w:sdtPr>
        <w:sdtContent>
          <w:r w:rsidR="00110111" w:rsidRPr="00377FE9">
            <w:rPr>
              <w:rStyle w:val="PlaceholderText"/>
            </w:rPr>
            <w:t>Click or tap here to enter text.</w:t>
          </w:r>
        </w:sdtContent>
      </w:sdt>
    </w:p>
    <w:p w14:paraId="1D9C9EA6" w14:textId="77777777" w:rsidR="00110111" w:rsidRDefault="00110111" w:rsidP="001F4915">
      <w:pPr>
        <w:pStyle w:val="Heading3"/>
      </w:pPr>
      <w:r>
        <w:t>Telephone #</w:t>
      </w:r>
      <w:r>
        <w:tab/>
      </w:r>
      <w:r>
        <w:tab/>
      </w:r>
      <w:sdt>
        <w:sdtPr>
          <w:id w:val="-1132944022"/>
          <w:placeholder>
            <w:docPart w:val="34424A4EFEA0499F855E4A3C4EE43D00"/>
          </w:placeholder>
          <w:showingPlcHdr/>
          <w:text/>
        </w:sdtPr>
        <w:sdtContent>
          <w:r w:rsidRPr="00377FE9">
            <w:rPr>
              <w:rStyle w:val="PlaceholderText"/>
            </w:rPr>
            <w:t>Click or tap here to enter text.</w:t>
          </w:r>
        </w:sdtContent>
      </w:sdt>
    </w:p>
    <w:p w14:paraId="1C7F06BF" w14:textId="77777777" w:rsidR="00110111" w:rsidRDefault="00110111" w:rsidP="001F4915">
      <w:pPr>
        <w:pStyle w:val="Heading3"/>
      </w:pPr>
      <w:r>
        <w:t>Email Address:</w:t>
      </w:r>
      <w:r>
        <w:tab/>
      </w:r>
      <w:sdt>
        <w:sdtPr>
          <w:id w:val="-1311639993"/>
          <w:placeholder>
            <w:docPart w:val="83BB74E6460040199FE3CD7506A1C0FE"/>
          </w:placeholder>
          <w:showingPlcHdr/>
          <w:text/>
        </w:sdtPr>
        <w:sdtContent>
          <w:r w:rsidRPr="00377FE9">
            <w:rPr>
              <w:rStyle w:val="PlaceholderText"/>
            </w:rPr>
            <w:t>Click or tap here to enter text.</w:t>
          </w:r>
        </w:sdtContent>
      </w:sdt>
    </w:p>
    <w:p w14:paraId="503288F4" w14:textId="77777777" w:rsidR="0053651C" w:rsidRDefault="0053651C" w:rsidP="001F4915">
      <w:pPr>
        <w:pStyle w:val="Heading3"/>
      </w:pPr>
    </w:p>
    <w:p w14:paraId="3DBCE1FE" w14:textId="77777777" w:rsidR="009D3F1B" w:rsidRPr="00BF6C18" w:rsidRDefault="007A6DDD" w:rsidP="00BF6C18">
      <w:pPr>
        <w:pStyle w:val="Heading3"/>
        <w:rPr>
          <w:b w:val="0"/>
          <w:bCs w:val="0"/>
        </w:rPr>
      </w:pPr>
      <w:r>
        <w:rPr>
          <w:b w:val="0"/>
          <w:bCs w:val="0"/>
        </w:rPr>
        <w:t xml:space="preserve">By </w:t>
      </w:r>
      <w:r w:rsidR="00185B56">
        <w:rPr>
          <w:b w:val="0"/>
          <w:bCs w:val="0"/>
        </w:rPr>
        <w:t>submitting a proposal</w:t>
      </w:r>
      <w:r w:rsidR="0017122A">
        <w:rPr>
          <w:b w:val="0"/>
          <w:bCs w:val="0"/>
        </w:rPr>
        <w:t>, the proponent acknowledges that it has read and understood the RFP</w:t>
      </w:r>
      <w:r w:rsidR="001C7C41">
        <w:rPr>
          <w:b w:val="0"/>
          <w:bCs w:val="0"/>
        </w:rPr>
        <w:t xml:space="preserve"> and all issued addenda, and understands the terms and conditions of the RFP as well as the full nature </w:t>
      </w:r>
      <w:r w:rsidR="009E019A">
        <w:rPr>
          <w:b w:val="0"/>
          <w:bCs w:val="0"/>
        </w:rPr>
        <w:t>and extent of the work contemplated therein</w:t>
      </w:r>
    </w:p>
    <w:p w14:paraId="12368F97" w14:textId="77777777" w:rsidR="00CA0465" w:rsidRDefault="00CA0465" w:rsidP="00CA0465">
      <w:pPr>
        <w:pStyle w:val="Heading1"/>
      </w:pPr>
      <w:r>
        <w:lastRenderedPageBreak/>
        <w:t>Evaluation Criteria</w:t>
      </w:r>
    </w:p>
    <w:p w14:paraId="522F3DD1" w14:textId="77777777" w:rsidR="00CA0465" w:rsidRDefault="00086425" w:rsidP="00CA0465">
      <w:r>
        <w:t>Proposals will be evaluated</w:t>
      </w:r>
      <w:r w:rsidR="00D73738">
        <w:t xml:space="preserve"> based on the following criteria:</w:t>
      </w:r>
      <w:r w:rsidR="008B118C">
        <w:t xml:space="preserve">  </w:t>
      </w:r>
    </w:p>
    <w:tbl>
      <w:tblPr>
        <w:tblStyle w:val="TableGrid"/>
        <w:tblW w:w="0" w:type="auto"/>
        <w:tblLook w:val="04A0" w:firstRow="1" w:lastRow="0" w:firstColumn="1" w:lastColumn="0" w:noHBand="0" w:noVBand="1"/>
      </w:tblPr>
      <w:tblGrid>
        <w:gridCol w:w="7650"/>
        <w:gridCol w:w="1700"/>
      </w:tblGrid>
      <w:tr w:rsidR="00D73738" w14:paraId="05073EAA" w14:textId="77777777" w:rsidTr="00B32EE8">
        <w:tc>
          <w:tcPr>
            <w:tcW w:w="7650" w:type="dxa"/>
          </w:tcPr>
          <w:p w14:paraId="796349F9" w14:textId="77777777" w:rsidR="00D73738" w:rsidRPr="00B32EE8" w:rsidRDefault="00A467F6" w:rsidP="00B32EE8">
            <w:pPr>
              <w:jc w:val="center"/>
              <w:rPr>
                <w:b/>
                <w:bCs/>
              </w:rPr>
            </w:pPr>
            <w:r w:rsidRPr="00B32EE8">
              <w:rPr>
                <w:b/>
                <w:bCs/>
              </w:rPr>
              <w:t>Evaluation Criteria</w:t>
            </w:r>
          </w:p>
        </w:tc>
        <w:tc>
          <w:tcPr>
            <w:tcW w:w="1700" w:type="dxa"/>
          </w:tcPr>
          <w:p w14:paraId="7119C77F" w14:textId="77777777" w:rsidR="00D73738" w:rsidRPr="00B32EE8" w:rsidRDefault="00A467F6" w:rsidP="00B32EE8">
            <w:pPr>
              <w:jc w:val="center"/>
              <w:rPr>
                <w:b/>
                <w:bCs/>
              </w:rPr>
            </w:pPr>
            <w:r w:rsidRPr="00B32EE8">
              <w:rPr>
                <w:b/>
                <w:bCs/>
              </w:rPr>
              <w:t>Maximum Possible Score</w:t>
            </w:r>
          </w:p>
        </w:tc>
      </w:tr>
      <w:tr w:rsidR="00D73738" w14:paraId="4D22C63A" w14:textId="77777777" w:rsidTr="00A707C1">
        <w:tc>
          <w:tcPr>
            <w:tcW w:w="7650" w:type="dxa"/>
            <w:vAlign w:val="center"/>
          </w:tcPr>
          <w:p w14:paraId="01FBA60D" w14:textId="045E91DF" w:rsidR="00D73738" w:rsidRPr="00176E45" w:rsidRDefault="005E21AD" w:rsidP="00CA0465">
            <w:pPr>
              <w:rPr>
                <w:color w:val="FF0000"/>
              </w:rPr>
            </w:pPr>
            <w:r w:rsidRPr="002A180A">
              <w:t xml:space="preserve">1. </w:t>
            </w:r>
            <w:r w:rsidR="002A180A" w:rsidRPr="002A180A">
              <w:t>Business Experience</w:t>
            </w:r>
          </w:p>
        </w:tc>
        <w:tc>
          <w:tcPr>
            <w:tcW w:w="1700" w:type="dxa"/>
            <w:vAlign w:val="center"/>
          </w:tcPr>
          <w:p w14:paraId="2E1DED3B" w14:textId="4B2FEB14" w:rsidR="00D73738" w:rsidRDefault="000B196B" w:rsidP="0032402C">
            <w:pPr>
              <w:jc w:val="center"/>
            </w:pPr>
            <w:r>
              <w:t>10</w:t>
            </w:r>
          </w:p>
        </w:tc>
      </w:tr>
      <w:tr w:rsidR="00C71E40" w14:paraId="11EBF074" w14:textId="77777777" w:rsidTr="00A707C1">
        <w:tc>
          <w:tcPr>
            <w:tcW w:w="7650" w:type="dxa"/>
            <w:vAlign w:val="center"/>
          </w:tcPr>
          <w:p w14:paraId="4A1B8F16" w14:textId="51005022" w:rsidR="00C71E40" w:rsidRDefault="00C71E40" w:rsidP="00CA0465">
            <w:r>
              <w:t xml:space="preserve">2. </w:t>
            </w:r>
            <w:r w:rsidR="00B2099A">
              <w:t>Approach / Methodology</w:t>
            </w:r>
          </w:p>
        </w:tc>
        <w:tc>
          <w:tcPr>
            <w:tcW w:w="1700" w:type="dxa"/>
            <w:vAlign w:val="center"/>
          </w:tcPr>
          <w:p w14:paraId="1E4D2E0A" w14:textId="08861137" w:rsidR="00C71E40" w:rsidRDefault="000B196B" w:rsidP="0032402C">
            <w:pPr>
              <w:jc w:val="center"/>
            </w:pPr>
            <w:r>
              <w:t>15</w:t>
            </w:r>
          </w:p>
        </w:tc>
      </w:tr>
      <w:tr w:rsidR="00D73738" w14:paraId="33315D05" w14:textId="77777777" w:rsidTr="00A707C1">
        <w:tc>
          <w:tcPr>
            <w:tcW w:w="7650" w:type="dxa"/>
            <w:vAlign w:val="center"/>
          </w:tcPr>
          <w:p w14:paraId="23745C2C" w14:textId="3EDDE6B8" w:rsidR="00D73738" w:rsidRDefault="00C71E40" w:rsidP="00CA0465">
            <w:r>
              <w:t>3</w:t>
            </w:r>
            <w:r w:rsidR="00F716F0">
              <w:t xml:space="preserve">. </w:t>
            </w:r>
            <w:r w:rsidR="00B2099A">
              <w:t>Functional / Technical</w:t>
            </w:r>
          </w:p>
        </w:tc>
        <w:tc>
          <w:tcPr>
            <w:tcW w:w="1700" w:type="dxa"/>
            <w:vAlign w:val="center"/>
          </w:tcPr>
          <w:p w14:paraId="4200C925" w14:textId="6ADCC2D1" w:rsidR="00D73738" w:rsidRDefault="000B196B" w:rsidP="0032402C">
            <w:pPr>
              <w:jc w:val="center"/>
            </w:pPr>
            <w:r>
              <w:t>35</w:t>
            </w:r>
          </w:p>
        </w:tc>
      </w:tr>
      <w:tr w:rsidR="00D73738" w14:paraId="22C11B1E" w14:textId="77777777" w:rsidTr="00A707C1">
        <w:tc>
          <w:tcPr>
            <w:tcW w:w="7650" w:type="dxa"/>
            <w:vAlign w:val="center"/>
          </w:tcPr>
          <w:p w14:paraId="07CA54B9" w14:textId="799E67A9" w:rsidR="00D73738" w:rsidRDefault="00C71E40" w:rsidP="00CA0465">
            <w:r>
              <w:t>4</w:t>
            </w:r>
            <w:r w:rsidR="0010442B">
              <w:t xml:space="preserve">. </w:t>
            </w:r>
            <w:r w:rsidR="00B2099A">
              <w:t xml:space="preserve">Data Migration / Conversion </w:t>
            </w:r>
          </w:p>
        </w:tc>
        <w:tc>
          <w:tcPr>
            <w:tcW w:w="1700" w:type="dxa"/>
            <w:vAlign w:val="center"/>
          </w:tcPr>
          <w:p w14:paraId="7820F0C1" w14:textId="2C9E59EA" w:rsidR="00D73738" w:rsidRDefault="000B196B" w:rsidP="0032402C">
            <w:pPr>
              <w:jc w:val="center"/>
            </w:pPr>
            <w:r>
              <w:t>30</w:t>
            </w:r>
          </w:p>
        </w:tc>
      </w:tr>
      <w:tr w:rsidR="00D73738" w14:paraId="3E5677D4" w14:textId="77777777" w:rsidTr="00A707C1">
        <w:tc>
          <w:tcPr>
            <w:tcW w:w="7650" w:type="dxa"/>
            <w:vAlign w:val="center"/>
          </w:tcPr>
          <w:p w14:paraId="653A233D" w14:textId="439698D4" w:rsidR="00D73738" w:rsidRDefault="00C71E40" w:rsidP="00CA0465">
            <w:r>
              <w:t xml:space="preserve">5. </w:t>
            </w:r>
            <w:r w:rsidR="00B2099A">
              <w:t>Robustness</w:t>
            </w:r>
          </w:p>
        </w:tc>
        <w:tc>
          <w:tcPr>
            <w:tcW w:w="1700" w:type="dxa"/>
            <w:vAlign w:val="center"/>
          </w:tcPr>
          <w:p w14:paraId="0266D718" w14:textId="6E2C6715" w:rsidR="00D73738" w:rsidRDefault="000B196B" w:rsidP="0032402C">
            <w:pPr>
              <w:jc w:val="center"/>
            </w:pPr>
            <w:r>
              <w:t>10</w:t>
            </w:r>
          </w:p>
        </w:tc>
      </w:tr>
      <w:tr w:rsidR="00D73738" w14:paraId="19F6A4C7" w14:textId="77777777" w:rsidTr="00A707C1">
        <w:tc>
          <w:tcPr>
            <w:tcW w:w="7650" w:type="dxa"/>
            <w:vAlign w:val="center"/>
          </w:tcPr>
          <w:p w14:paraId="758F6CDE" w14:textId="77777777" w:rsidR="00D73738" w:rsidRPr="0032402C" w:rsidRDefault="00001386" w:rsidP="00CA0465">
            <w:pPr>
              <w:rPr>
                <w:b/>
                <w:bCs/>
              </w:rPr>
            </w:pPr>
            <w:r w:rsidRPr="0032402C">
              <w:rPr>
                <w:b/>
                <w:bCs/>
              </w:rPr>
              <w:t>Subtotal – Criteria Score</w:t>
            </w:r>
          </w:p>
        </w:tc>
        <w:tc>
          <w:tcPr>
            <w:tcW w:w="1700" w:type="dxa"/>
            <w:vAlign w:val="center"/>
          </w:tcPr>
          <w:p w14:paraId="1A5069C7" w14:textId="7DFF1984" w:rsidR="00D73738" w:rsidRPr="0032402C" w:rsidRDefault="00B2099A" w:rsidP="0032402C">
            <w:pPr>
              <w:jc w:val="center"/>
              <w:rPr>
                <w:b/>
                <w:bCs/>
              </w:rPr>
            </w:pPr>
            <w:r>
              <w:rPr>
                <w:b/>
                <w:bCs/>
              </w:rPr>
              <w:t>100</w:t>
            </w:r>
          </w:p>
        </w:tc>
      </w:tr>
      <w:tr w:rsidR="00D73738" w14:paraId="5B726F61" w14:textId="77777777" w:rsidTr="00A707C1">
        <w:tc>
          <w:tcPr>
            <w:tcW w:w="7650" w:type="dxa"/>
            <w:vAlign w:val="center"/>
          </w:tcPr>
          <w:p w14:paraId="17EB6905" w14:textId="77777777" w:rsidR="00D73738" w:rsidRDefault="00C7299B" w:rsidP="00CA0465">
            <w:r>
              <w:t>Cost Estimate</w:t>
            </w:r>
          </w:p>
        </w:tc>
        <w:tc>
          <w:tcPr>
            <w:tcW w:w="1700" w:type="dxa"/>
            <w:vAlign w:val="center"/>
          </w:tcPr>
          <w:p w14:paraId="3D28A5EE" w14:textId="339A5885" w:rsidR="00D73738" w:rsidRDefault="008E2134" w:rsidP="00C7299B">
            <w:pPr>
              <w:jc w:val="center"/>
            </w:pPr>
            <w:r>
              <w:t>43</w:t>
            </w:r>
          </w:p>
        </w:tc>
      </w:tr>
      <w:tr w:rsidR="005E21AD" w14:paraId="50F7EE16" w14:textId="77777777" w:rsidTr="00A707C1">
        <w:tc>
          <w:tcPr>
            <w:tcW w:w="7650" w:type="dxa"/>
            <w:vAlign w:val="center"/>
          </w:tcPr>
          <w:p w14:paraId="5027C6DC" w14:textId="77777777" w:rsidR="005E21AD" w:rsidRPr="00C7299B" w:rsidRDefault="00C7299B" w:rsidP="00CA0465">
            <w:pPr>
              <w:rPr>
                <w:b/>
                <w:bCs/>
              </w:rPr>
            </w:pPr>
            <w:r w:rsidRPr="00C7299B">
              <w:rPr>
                <w:b/>
                <w:bCs/>
              </w:rPr>
              <w:t>Total – Proposal Score</w:t>
            </w:r>
          </w:p>
        </w:tc>
        <w:tc>
          <w:tcPr>
            <w:tcW w:w="1700" w:type="dxa"/>
            <w:vAlign w:val="center"/>
          </w:tcPr>
          <w:p w14:paraId="2104D1F8" w14:textId="5A55C125" w:rsidR="005E21AD" w:rsidRPr="00C7299B" w:rsidRDefault="008E2134" w:rsidP="00C7299B">
            <w:pPr>
              <w:jc w:val="center"/>
              <w:rPr>
                <w:b/>
                <w:bCs/>
              </w:rPr>
            </w:pPr>
            <w:r>
              <w:rPr>
                <w:b/>
                <w:bCs/>
              </w:rPr>
              <w:t>143</w:t>
            </w:r>
          </w:p>
        </w:tc>
      </w:tr>
    </w:tbl>
    <w:p w14:paraId="52759769" w14:textId="77777777" w:rsidR="00D73738" w:rsidRDefault="00D73738" w:rsidP="00CA0465"/>
    <w:p w14:paraId="68480DCF" w14:textId="77777777" w:rsidR="008E2134" w:rsidRPr="008E2134" w:rsidRDefault="00CA0A05" w:rsidP="00CA0465">
      <w:pPr>
        <w:rPr>
          <w:b/>
          <w:bCs/>
        </w:rPr>
      </w:pPr>
      <w:r w:rsidRPr="008E2134">
        <w:rPr>
          <w:b/>
          <w:bCs/>
        </w:rPr>
        <w:t xml:space="preserve">The proposal must attain a minimum Criteria Score of </w:t>
      </w:r>
      <w:r w:rsidR="00C45AFB" w:rsidRPr="008E2134">
        <w:rPr>
          <w:b/>
          <w:bCs/>
        </w:rPr>
        <w:t>60</w:t>
      </w:r>
      <w:r w:rsidR="00962FFC" w:rsidRPr="008E2134">
        <w:rPr>
          <w:b/>
          <w:bCs/>
        </w:rPr>
        <w:t xml:space="preserve"> points</w:t>
      </w:r>
      <w:r w:rsidR="00D57F26" w:rsidRPr="008E2134">
        <w:rPr>
          <w:b/>
          <w:bCs/>
        </w:rPr>
        <w:t xml:space="preserve">. </w:t>
      </w:r>
    </w:p>
    <w:p w14:paraId="043E73AF" w14:textId="26DF86EE" w:rsidR="001B51DF" w:rsidRDefault="00D57F26" w:rsidP="00CA0465">
      <w:r>
        <w:t>Proposals not meeting this threshold will be disqualified and removed from further consideration.</w:t>
      </w:r>
    </w:p>
    <w:p w14:paraId="6AE8C090" w14:textId="77777777" w:rsidR="00F24214" w:rsidRPr="00B670F5" w:rsidRDefault="00F24214" w:rsidP="00CA0465">
      <w:pPr>
        <w:rPr>
          <w:color w:val="FF0000"/>
        </w:rPr>
      </w:pPr>
    </w:p>
    <w:p w14:paraId="7E3032CB" w14:textId="77777777" w:rsidR="000106C9" w:rsidRPr="00B670F5" w:rsidRDefault="00583520" w:rsidP="00583520">
      <w:pPr>
        <w:widowControl/>
        <w:autoSpaceDE/>
        <w:autoSpaceDN/>
        <w:spacing w:after="0"/>
        <w:rPr>
          <w:color w:val="FF0000"/>
        </w:rPr>
      </w:pPr>
      <w:r>
        <w:rPr>
          <w:color w:val="FF0000"/>
        </w:rPr>
        <w:br w:type="page"/>
      </w:r>
    </w:p>
    <w:p w14:paraId="1A1997E6" w14:textId="0D122C60" w:rsidR="00EF380B" w:rsidRDefault="00BA1F2B" w:rsidP="00946887">
      <w:pPr>
        <w:pStyle w:val="Heading1"/>
        <w:numPr>
          <w:ilvl w:val="0"/>
          <w:numId w:val="20"/>
        </w:numPr>
      </w:pPr>
      <w:r>
        <w:lastRenderedPageBreak/>
        <w:t>Business</w:t>
      </w:r>
      <w:r w:rsidR="0051145F">
        <w:t xml:space="preserve"> </w:t>
      </w:r>
      <w:r>
        <w:t>experience</w:t>
      </w:r>
    </w:p>
    <w:p w14:paraId="77E70722" w14:textId="77777777" w:rsidR="00156422" w:rsidRDefault="00156422" w:rsidP="00CF5C84">
      <w:pPr>
        <w:pStyle w:val="Heading3"/>
        <w:numPr>
          <w:ilvl w:val="1"/>
          <w:numId w:val="20"/>
        </w:numPr>
        <w:shd w:val="clear" w:color="auto" w:fill="FFFFFF"/>
        <w:spacing w:after="225"/>
        <w:jc w:val="both"/>
        <w:rPr>
          <w:rFonts w:ascii="Open Sans" w:eastAsia="Times New Roman" w:hAnsi="Open Sans" w:cs="Open Sans"/>
          <w:color w:val="000000"/>
          <w:sz w:val="21"/>
          <w:szCs w:val="21"/>
        </w:rPr>
      </w:pPr>
      <w:bookmarkStart w:id="4" w:name="_Hlk184037789"/>
      <w:r w:rsidRPr="0051145F">
        <w:t>Describe your recent experience upgrading IBM InfoSphere from version 11.5 to 11.7</w:t>
      </w:r>
      <w:r>
        <w:rPr>
          <w:rFonts w:ascii="Open Sans" w:eastAsia="Times New Roman" w:hAnsi="Open Sans" w:cs="Open Sans"/>
          <w:color w:val="000000"/>
          <w:sz w:val="21"/>
          <w:szCs w:val="21"/>
        </w:rPr>
        <w:t>.</w:t>
      </w:r>
    </w:p>
    <w:sdt>
      <w:sdtPr>
        <w:rPr>
          <w:rStyle w:val="BodyTextChar"/>
          <w:b/>
          <w:szCs w:val="24"/>
          <w:lang w:val="en-CA"/>
        </w:rPr>
        <w:id w:val="841054311"/>
        <w:placeholder>
          <w:docPart w:val="685A9EF880D34B989EB8DF739CFDC001"/>
        </w:placeholder>
      </w:sdtPr>
      <w:sdtEndPr>
        <w:rPr>
          <w:rStyle w:val="DefaultParagraphFont"/>
          <w:bCs/>
          <w:noProof/>
        </w:rPr>
      </w:sdtEndPr>
      <w:sdtContent>
        <w:p w14:paraId="2254E3CF" w14:textId="77777777" w:rsidR="000C5A6D" w:rsidRPr="00255E85" w:rsidRDefault="000C5A6D" w:rsidP="000C5A6D">
          <w:pPr>
            <w:rPr>
              <w:rStyle w:val="BodyTextChar"/>
            </w:rPr>
          </w:pPr>
          <w:r w:rsidRPr="00255E85">
            <w:rPr>
              <w:rStyle w:val="BodyTextChar"/>
            </w:rPr>
            <w:t xml:space="preserve">Over the past year, we've tackled a couple of these </w:t>
          </w:r>
          <w:proofErr w:type="spellStart"/>
          <w:r w:rsidRPr="00255E85">
            <w:rPr>
              <w:rStyle w:val="BodyTextChar"/>
            </w:rPr>
            <w:t>InfoSphere</w:t>
          </w:r>
          <w:proofErr w:type="spellEnd"/>
          <w:r w:rsidRPr="00255E85">
            <w:rPr>
              <w:rStyle w:val="BodyTextChar"/>
            </w:rPr>
            <w:t xml:space="preserve"> upgrades that hit pretty close to home for what MBLL's outlining here—going from 11.5 to 11.7.1 on Windows setups, with all the usual headaches of keeping DataStage jobs humming and custom connectors in one piece. Last fall, we wrapped one up for a mid-sized financial services firm in the Midwest; they were running a legacy 11.5 stack on Server 2012, buried under years of tweaks, and needed to leapfrog to 11.7.1 on fresh Server 2022 boxes to dodge end-of-support drama. I led the hands-on migration, coordinating a three-person team: me on the engine and jobs, a junior for testing, and our sysadmin guy wrestling the hardware side.</w:t>
          </w:r>
        </w:p>
        <w:p w14:paraId="2DB42E2E" w14:textId="77777777" w:rsidR="000C5A6D" w:rsidRPr="00255E85" w:rsidRDefault="000C5A6D" w:rsidP="000C5A6D">
          <w:pPr>
            <w:rPr>
              <w:rStyle w:val="BodyTextChar"/>
            </w:rPr>
          </w:pPr>
        </w:p>
        <w:p w14:paraId="745C541A" w14:textId="77777777" w:rsidR="000C5A6D" w:rsidRPr="00255E85" w:rsidRDefault="000C5A6D" w:rsidP="000C5A6D">
          <w:pPr>
            <w:rPr>
              <w:rStyle w:val="BodyTextChar"/>
            </w:rPr>
          </w:pPr>
          <w:r w:rsidRPr="00255E85">
            <w:rPr>
              <w:rStyle w:val="BodyTextChar"/>
            </w:rPr>
            <w:t>Kicking off, we dove straight into the assessment—mirroring what MBLL calls for in their architecture review. Their environment had about 150 DataStage jobs, some pulling from Oracle DBs and feeding into a custom reporting layer, plus those pesky JDE and S3 connectors they'd patched in-house. We mapped the current state over two weeks: inventorying configs, sequencing dependencies, and stress-testing the baseline. One wrinkle right out the gate was a firewall rule that choked the metadata repo during exports—nothing major, but it ate a day of back-and-forth with their network team. We documented it all in a simple Visio diagram and a checklist, flagging risks like potential job parameter shifts in the new version.</w:t>
          </w:r>
        </w:p>
        <w:p w14:paraId="15136EE5" w14:textId="77777777" w:rsidR="000C5A6D" w:rsidRPr="00255E85" w:rsidRDefault="000C5A6D" w:rsidP="000C5A6D">
          <w:pPr>
            <w:rPr>
              <w:rStyle w:val="BodyTextChar"/>
            </w:rPr>
          </w:pPr>
        </w:p>
        <w:p w14:paraId="25920E00" w14:textId="77777777" w:rsidR="000C5A6D" w:rsidRPr="00255E85" w:rsidRDefault="000C5A6D" w:rsidP="000C5A6D">
          <w:pPr>
            <w:rPr>
              <w:rStyle w:val="BodyTextChar"/>
            </w:rPr>
          </w:pPr>
          <w:r w:rsidRPr="00255E85">
            <w:rPr>
              <w:rStyle w:val="BodyTextChar"/>
            </w:rPr>
            <w:t xml:space="preserve">The build phase was where it got fun. We spun up dev and test environments first, installing 11.7.1 fresh via the Update Installer in GUI mode—IBM's tool is solid, but you </w:t>
          </w:r>
          <w:proofErr w:type="spellStart"/>
          <w:r w:rsidRPr="00255E85">
            <w:rPr>
              <w:rStyle w:val="BodyTextChar"/>
            </w:rPr>
            <w:t>gotta</w:t>
          </w:r>
          <w:proofErr w:type="spellEnd"/>
          <w:r w:rsidRPr="00255E85">
            <w:rPr>
              <w:rStyle w:val="BodyTextChar"/>
            </w:rPr>
            <w:t xml:space="preserve"> watch the </w:t>
          </w:r>
          <w:proofErr w:type="spellStart"/>
          <w:r w:rsidRPr="00255E85">
            <w:rPr>
              <w:rStyle w:val="BodyTextChar"/>
            </w:rPr>
            <w:t>prereqs</w:t>
          </w:r>
          <w:proofErr w:type="spellEnd"/>
          <w:r w:rsidRPr="00255E85">
            <w:rPr>
              <w:rStyle w:val="BodyTextChar"/>
            </w:rPr>
            <w:t xml:space="preserve"> like Java 11 and the latest Db2 patches. We layered in their licensed suite: DataStage, </w:t>
          </w:r>
          <w:proofErr w:type="spellStart"/>
          <w:r w:rsidRPr="00255E85">
            <w:rPr>
              <w:rStyle w:val="BodyTextChar"/>
            </w:rPr>
            <w:t>QualityStage</w:t>
          </w:r>
          <w:proofErr w:type="spellEnd"/>
          <w:r w:rsidRPr="00255E85">
            <w:rPr>
              <w:rStyle w:val="BodyTextChar"/>
            </w:rPr>
            <w:t>, Designer, the whole lot, including Governance Catalog and ISD. Migrating configs from 11.5 was smoother than expected; the export/import wizard handled most of it, but we had to manually tweak XMLs for the custom S3 fix—turns out 11.7.1's connector stage needed a minor param update to match the old patch logic. No showstoppers, though; IBM's release notes warned us about that, and a quick support ticket got us a workaround script.</w:t>
          </w:r>
        </w:p>
        <w:p w14:paraId="6F2FE26D" w14:textId="77777777" w:rsidR="000C5A6D" w:rsidRPr="00255E85" w:rsidRDefault="000C5A6D" w:rsidP="000C5A6D">
          <w:pPr>
            <w:rPr>
              <w:rStyle w:val="BodyTextChar"/>
            </w:rPr>
          </w:pPr>
        </w:p>
        <w:p w14:paraId="1B0E53EE" w14:textId="77777777" w:rsidR="000C5A6D" w:rsidRPr="00255E85" w:rsidRDefault="000C5A6D" w:rsidP="000C5A6D">
          <w:pPr>
            <w:rPr>
              <w:rStyle w:val="BodyTextChar"/>
            </w:rPr>
          </w:pPr>
          <w:r w:rsidRPr="00255E85">
            <w:rPr>
              <w:rStyle w:val="BodyTextChar"/>
            </w:rPr>
            <w:t>Testing was the real gr</w:t>
          </w:r>
          <w:r>
            <w:rPr>
              <w:rStyle w:val="BodyTextChar"/>
            </w:rPr>
            <w:t xml:space="preserve">  </w:t>
          </w:r>
          <w:proofErr w:type="spellStart"/>
          <w:r w:rsidRPr="00255E85">
            <w:rPr>
              <w:rStyle w:val="BodyTextChar"/>
            </w:rPr>
            <w:t>ind</w:t>
          </w:r>
          <w:proofErr w:type="spellEnd"/>
          <w:r w:rsidRPr="00255E85">
            <w:rPr>
              <w:rStyle w:val="BodyTextChar"/>
            </w:rPr>
            <w:t>—about three weeks of smoke runs and UAT. We imported a subset of jobs first, say 20%, and fired them off in parallel. Ninety percent ran clean, but a handful bombed on stage variable scoping, a known gotcha from 11.5 to 11.7 where parallel execution tightened up on null handling. We remediated collaboratively: scripted fixes for the common ones, like wrapping expressions in null-safe functions, and walked their analysts through the diffs. For the JDE connector, we validated end-to-end with sample payloads—pulled dummy invoices from their sandbox and confirmed no data skew. Production prep involved a dry-run cutover on a cloned box, syncing metadata overnight and verifying firewall passthroughs. Post-go-live, we shadowed for 30 days, tweaking a sequencer that glitched under load—turned out to be a VM resource cap we hadn't tuned.</w:t>
          </w:r>
        </w:p>
        <w:p w14:paraId="0FB68D55" w14:textId="77777777" w:rsidR="000C5A6D" w:rsidRPr="00255E85" w:rsidRDefault="000C5A6D" w:rsidP="000C5A6D">
          <w:pPr>
            <w:rPr>
              <w:rStyle w:val="BodyTextChar"/>
            </w:rPr>
          </w:pPr>
        </w:p>
        <w:p w14:paraId="6958AE5F" w14:textId="77777777" w:rsidR="000C5A6D" w:rsidRPr="00255E85" w:rsidRDefault="000C5A6D" w:rsidP="000C5A6D">
          <w:pPr>
            <w:rPr>
              <w:rStyle w:val="BodyTextChar"/>
            </w:rPr>
          </w:pPr>
          <w:r w:rsidRPr="00255E85">
            <w:rPr>
              <w:rStyle w:val="BodyTextChar"/>
            </w:rPr>
            <w:lastRenderedPageBreak/>
            <w:t>The whole thing clocked in at five months, under budget by 10% since we reused some of their existing scripts. Client was thrilled—no downtime, and they picked up 11.7.1 perks like better ODPP library support for masking and Netezza metadata ops without rework. Lessons learned? Always overprovision test data volumes early— we skimped at first and chased ghosts in validation. And communicate weekly; their stakeholders ate up those status recaps. If MBLL's got similar custom patches, we'd front-load a compatibility matrix to avoid surprises. It's rewarding work—seeing the system breathe easier after years of duct tape.</w:t>
          </w:r>
        </w:p>
        <w:p w14:paraId="5016D033" w14:textId="0A267112" w:rsidR="00F117E5" w:rsidRDefault="00F117E5" w:rsidP="00F117E5">
          <w:pPr>
            <w:pStyle w:val="Heading3"/>
            <w:shd w:val="clear" w:color="auto" w:fill="FFFFFF"/>
            <w:spacing w:after="225"/>
            <w:ind w:left="792"/>
            <w:jc w:val="both"/>
            <w:rPr>
              <w:b w:val="0"/>
            </w:rPr>
          </w:pPr>
        </w:p>
        <w:p w14:paraId="5A5A3E53" w14:textId="4E175467" w:rsidR="00C749B9" w:rsidRPr="00CF5C84" w:rsidRDefault="00000000" w:rsidP="00F117E5">
          <w:pPr>
            <w:pStyle w:val="Heading3"/>
            <w:shd w:val="clear" w:color="auto" w:fill="FFFFFF"/>
            <w:spacing w:after="225"/>
            <w:ind w:left="792"/>
            <w:jc w:val="both"/>
            <w:rPr>
              <w:rFonts w:ascii="Open Sans" w:eastAsia="Times New Roman" w:hAnsi="Open Sans" w:cs="Open Sans"/>
              <w:color w:val="000000"/>
              <w:sz w:val="21"/>
              <w:szCs w:val="21"/>
            </w:rPr>
          </w:pPr>
        </w:p>
      </w:sdtContent>
    </w:sdt>
    <w:p w14:paraId="0AB5E876" w14:textId="77777777" w:rsidR="00C749B9" w:rsidRDefault="00C749B9" w:rsidP="00C749B9"/>
    <w:sdt>
      <w:sdtPr>
        <w:rPr>
          <w:rStyle w:val="BodyTextChar"/>
        </w:rPr>
        <w:id w:val="1040316473"/>
        <w:lock w:val="sdtLocked"/>
        <w:placeholder>
          <w:docPart w:val="B1EC974C2F314A5D923D2CCF4ED5E10E"/>
        </w:placeholder>
        <w:showingPlcHdr/>
      </w:sdtPr>
      <w:sdtEndPr>
        <w:rPr>
          <w:rStyle w:val="DefaultParagraphFont"/>
        </w:rPr>
      </w:sdtEndPr>
      <w:sdtContent>
        <w:p w14:paraId="24900040" w14:textId="7F31C754" w:rsidR="00F04A89" w:rsidRPr="00C749B9" w:rsidRDefault="00B00C71" w:rsidP="00255E85">
          <w:pPr>
            <w:rPr>
              <w:rStyle w:val="BodyTextChar"/>
            </w:rPr>
          </w:pPr>
          <w:r w:rsidRPr="00377FE9">
            <w:rPr>
              <w:rStyle w:val="PlaceholderText"/>
            </w:rPr>
            <w:t>Click or tap here to enter text.</w:t>
          </w:r>
        </w:p>
      </w:sdtContent>
    </w:sdt>
    <w:bookmarkEnd w:id="4" w:displacedByCustomXml="prev"/>
    <w:sdt>
      <w:sdtPr>
        <w:rPr>
          <w:rStyle w:val="BodyTextChar"/>
        </w:rPr>
        <w:id w:val="1675843380"/>
        <w:lock w:val="sdtLocked"/>
        <w:placeholder>
          <w:docPart w:val="42C574B7AF2D4C72B4F5CC183870794D"/>
        </w:placeholder>
        <w:showingPlcHdr/>
      </w:sdtPr>
      <w:sdtEndPr>
        <w:rPr>
          <w:rStyle w:val="DefaultParagraphFont"/>
        </w:rPr>
      </w:sdtEndPr>
      <w:sdtContent>
        <w:p w14:paraId="2680B185" w14:textId="174720D8" w:rsidR="00430B71" w:rsidRPr="004579F8" w:rsidRDefault="00255E85" w:rsidP="004579F8">
          <w:r w:rsidRPr="00377FE9">
            <w:rPr>
              <w:rStyle w:val="PlaceholderText"/>
            </w:rPr>
            <w:t>Click or tap here to enter text.</w:t>
          </w:r>
        </w:p>
      </w:sdtContent>
    </w:sdt>
    <w:p w14:paraId="627BC77E" w14:textId="77777777" w:rsidR="006C7B28" w:rsidRDefault="006C7B28">
      <w:pPr>
        <w:widowControl/>
        <w:autoSpaceDE/>
        <w:autoSpaceDN/>
        <w:spacing w:after="0"/>
      </w:pPr>
      <w:r>
        <w:br w:type="page"/>
      </w:r>
    </w:p>
    <w:p w14:paraId="41A11DEA" w14:textId="41009129" w:rsidR="006B038C" w:rsidRDefault="00AB4772" w:rsidP="006B038C">
      <w:pPr>
        <w:pStyle w:val="Heading1"/>
        <w:numPr>
          <w:ilvl w:val="0"/>
          <w:numId w:val="20"/>
        </w:numPr>
      </w:pPr>
      <w:r>
        <w:lastRenderedPageBreak/>
        <w:t>APPROACH / METHADOLOGY</w:t>
      </w:r>
    </w:p>
    <w:p w14:paraId="69531123" w14:textId="77777777" w:rsidR="008C2486" w:rsidRDefault="008C2486" w:rsidP="008C2486">
      <w:pPr>
        <w:pStyle w:val="Heading3"/>
        <w:numPr>
          <w:ilvl w:val="1"/>
          <w:numId w:val="20"/>
        </w:numPr>
        <w:shd w:val="clear" w:color="auto" w:fill="FFFFFF"/>
        <w:spacing w:after="225"/>
        <w:jc w:val="both"/>
        <w:rPr>
          <w:rFonts w:ascii="Open Sans" w:eastAsia="Times New Roman" w:hAnsi="Open Sans" w:cs="Open Sans"/>
          <w:color w:val="000000"/>
          <w:sz w:val="21"/>
          <w:szCs w:val="21"/>
        </w:rPr>
      </w:pPr>
      <w:r w:rsidRPr="00365FAE">
        <w:rPr>
          <w:rFonts w:ascii="Open Sans" w:eastAsia="Times New Roman" w:hAnsi="Open Sans" w:cs="Open Sans"/>
          <w:color w:val="000000"/>
          <w:sz w:val="21"/>
          <w:szCs w:val="21"/>
        </w:rPr>
        <w:t>Describe the methodology you will use for the implementation.</w:t>
      </w:r>
    </w:p>
    <w:sdt>
      <w:sdtPr>
        <w:rPr>
          <w:rStyle w:val="BodyTextChar"/>
        </w:rPr>
        <w:id w:val="723723156"/>
        <w:placeholder>
          <w:docPart w:val="65FCC85AD2884BE09490F4D15A6761B7"/>
        </w:placeholder>
      </w:sdtPr>
      <w:sdtEndPr>
        <w:rPr>
          <w:rStyle w:val="DefaultParagraphFont"/>
        </w:rPr>
      </w:sdtEndPr>
      <w:sdtContent>
        <w:p w14:paraId="6E0C3AAB" w14:textId="77777777" w:rsidR="001E4192" w:rsidRPr="001E4192" w:rsidRDefault="001E4192" w:rsidP="001E4192">
          <w:pPr>
            <w:pStyle w:val="Heading3"/>
            <w:shd w:val="clear" w:color="auto" w:fill="FFFFFF"/>
            <w:spacing w:after="225"/>
            <w:ind w:left="360"/>
            <w:jc w:val="both"/>
            <w:rPr>
              <w:lang w:val="en-US"/>
            </w:rPr>
          </w:pPr>
          <w:r w:rsidRPr="001E4192">
            <w:rPr>
              <w:lang w:val="en-US"/>
            </w:rPr>
            <w:t>For tackling the IBM InfoSphere upgrade outlined in MBLL’s RFP, we’ll lean on a proven, step-by-step methodology that’s kept us on track in similar gigs. It’s all about breaking this into manageable chunks, keeping the team aligned, and making sure MBLL’s three environments—Development, Testing, and Production—come out stronger. Here’s how we’ll roll it out, tailored to their six-month timeline and specific needs.</w:t>
          </w:r>
        </w:p>
        <w:p w14:paraId="6633B0F9" w14:textId="77777777" w:rsidR="001E4192" w:rsidRPr="001E4192" w:rsidRDefault="001E4192" w:rsidP="001E4192">
          <w:pPr>
            <w:pStyle w:val="Heading3"/>
            <w:numPr>
              <w:ilvl w:val="0"/>
              <w:numId w:val="1"/>
            </w:numPr>
            <w:shd w:val="clear" w:color="auto" w:fill="FFFFFF"/>
            <w:spacing w:after="225"/>
            <w:jc w:val="both"/>
            <w:rPr>
              <w:lang w:val="en-US"/>
            </w:rPr>
          </w:pPr>
          <w:r w:rsidRPr="001E4192">
            <w:rPr>
              <w:lang w:val="en-US"/>
            </w:rPr>
            <w:t>We kick off with a solid planning phase, hitting the ground running after the SOW is signed. First thing, we’ll sit down with MBLL’s IT crew to map out the current setup—servers, configs, those custom JDE and S3 patches on 11.5, and how it all ties into their databases and firewalls. We’ll sketch a detailed project plan: timelines, who’s doing what, and any gotchas we spot, like potential compatibility snags. Weekly check-ins with MBLL will keep everyone in the loop, and we’ll document everything in a living roadmap—nothing fancy, just clear notes and charts to track progress.</w:t>
          </w:r>
        </w:p>
        <w:p w14:paraId="68192E3A" w14:textId="77777777" w:rsidR="001E4192" w:rsidRPr="001E4192" w:rsidRDefault="001E4192" w:rsidP="001E4192">
          <w:pPr>
            <w:pStyle w:val="Heading3"/>
            <w:numPr>
              <w:ilvl w:val="0"/>
              <w:numId w:val="1"/>
            </w:numPr>
            <w:shd w:val="clear" w:color="auto" w:fill="FFFFFF"/>
            <w:spacing w:after="225"/>
            <w:jc w:val="both"/>
            <w:rPr>
              <w:lang w:val="en-US"/>
            </w:rPr>
          </w:pPr>
          <w:r w:rsidRPr="001E4192">
            <w:rPr>
              <w:lang w:val="en-US"/>
            </w:rPr>
            <w:t>Next, we dive into the design. Our team will draft a blueprint covering the new Server 2022 builds, figuring out how hardware plays with InfoSphere’s components—DataStage, Governance Catalog, the full suite. We’ll review MBLL’s network layout, pin down security needs, and update a prerequisite checklist for 11.7.1.x. This step’s about anticipating hurdles, like ensuring those custom patches play nice with the upgrade, so we’ll flag any risks early and adjust the plan accordingly.</w:t>
          </w:r>
        </w:p>
        <w:p w14:paraId="290F44E2" w14:textId="77777777" w:rsidR="001E4192" w:rsidRPr="001E4192" w:rsidRDefault="001E4192" w:rsidP="001E4192">
          <w:pPr>
            <w:pStyle w:val="Heading3"/>
            <w:numPr>
              <w:ilvl w:val="0"/>
              <w:numId w:val="1"/>
            </w:numPr>
            <w:shd w:val="clear" w:color="auto" w:fill="FFFFFF"/>
            <w:spacing w:after="225"/>
            <w:jc w:val="both"/>
            <w:rPr>
              <w:lang w:val="en-US"/>
            </w:rPr>
          </w:pPr>
          <w:r w:rsidRPr="001E4192">
            <w:rPr>
              <w:lang w:val="en-US"/>
            </w:rPr>
            <w:t>Building comes after that. We’ll set up the Development and Testing environments first, installing 11.7.1.x fresh on virtual machines we spec out—enough juice to handle the load without choking. We’ll throw in all the licensed tools MBLL uses, from DataStage to Information Services Director, and run initial tests on a Windows 11 endpoint to shake out bugs. For Production, we’ll layer on the custom patches and fix packs, double-checking compatibility. Our sysadmin will handle the grunt work, while I oversee the DataStage database setup and hand off admin details to MBLL’s team with a demo.</w:t>
          </w:r>
        </w:p>
        <w:p w14:paraId="49D25576" w14:textId="77777777" w:rsidR="001E4192" w:rsidRPr="001E4192" w:rsidRDefault="001E4192" w:rsidP="001E4192">
          <w:pPr>
            <w:pStyle w:val="Heading3"/>
            <w:numPr>
              <w:ilvl w:val="0"/>
              <w:numId w:val="1"/>
            </w:numPr>
            <w:shd w:val="clear" w:color="auto" w:fill="FFFFFF"/>
            <w:spacing w:after="225"/>
            <w:jc w:val="both"/>
            <w:rPr>
              <w:lang w:val="en-US"/>
            </w:rPr>
          </w:pPr>
          <w:r w:rsidRPr="001E4192">
            <w:rPr>
              <w:lang w:val="en-US"/>
            </w:rPr>
            <w:t>Then it’s testing time. We’ll import DataStage jobs from the old 11.5 archive, starting with a sample batch to smoke-test the migration. Our focus is validating those jobs run clean—no production hiccups—and that the JDE/S3 fixes hold up. If something flops, like a job misfiring due to parameter shifts, we’ll dig in, fix it collaboratively with MBLL, and rerun. We’ll also define security protocols for test data and document the process, ensuring MBLL’s end-to-end validation needs are met. This phase could stretch a bit if anomalies pop up, but we’ll keep them posted with regular updates.</w:t>
          </w:r>
        </w:p>
        <w:p w14:paraId="25257506" w14:textId="77777777" w:rsidR="001E4192" w:rsidRPr="001E4192" w:rsidRDefault="001E4192" w:rsidP="001E4192">
          <w:pPr>
            <w:pStyle w:val="Heading3"/>
            <w:numPr>
              <w:ilvl w:val="0"/>
              <w:numId w:val="1"/>
            </w:numPr>
            <w:shd w:val="clear" w:color="auto" w:fill="FFFFFF"/>
            <w:spacing w:after="225"/>
            <w:jc w:val="both"/>
            <w:rPr>
              <w:lang w:val="en-US"/>
            </w:rPr>
          </w:pPr>
          <w:r w:rsidRPr="001E4192">
            <w:rPr>
              <w:lang w:val="en-US"/>
            </w:rPr>
            <w:t xml:space="preserve">Finally, we go live. After UAT sign-off, we’ll prep Production with a dry run, migrate the final jobs, and monitor the cutover. Post-go-live, we’ll stick around for 30 days, tweaking anything that creaks—load balancers, sequencers, whatever—and helping MBLL settle in. The whole flow hinges on tight coordination, clear docs, and flexibility to adapt as we go. We’ve done this dance before, and with MBLL’s input, we’ll nail it within that five-month </w:t>
          </w:r>
          <w:r w:rsidRPr="001E4192">
            <w:rPr>
              <w:lang w:val="en-US"/>
            </w:rPr>
            <w:lastRenderedPageBreak/>
            <w:t>implementation window, leaving a month for polish.</w:t>
          </w:r>
        </w:p>
        <w:p w14:paraId="080FEF78" w14:textId="290722E6" w:rsidR="006D041F" w:rsidRPr="00AD5CCB" w:rsidRDefault="00000000" w:rsidP="00DA13E4">
          <w:pPr>
            <w:pStyle w:val="Heading3"/>
            <w:shd w:val="clear" w:color="auto" w:fill="FFFFFF"/>
            <w:spacing w:after="225"/>
            <w:ind w:left="792"/>
            <w:jc w:val="both"/>
          </w:pPr>
        </w:p>
      </w:sdtContent>
    </w:sdt>
    <w:p w14:paraId="58ECBD83" w14:textId="77777777" w:rsidR="008C2486" w:rsidRDefault="008C2486" w:rsidP="008C2486">
      <w:pPr>
        <w:pStyle w:val="Heading3"/>
        <w:numPr>
          <w:ilvl w:val="1"/>
          <w:numId w:val="20"/>
        </w:numPr>
        <w:shd w:val="clear" w:color="auto" w:fill="FFFFFF"/>
        <w:spacing w:after="225"/>
        <w:jc w:val="both"/>
        <w:rPr>
          <w:rFonts w:ascii="Open Sans" w:eastAsia="Times New Roman" w:hAnsi="Open Sans" w:cs="Open Sans"/>
          <w:color w:val="000000"/>
          <w:sz w:val="21"/>
          <w:szCs w:val="21"/>
        </w:rPr>
      </w:pPr>
      <w:r w:rsidRPr="00365FAE">
        <w:rPr>
          <w:rFonts w:ascii="Open Sans" w:eastAsia="Times New Roman" w:hAnsi="Open Sans" w:cs="Open Sans"/>
          <w:color w:val="000000"/>
          <w:sz w:val="21"/>
          <w:szCs w:val="21"/>
        </w:rPr>
        <w:t>Propose a high-level schedule identifying the major tasks you would follow along with the time from the commencement of the job that those tasks would commence (i.e. week 1, week 2, week 4, etc.)</w:t>
      </w:r>
    </w:p>
    <w:sdt>
      <w:sdtPr>
        <w:rPr>
          <w:rStyle w:val="BodyTextChar"/>
        </w:rPr>
        <w:id w:val="1614327130"/>
        <w:placeholder>
          <w:docPart w:val="4F21228FA5B14774922CAE639EF47CD3"/>
        </w:placeholder>
      </w:sdtPr>
      <w:sdtEndPr>
        <w:rPr>
          <w:rStyle w:val="DefaultParagraphFont"/>
          <w:b w:val="0"/>
          <w:bCs w:val="0"/>
        </w:rPr>
      </w:sdtEndPr>
      <w:sdtContent>
        <w:p w14:paraId="7CF191F9" w14:textId="77777777" w:rsidR="00992529" w:rsidRPr="00992529" w:rsidRDefault="00992529" w:rsidP="00992529">
          <w:pPr>
            <w:pStyle w:val="Heading3"/>
            <w:shd w:val="clear" w:color="auto" w:fill="FFFFFF"/>
            <w:spacing w:after="225"/>
            <w:jc w:val="both"/>
            <w:rPr>
              <w:lang w:val="en-US"/>
            </w:rPr>
          </w:pPr>
          <w:r w:rsidRPr="00992529">
            <w:rPr>
              <w:lang w:val="en-US"/>
            </w:rPr>
            <w:t>we’ve laid out a high-level schedule to fit the six-month project window, starting from the day we sign the Statement of Work. This plan splits the work into major tasks, aligning with their five-month implementation goal plus a month for post-go-live support. We’ve built it based on past projects and MBLL’s scope, keeping flexibility to adjust as needed. Here’s the breakdown, counting weeks from kickoff.</w:t>
          </w:r>
        </w:p>
        <w:p w14:paraId="5A79ECB9" w14:textId="77777777" w:rsidR="00992529" w:rsidRPr="00992529" w:rsidRDefault="00992529" w:rsidP="00A6140C">
          <w:pPr>
            <w:pStyle w:val="Heading3"/>
            <w:shd w:val="clear" w:color="auto" w:fill="FFFFFF"/>
            <w:spacing w:after="225"/>
            <w:ind w:left="360"/>
            <w:jc w:val="both"/>
            <w:rPr>
              <w:lang w:val="en-US"/>
            </w:rPr>
          </w:pPr>
          <w:r w:rsidRPr="00992529">
            <w:rPr>
              <w:lang w:val="en-US"/>
            </w:rPr>
            <w:t>We’ll start in Week 1 with the planning phase. Right out the gate, we’ll meet MBLL’s IT team to map the current 11.5 setup—servers, configs, and those custom JDE/S3 patches. By the end of the week, we’ll draft a project plan with timelines, roles, and risks, kicking off weekly status meetings to keep things tight.</w:t>
          </w:r>
        </w:p>
        <w:p w14:paraId="127B6B5F" w14:textId="77777777" w:rsidR="00992529" w:rsidRPr="00992529" w:rsidRDefault="00992529" w:rsidP="00A6140C">
          <w:pPr>
            <w:pStyle w:val="Heading3"/>
            <w:shd w:val="clear" w:color="auto" w:fill="FFFFFF"/>
            <w:spacing w:after="225"/>
            <w:ind w:left="360"/>
            <w:jc w:val="both"/>
            <w:rPr>
              <w:lang w:val="en-US"/>
            </w:rPr>
          </w:pPr>
          <w:r w:rsidRPr="00992529">
            <w:rPr>
              <w:lang w:val="en-US"/>
            </w:rPr>
            <w:t>Week 3 shifts to design. We’ll spend two weeks crafting the architecture blueprint, reviewing MBLL’s network, and prepping the Server 2022 build plan. This includes pinning down hardware needs and updating the prerequisite checklist for 11.7.1.x. We’ll wrap this by Week 4, ready to hand off a solid roadmap.</w:t>
          </w:r>
        </w:p>
        <w:p w14:paraId="23D2E026" w14:textId="77777777" w:rsidR="00992529" w:rsidRPr="00992529" w:rsidRDefault="00992529" w:rsidP="00A6140C">
          <w:pPr>
            <w:pStyle w:val="Heading3"/>
            <w:shd w:val="clear" w:color="auto" w:fill="FFFFFF"/>
            <w:spacing w:after="225"/>
            <w:ind w:left="360"/>
            <w:jc w:val="both"/>
            <w:rPr>
              <w:lang w:val="en-US"/>
            </w:rPr>
          </w:pPr>
          <w:r w:rsidRPr="00992529">
            <w:rPr>
              <w:lang w:val="en-US"/>
            </w:rPr>
            <w:t>Building kicks off in Week 5. We’ll set up the Development and Testing environments first, installing the full InfoSphere suite—DataStage, Governance Catalog, you name it—on virtual machines. This runs through Week 8, with initial tests to iron out kinks. Production build starts in Week 9, layering in custom patches, and we aim to finish by Week 12, leaving room for tweaks.</w:t>
          </w:r>
        </w:p>
        <w:p w14:paraId="6BEDD3F7" w14:textId="77777777" w:rsidR="00992529" w:rsidRPr="00992529" w:rsidRDefault="00992529" w:rsidP="00A6140C">
          <w:pPr>
            <w:pStyle w:val="Heading3"/>
            <w:shd w:val="clear" w:color="auto" w:fill="FFFFFF"/>
            <w:spacing w:after="225"/>
            <w:ind w:left="360"/>
            <w:jc w:val="both"/>
            <w:rPr>
              <w:lang w:val="en-US"/>
            </w:rPr>
          </w:pPr>
          <w:r w:rsidRPr="00992529">
            <w:rPr>
              <w:lang w:val="en-US"/>
            </w:rPr>
            <w:t>Testing begins in Week 13. We’ll import a batch of DataStage jobs from the old 11.5 archive into Dev and Test, running smoke tests and validating the custom fixes. This phase stretches to Week 16, with UAT and remediation if jobs misfire—say, due to parameter shifts we’ve seen before. We’ll loop in MBLL for feedback and fix any snags collaboratively.</w:t>
          </w:r>
        </w:p>
        <w:p w14:paraId="1DE9937C" w14:textId="77777777" w:rsidR="00992529" w:rsidRPr="00992529" w:rsidRDefault="00992529" w:rsidP="00A6140C">
          <w:pPr>
            <w:pStyle w:val="Heading3"/>
            <w:shd w:val="clear" w:color="auto" w:fill="FFFFFF"/>
            <w:spacing w:after="225"/>
            <w:ind w:left="360"/>
            <w:jc w:val="both"/>
            <w:rPr>
              <w:lang w:val="en-US"/>
            </w:rPr>
          </w:pPr>
          <w:r w:rsidRPr="00992529">
            <w:rPr>
              <w:lang w:val="en-US"/>
            </w:rPr>
            <w:t>Week 17 marks the go-live prep. We’ll do a dry run in a cloned Production setup, migrate the final jobs, and test firewall passthroughs. This wraps by Week 20, setting the stage for the cutover. The actual production go-live happens in Week 21, with us monitoring closely and addressing any last-minute hiccups.</w:t>
          </w:r>
        </w:p>
        <w:p w14:paraId="24CBAD20" w14:textId="77777777" w:rsidR="00992529" w:rsidRPr="00992529" w:rsidRDefault="00992529" w:rsidP="00DF5FD9">
          <w:pPr>
            <w:pStyle w:val="Heading3"/>
            <w:shd w:val="clear" w:color="auto" w:fill="FFFFFF"/>
            <w:spacing w:after="225"/>
            <w:ind w:left="360"/>
            <w:jc w:val="both"/>
            <w:rPr>
              <w:lang w:val="en-US"/>
            </w:rPr>
          </w:pPr>
          <w:r w:rsidRPr="00992529">
            <w:rPr>
              <w:lang w:val="en-US"/>
            </w:rPr>
            <w:t>Post-go-live support starts in Week 22 and runs through Week 26. We’ll shadow the system, tweaking load balancers or sequencers if needed, and help MBLL settle in. By Week 26, we’ll sign off, ensuring everything’s stable. This schedule keeps us under the five-month mark, leaving that 30-day warranty buffer.</w:t>
          </w:r>
        </w:p>
        <w:p w14:paraId="34BD7D7E" w14:textId="77777777" w:rsidR="00992529" w:rsidRDefault="00992529" w:rsidP="00DF5FD9">
          <w:pPr>
            <w:pStyle w:val="Heading3"/>
            <w:shd w:val="clear" w:color="auto" w:fill="FFFFFF"/>
            <w:spacing w:after="225"/>
            <w:ind w:left="360"/>
            <w:jc w:val="both"/>
            <w:rPr>
              <w:lang w:val="en-US"/>
            </w:rPr>
          </w:pPr>
          <w:r w:rsidRPr="00992529">
            <w:rPr>
              <w:lang w:val="en-US"/>
            </w:rPr>
            <w:t xml:space="preserve">We’ve paced it to balance thoroughness with MBLL’s timeline, building in buffers for testing and patch validation—key given those custom connectors. Weekly syncs will keep us on </w:t>
          </w:r>
          <w:r w:rsidRPr="00992529">
            <w:rPr>
              <w:lang w:val="en-US"/>
            </w:rPr>
            <w:lastRenderedPageBreak/>
            <w:t>track, and we’ll adjust if MBLL’s security reviews or data imports shift the load. It’s a grind, but we’ve pulled this off before, and with their input, we’ll hit the mark.</w:t>
          </w:r>
        </w:p>
        <w:p w14:paraId="31D533BE" w14:textId="4C761EA6" w:rsidR="004B1B15" w:rsidRPr="004B1B15" w:rsidRDefault="004B1B15" w:rsidP="004B1B15">
          <w:pPr>
            <w:pStyle w:val="Heading3"/>
            <w:shd w:val="clear" w:color="auto" w:fill="FFFFFF"/>
            <w:spacing w:after="225"/>
            <w:jc w:val="both"/>
            <w:rPr>
              <w:lang w:val="en-US"/>
            </w:rPr>
          </w:pPr>
          <w:r w:rsidRPr="004B1B15">
            <w:rPr>
              <w:lang w:val="en-US"/>
            </w:rPr>
            <w:drawing>
              <wp:inline distT="0" distB="0" distL="0" distR="0" wp14:anchorId="322ADFB7" wp14:editId="2620CA1E">
                <wp:extent cx="5943600" cy="3382645"/>
                <wp:effectExtent l="0" t="0" r="0" b="8255"/>
                <wp:docPr id="301535773" name="Picture 15" descr="A graph with different colored box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535773" name="Picture 15" descr="A graph with different colored box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382645"/>
                        </a:xfrm>
                        <a:prstGeom prst="rect">
                          <a:avLst/>
                        </a:prstGeom>
                        <a:noFill/>
                        <a:ln>
                          <a:noFill/>
                        </a:ln>
                      </pic:spPr>
                    </pic:pic>
                  </a:graphicData>
                </a:graphic>
              </wp:inline>
            </w:drawing>
          </w:r>
        </w:p>
        <w:p w14:paraId="157DD9BB" w14:textId="238EF6C0" w:rsidR="00043CC0" w:rsidRPr="00043CC0" w:rsidRDefault="00043CC0" w:rsidP="004B1B15">
          <w:pPr>
            <w:pStyle w:val="Heading3"/>
            <w:shd w:val="clear" w:color="auto" w:fill="FFFFFF"/>
            <w:spacing w:after="225"/>
            <w:jc w:val="both"/>
          </w:pPr>
        </w:p>
        <w:p w14:paraId="6140DE9B" w14:textId="77777777" w:rsidR="00043CC0" w:rsidRPr="00992529" w:rsidRDefault="00043CC0" w:rsidP="00DF5FD9">
          <w:pPr>
            <w:pStyle w:val="Heading3"/>
            <w:shd w:val="clear" w:color="auto" w:fill="FFFFFF"/>
            <w:spacing w:after="225"/>
            <w:ind w:left="360"/>
            <w:jc w:val="both"/>
            <w:rPr>
              <w:lang w:val="en-US"/>
            </w:rPr>
          </w:pPr>
        </w:p>
        <w:p w14:paraId="0D2F1D8A" w14:textId="64840E95" w:rsidR="005D1071" w:rsidRPr="005D1071" w:rsidRDefault="00000000" w:rsidP="00992529">
          <w:pPr>
            <w:pStyle w:val="Heading3"/>
            <w:shd w:val="clear" w:color="auto" w:fill="FFFFFF"/>
            <w:spacing w:after="225"/>
            <w:jc w:val="both"/>
            <w:rPr>
              <w:b w:val="0"/>
              <w:bCs w:val="0"/>
            </w:rPr>
          </w:pPr>
        </w:p>
      </w:sdtContent>
    </w:sdt>
    <w:p w14:paraId="638CED87" w14:textId="77777777" w:rsidR="00C21833" w:rsidRDefault="00C21833" w:rsidP="008C2486">
      <w:pPr>
        <w:pStyle w:val="Heading3"/>
        <w:numPr>
          <w:ilvl w:val="1"/>
          <w:numId w:val="20"/>
        </w:numPr>
        <w:shd w:val="clear" w:color="auto" w:fill="FFFFFF"/>
        <w:spacing w:after="225"/>
        <w:jc w:val="both"/>
        <w:rPr>
          <w:b w:val="0"/>
          <w:bCs w:val="0"/>
        </w:rPr>
      </w:pPr>
      <w:r w:rsidRPr="00365FAE">
        <w:rPr>
          <w:rFonts w:ascii="Open Sans" w:eastAsia="Times New Roman" w:hAnsi="Open Sans" w:cs="Open Sans"/>
          <w:color w:val="000000"/>
          <w:sz w:val="21"/>
          <w:szCs w:val="21"/>
        </w:rPr>
        <w:t xml:space="preserve">Describe how will you </w:t>
      </w:r>
      <w:r w:rsidRPr="005D1071">
        <w:t>manage risks and issues during the upgrade process.</w:t>
      </w:r>
    </w:p>
    <w:sdt>
      <w:sdtPr>
        <w:rPr>
          <w:rStyle w:val="BodyTextChar"/>
        </w:rPr>
        <w:id w:val="-315886230"/>
        <w:placeholder>
          <w:docPart w:val="5DD5803C5DEC425486BC625EE713AD47"/>
        </w:placeholder>
      </w:sdtPr>
      <w:sdtEndPr>
        <w:rPr>
          <w:rStyle w:val="DefaultParagraphFont"/>
        </w:rPr>
      </w:sdtEndPr>
      <w:sdtContent>
        <w:p w14:paraId="5D0590FD" w14:textId="13A33D31" w:rsidR="007D39F2" w:rsidRPr="007D39F2" w:rsidRDefault="007D39F2" w:rsidP="007D39F2">
          <w:pPr>
            <w:pStyle w:val="Heading3"/>
            <w:shd w:val="clear" w:color="auto" w:fill="FFFFFF"/>
            <w:spacing w:after="225"/>
            <w:ind w:left="792"/>
            <w:jc w:val="both"/>
            <w:rPr>
              <w:lang w:val="en-US"/>
            </w:rPr>
          </w:pPr>
          <w:r>
            <w:rPr>
              <w:rStyle w:val="BodyTextChar"/>
            </w:rPr>
            <w:t xml:space="preserve">1) </w:t>
          </w:r>
          <w:r w:rsidRPr="007D39F2">
            <w:rPr>
              <w:lang w:val="en-US"/>
            </w:rPr>
            <w:t>We’ll tackle risks and issues head-on during this upgrade with a practical approach. First, we’ll start with a kickoff meeting to map out your current setup and flag potential trouble spots—like those custom JDE and Amazon S3 patches—before we even touch the servers. Weekly check-ins with your team will keep us aligned, letting us spot issues early and adjust on the fly. If a DataStage job fails post-migration, we’ll isolate it fast, using our experience to pinpoint whether it’s a config glitch or patch conflict, then roll back if needed while we fix it.</w:t>
          </w:r>
        </w:p>
        <w:p w14:paraId="30814F4D" w14:textId="71CAC2D9" w:rsidR="008C2486" w:rsidRDefault="007D39F2" w:rsidP="007D39F2">
          <w:pPr>
            <w:pStyle w:val="Heading3"/>
            <w:shd w:val="clear" w:color="auto" w:fill="FFFFFF"/>
            <w:spacing w:after="225"/>
            <w:ind w:left="792"/>
            <w:jc w:val="both"/>
            <w:rPr>
              <w:rFonts w:ascii="Open Sans" w:eastAsia="Times New Roman" w:hAnsi="Open Sans" w:cs="Open Sans"/>
              <w:color w:val="000000"/>
              <w:sz w:val="21"/>
              <w:szCs w:val="21"/>
            </w:rPr>
          </w:pPr>
          <w:r w:rsidRPr="007D39F2">
            <w:rPr>
              <w:lang w:val="en-US"/>
            </w:rPr>
            <w:t xml:space="preserve"> </w:t>
          </w:r>
          <w:r>
            <w:rPr>
              <w:lang w:val="en-US"/>
            </w:rPr>
            <w:t xml:space="preserve">2) </w:t>
          </w:r>
          <w:r w:rsidRPr="007D39F2">
            <w:rPr>
              <w:lang w:val="en-US"/>
            </w:rPr>
            <w:t>We’ll test in dev and test environments first, running smoke tests to catch compatibility hiccups with firewalls or databases before hitting prod. For bigger risks—like downtime—we’ll stagger the rollout, keeping a hot backup ready. Any snags during UAT get logged, and we’ll work through them with your input, documenting fixes to avoid repeats. Post-go-live, we’ll monitor for 30 days, ready to jump on any quirks. This hands-on, proactive style, honed from past upgrades, keeps things smooth and under control.</w:t>
          </w:r>
        </w:p>
      </w:sdtContent>
    </w:sdt>
    <w:p w14:paraId="27FEE252" w14:textId="60FC302C" w:rsidR="00093342" w:rsidRDefault="00093342" w:rsidP="00093342">
      <w:pPr>
        <w:widowControl/>
        <w:autoSpaceDE/>
        <w:autoSpaceDN/>
        <w:rPr>
          <w:rStyle w:val="BodyTextChar"/>
          <w:b/>
          <w:bCs/>
        </w:rPr>
      </w:pPr>
    </w:p>
    <w:p w14:paraId="06DA50E3" w14:textId="5CEC48A7" w:rsidR="00093342" w:rsidRPr="00093342" w:rsidRDefault="00093342" w:rsidP="00093342">
      <w:pPr>
        <w:widowControl/>
        <w:autoSpaceDE/>
        <w:autoSpaceDN/>
        <w:spacing w:after="0"/>
        <w:rPr>
          <w:b/>
          <w:bCs/>
        </w:rPr>
      </w:pPr>
      <w:r>
        <w:rPr>
          <w:rStyle w:val="BodyTextChar"/>
          <w:b/>
          <w:bCs/>
        </w:rPr>
        <w:br w:type="page"/>
      </w:r>
    </w:p>
    <w:p w14:paraId="303BA842" w14:textId="72C0FF18" w:rsidR="006D041F" w:rsidRDefault="00237469" w:rsidP="008F25F5">
      <w:pPr>
        <w:pStyle w:val="Heading1"/>
        <w:numPr>
          <w:ilvl w:val="0"/>
          <w:numId w:val="20"/>
        </w:numPr>
      </w:pPr>
      <w:r>
        <w:t>functional / technical</w:t>
      </w:r>
    </w:p>
    <w:p w14:paraId="7061A16D" w14:textId="77777777" w:rsidR="007C3732" w:rsidRPr="00093342" w:rsidRDefault="007C3732" w:rsidP="00093342">
      <w:pPr>
        <w:pStyle w:val="Heading3"/>
        <w:numPr>
          <w:ilvl w:val="1"/>
          <w:numId w:val="20"/>
        </w:numPr>
        <w:rPr>
          <w:b w:val="0"/>
          <w:bCs w:val="0"/>
        </w:rPr>
      </w:pPr>
      <w:r w:rsidRPr="007C3732">
        <w:t>Describe the assumptions, constraints, and risks of the InfoSphere upgrade.</w:t>
      </w:r>
    </w:p>
    <w:sdt>
      <w:sdtPr>
        <w:rPr>
          <w:rStyle w:val="BodyTextChar"/>
          <w:b w:val="0"/>
          <w:bCs w:val="0"/>
        </w:rPr>
        <w:id w:val="-1189670382"/>
        <w:placeholder>
          <w:docPart w:val="3117A4C51D714204BE1DEFFF18E5426E"/>
        </w:placeholder>
      </w:sdtPr>
      <w:sdtEndPr>
        <w:rPr>
          <w:rStyle w:val="DefaultParagraphFont"/>
        </w:rPr>
      </w:sdtEndPr>
      <w:sdtContent>
        <w:p w14:paraId="6B8F8703" w14:textId="77777777" w:rsidR="007F4BD9" w:rsidRPr="007F4BD9" w:rsidRDefault="007F4BD9" w:rsidP="007F4BD9">
          <w:pPr>
            <w:pStyle w:val="Heading3"/>
            <w:rPr>
              <w:lang w:val="en-US"/>
            </w:rPr>
          </w:pPr>
          <w:r w:rsidRPr="007F4BD9">
            <w:rPr>
              <w:lang w:val="en-US"/>
            </w:rPr>
            <w:t>For this InfoSphere upgrade from 11.5 to 11.7.1.x, we’re working with some clear assumptions, constraints, and risks. We assume the existing setup—Windows Server 2012 with custom JDE and Amazon S3 patches—can be mirrored on new 2022 servers without major overhauls. Compatibility with current databases and firewalls is another given, and we’re banking on your team providing solid network details upfront. Constraints include sticking to a like-for-like install, keeping the on-premises setup intact, and ensuring those custom patches play nice with the new version—any hiccups there could slow us down. We’re also limited to the six-month timeline, with no wiggle room for new features or training.</w:t>
          </w:r>
        </w:p>
        <w:p w14:paraId="1DD7029E" w14:textId="2C3FF139" w:rsidR="00093342" w:rsidRDefault="007F4BD9" w:rsidP="007F4BD9">
          <w:pPr>
            <w:pStyle w:val="Heading3"/>
            <w:rPr>
              <w:rStyle w:val="BodyTextChar"/>
              <w:b w:val="0"/>
              <w:bCs w:val="0"/>
            </w:rPr>
          </w:pPr>
          <w:r w:rsidRPr="007F4BD9">
            <w:rPr>
              <w:lang w:val="en-US"/>
            </w:rPr>
            <w:t xml:space="preserve"> </w:t>
          </w:r>
          <w:r w:rsidRPr="007F4BD9">
            <w:rPr>
              <w:b w:val="0"/>
              <w:bCs w:val="0"/>
              <w:lang w:val="en-US"/>
            </w:rPr>
            <w:t>Risks? Downtime tops the list if migration hits snags—especially with DataStage jobs or firewall tweaks. Patch compatibility could trip us up, needing extra fixes mid-process. Security reviews by your team might flag issues late, pushing deadlines. Testing in dev and test environments should catch most, but a prod rollout could still expose quirks. We’ll tackle these with phased testing and rollback plans, leaning on past upgrades to keep things steady.</w:t>
          </w:r>
        </w:p>
      </w:sdtContent>
    </w:sdt>
    <w:p w14:paraId="05A1EFD1" w14:textId="77777777" w:rsidR="00093342" w:rsidRPr="007C3732" w:rsidRDefault="00093342" w:rsidP="00093342">
      <w:pPr>
        <w:pStyle w:val="Heading3"/>
        <w:rPr>
          <w:b w:val="0"/>
          <w:bCs w:val="0"/>
        </w:rPr>
      </w:pPr>
    </w:p>
    <w:p w14:paraId="3CE20C38" w14:textId="4C6A55C3" w:rsidR="007C3732" w:rsidRDefault="007E54A6" w:rsidP="00093342">
      <w:pPr>
        <w:pStyle w:val="Heading3"/>
        <w:numPr>
          <w:ilvl w:val="1"/>
          <w:numId w:val="20"/>
        </w:numPr>
      </w:pPr>
      <w:r w:rsidRPr="007E54A6">
        <w:t>Describe the process you will follow for managing defects during the upgrade.</w:t>
      </w:r>
    </w:p>
    <w:sdt>
      <w:sdtPr>
        <w:rPr>
          <w:rStyle w:val="BodyTextChar"/>
          <w:b w:val="0"/>
          <w:bCs w:val="0"/>
        </w:rPr>
        <w:id w:val="-1514907417"/>
        <w:placeholder>
          <w:docPart w:val="73C8E9B2FB1F4FDFB3031309B0DAE9EA"/>
        </w:placeholder>
      </w:sdtPr>
      <w:sdtEndPr>
        <w:rPr>
          <w:rStyle w:val="DefaultParagraphFont"/>
        </w:rPr>
      </w:sdtEndPr>
      <w:sdtContent>
        <w:p w14:paraId="377D76EB" w14:textId="77777777" w:rsidR="008E68E4" w:rsidRPr="008E68E4" w:rsidRDefault="008E68E4" w:rsidP="008E68E4">
          <w:pPr>
            <w:pStyle w:val="Heading3"/>
            <w:rPr>
              <w:lang w:val="en-US"/>
            </w:rPr>
          </w:pPr>
          <w:r w:rsidRPr="008E68E4">
            <w:rPr>
              <w:lang w:val="en-US"/>
            </w:rPr>
            <w:t>We’ll handle defects during this InfoSphere upgrade with a no-nonsense approach. As we migrate and test DataStage jobs, we’ll log any issues right away—things like job failures or patch conflicts—using a simple tracking sheet. Each defect gets a quick check in the dev or test environment first, figuring out if it’s a config mix-up or something deeper, like those JDE/S3 fixes acting up. We’ll assign it to our team, set a fix priority, and tackle it step-by-step, testing fixes before moving on.</w:t>
          </w:r>
        </w:p>
        <w:p w14:paraId="62070616" w14:textId="126FDA78" w:rsidR="00093342" w:rsidRDefault="008E68E4" w:rsidP="008E68E4">
          <w:pPr>
            <w:pStyle w:val="Heading3"/>
            <w:rPr>
              <w:rStyle w:val="BodyTextChar"/>
              <w:b w:val="0"/>
              <w:bCs w:val="0"/>
            </w:rPr>
          </w:pPr>
          <w:r w:rsidRPr="008E68E4">
            <w:rPr>
              <w:lang w:val="en-US"/>
            </w:rPr>
            <w:t xml:space="preserve"> </w:t>
          </w:r>
          <w:r w:rsidRPr="008E68E4">
            <w:rPr>
              <w:b w:val="0"/>
              <w:bCs w:val="0"/>
              <w:lang w:val="en-US"/>
            </w:rPr>
            <w:t>Once we spot a defect, we’ll run a small batch of affected jobs to confirm the fix holds. If it’s tricky, we’ll loop in your team during weekly huddles to align on next steps. For prod, we’ll double-check everything—validating each fix against the original job output to ensure no surprises. Post-go-live, we’ll keep an eye out for any lingering issues during the 30-day warranty, logging and resolving them fast. This hands-on method, built from past upgrades, keeps defects from derailing the project.</w:t>
          </w:r>
        </w:p>
      </w:sdtContent>
    </w:sdt>
    <w:p w14:paraId="46F2B5F6" w14:textId="77777777" w:rsidR="00093342" w:rsidRPr="00093342" w:rsidRDefault="00093342" w:rsidP="00093342">
      <w:pPr>
        <w:pStyle w:val="Heading3"/>
        <w:rPr>
          <w:b w:val="0"/>
          <w:bCs w:val="0"/>
        </w:rPr>
      </w:pPr>
    </w:p>
    <w:p w14:paraId="4B260B32" w14:textId="30E36025" w:rsidR="00CA2187" w:rsidRDefault="00CA2187" w:rsidP="00093342">
      <w:pPr>
        <w:pStyle w:val="Heading3"/>
        <w:numPr>
          <w:ilvl w:val="1"/>
          <w:numId w:val="20"/>
        </w:numPr>
      </w:pPr>
      <w:r w:rsidRPr="007E54A6">
        <w:t>Describe how you will ensure that any custom patches in the current system are appropriately implemented during the upgrade process.</w:t>
      </w:r>
    </w:p>
    <w:sdt>
      <w:sdtPr>
        <w:rPr>
          <w:rStyle w:val="BodyTextChar"/>
          <w:b w:val="0"/>
          <w:bCs w:val="0"/>
        </w:rPr>
        <w:id w:val="1882438664"/>
        <w:placeholder>
          <w:docPart w:val="80E6AB52538747E8BA4FC2C845B5B3C7"/>
        </w:placeholder>
      </w:sdtPr>
      <w:sdtEndPr>
        <w:rPr>
          <w:rStyle w:val="DefaultParagraphFont"/>
        </w:rPr>
      </w:sdtEndPr>
      <w:sdtContent>
        <w:p w14:paraId="39F49414" w14:textId="77777777" w:rsidR="001E6BA5" w:rsidRPr="001E6BA5" w:rsidRDefault="001E6BA5" w:rsidP="001E6BA5">
          <w:pPr>
            <w:pStyle w:val="Heading3"/>
            <w:rPr>
              <w:rStyle w:val="BodyTextChar"/>
              <w:b w:val="0"/>
              <w:bCs w:val="0"/>
            </w:rPr>
          </w:pPr>
          <w:r w:rsidRPr="001E6BA5">
            <w:rPr>
              <w:rStyle w:val="BodyTextChar"/>
              <w:b w:val="0"/>
              <w:bCs w:val="0"/>
            </w:rPr>
            <w:t>We’ll ensure those custom patches—JDE Connector Fix and Amazon S3 Connector Fix—carry over smoothly during the InfoSphere upgrade. First, we’ll dig into your current 11.5 setup, pulling detailed notes on how these patches were applied and what they do. We’ve handled similar tweaks before, so we’ll map them against the 11.7.1.x framework early, checking IBM’s patch compatibility docs to avoid surprises. In the dev and test environments, we’ll install the patches post-upgrade, running test jobs to see if they hold up—any glitches get flagged fast.</w:t>
          </w:r>
        </w:p>
        <w:p w14:paraId="76E198D5" w14:textId="77777777" w:rsidR="001E6BA5" w:rsidRPr="001E6BA5" w:rsidRDefault="001E6BA5" w:rsidP="001E6BA5">
          <w:pPr>
            <w:pStyle w:val="Heading3"/>
            <w:rPr>
              <w:rStyle w:val="BodyTextChar"/>
              <w:b w:val="0"/>
              <w:bCs w:val="0"/>
            </w:rPr>
          </w:pPr>
          <w:r w:rsidRPr="001E6BA5">
            <w:rPr>
              <w:rStyle w:val="BodyTextChar"/>
              <w:b w:val="0"/>
              <w:bCs w:val="0"/>
            </w:rPr>
            <w:t xml:space="preserve"> </w:t>
          </w:r>
        </w:p>
        <w:p w14:paraId="0BAA6C39" w14:textId="47B10DDA" w:rsidR="00093342" w:rsidRDefault="001E6BA5" w:rsidP="001E6BA5">
          <w:pPr>
            <w:pStyle w:val="Heading3"/>
            <w:rPr>
              <w:rStyle w:val="BodyTextChar"/>
              <w:b w:val="0"/>
              <w:bCs w:val="0"/>
            </w:rPr>
          </w:pPr>
          <w:r w:rsidRPr="001E6BA5">
            <w:rPr>
              <w:rStyle w:val="BodyTextChar"/>
              <w:b w:val="0"/>
              <w:bCs w:val="0"/>
            </w:rPr>
            <w:lastRenderedPageBreak/>
            <w:t>We’ll work closely with your team to validate the patches’ behavior, tweaking as needed to match the old functionality. Before prod rollout, we’ll do a full dress rehearsal, applying the patches and testing DataStage jobs under load. If issues pop up—like a connector failing—we’ll roll back, adjust, and retest. Post-go-live, we’ll monitor for 30 days, ensuring the patches don’t cause hiccups. This hands-on, step-by-step method, drawn from past upgrades, keeps your custom work intact and reliable.</w:t>
          </w:r>
        </w:p>
      </w:sdtContent>
    </w:sdt>
    <w:p w14:paraId="2D18257D" w14:textId="77777777" w:rsidR="00093342" w:rsidRPr="007E54A6" w:rsidRDefault="00093342" w:rsidP="00093342">
      <w:pPr>
        <w:pStyle w:val="Heading3"/>
      </w:pPr>
    </w:p>
    <w:p w14:paraId="3EA43FBF" w14:textId="449BD1D6" w:rsidR="007C3732" w:rsidRPr="007C3732" w:rsidRDefault="007E54A6" w:rsidP="00093342">
      <w:pPr>
        <w:pStyle w:val="Heading3"/>
        <w:numPr>
          <w:ilvl w:val="1"/>
          <w:numId w:val="20"/>
        </w:numPr>
        <w:rPr>
          <w:b w:val="0"/>
          <w:bCs w:val="0"/>
        </w:rPr>
      </w:pPr>
      <w:r w:rsidRPr="007E54A6">
        <w:t>Describe how you will validate and test the DataStage module to ensure its functionality, efficiency, and effectiveness</w:t>
      </w:r>
      <w:r w:rsidRPr="007E54A6">
        <w:rPr>
          <w:b w:val="0"/>
          <w:bCs w:val="0"/>
        </w:rPr>
        <w:t>.</w:t>
      </w:r>
    </w:p>
    <w:p w14:paraId="10BB3E60" w14:textId="6E7E121D" w:rsidR="00F13BF7" w:rsidRPr="007B30BA" w:rsidRDefault="007C3732" w:rsidP="007E54A6">
      <w:pPr>
        <w:pStyle w:val="Heading3"/>
        <w:rPr>
          <w:b w:val="0"/>
          <w:bCs w:val="0"/>
        </w:rPr>
      </w:pPr>
      <w:r w:rsidRPr="007C3732">
        <w:rPr>
          <w:rStyle w:val="BodyTextChar"/>
        </w:rPr>
        <w:t xml:space="preserve"> </w:t>
      </w:r>
      <w:sdt>
        <w:sdtPr>
          <w:rPr>
            <w:rStyle w:val="BodyTextChar"/>
            <w:b w:val="0"/>
            <w:bCs w:val="0"/>
          </w:rPr>
          <w:id w:val="772287011"/>
          <w:placeholder>
            <w:docPart w:val="B2F0869B1A0F4F64B97EEFB6093C2B80"/>
          </w:placeholder>
        </w:sdtPr>
        <w:sdtEndPr>
          <w:rPr>
            <w:rStyle w:val="DefaultParagraphFont"/>
          </w:rPr>
        </w:sdtEndPr>
        <w:sdtContent>
          <w:r w:rsidR="00A36984" w:rsidRPr="00A36984">
            <w:rPr>
              <w:lang w:val="en-US"/>
            </w:rPr>
            <w:t>We’ll validate and test the DataStage module with a hands-on, thorough approach to ensure it runs like clockwork. We’ll start by pulling a solid sample of jobs from your current 11.5 setup, running them in the new 11.7.1.x environment after migration. Each job gets a once-over to check it executes without hiccups—timing, data flow, and output all get compared to the old system to confirm functionality. We’ve done this before, so we’ll zero in on those custom JDE and S3 patches, testing them under load to make sure they hold up.</w:t>
          </w:r>
          <w:r w:rsidR="00A36984">
            <w:rPr>
              <w:lang w:val="en-US"/>
            </w:rPr>
            <w:t xml:space="preserve"> </w:t>
          </w:r>
          <w:r w:rsidR="00A36984" w:rsidRPr="00A36984">
            <w:rPr>
              <w:lang w:val="en-US"/>
            </w:rPr>
            <w:t xml:space="preserve"> </w:t>
          </w:r>
          <w:r w:rsidR="00A36984">
            <w:rPr>
              <w:lang w:val="en-US"/>
            </w:rPr>
            <w:t xml:space="preserve">  </w:t>
          </w:r>
          <w:r w:rsidR="00A36984" w:rsidRPr="00A36984">
            <w:rPr>
              <w:lang w:val="en-US"/>
            </w:rPr>
            <w:t>Efficiency comes next—we’ll time key jobs, tweaking configs if they drag, and ensure no bottlenecks sneak in. For effectiveness, we’ll run a mix of smoke tests and UAT with your team, catching any quirks early. In prod, we’ll monitor a full job cycle, validating data integrity against pre-upgrade results. If anything flags—say, a job stalling—we’ll dig in, fix it, and retest. This step-by-step grind, backed by past upgrades, keeps DataStage solid, efficient, and ready for your needs.</w:t>
          </w:r>
          <w:r w:rsidR="00A36984">
            <w:rPr>
              <w:lang w:val="en-US"/>
            </w:rPr>
            <w:t xml:space="preserve"> </w:t>
          </w:r>
        </w:sdtContent>
      </w:sdt>
    </w:p>
    <w:p w14:paraId="7A54905C" w14:textId="77777777" w:rsidR="00F13BF7" w:rsidRDefault="00F13BF7">
      <w:pPr>
        <w:widowControl/>
        <w:autoSpaceDE/>
        <w:autoSpaceDN/>
        <w:spacing w:after="0"/>
        <w:rPr>
          <w:b/>
          <w:bCs/>
          <w:noProof/>
          <w:szCs w:val="24"/>
          <w:lang w:val="en-CA"/>
        </w:rPr>
      </w:pPr>
      <w:r>
        <w:br w:type="page"/>
      </w:r>
    </w:p>
    <w:p w14:paraId="19330F10" w14:textId="4ECF9499" w:rsidR="00F13BF7" w:rsidRDefault="0078578A" w:rsidP="00F13BF7">
      <w:pPr>
        <w:pStyle w:val="Heading1"/>
        <w:numPr>
          <w:ilvl w:val="0"/>
          <w:numId w:val="20"/>
        </w:numPr>
      </w:pPr>
      <w:r>
        <w:lastRenderedPageBreak/>
        <w:t xml:space="preserve">data migration / conversion </w:t>
      </w:r>
    </w:p>
    <w:p w14:paraId="5BEE3C6E" w14:textId="5FB42D84" w:rsidR="00093342" w:rsidRDefault="0078578A" w:rsidP="00093342">
      <w:pPr>
        <w:pStyle w:val="ListParagraph"/>
        <w:widowControl/>
        <w:numPr>
          <w:ilvl w:val="1"/>
          <w:numId w:val="20"/>
        </w:numPr>
        <w:autoSpaceDE/>
        <w:autoSpaceDN/>
        <w:spacing w:before="0" w:after="120"/>
        <w:ind w:left="794" w:hanging="794"/>
        <w:rPr>
          <w:rFonts w:asciiTheme="minorHAnsi" w:eastAsia="Times New Roman" w:hAnsiTheme="minorHAnsi" w:cstheme="minorHAnsi"/>
          <w:b/>
          <w:bCs/>
          <w:color w:val="000000"/>
          <w:szCs w:val="24"/>
          <w:lang w:val="en-CA" w:eastAsia="en-CA"/>
        </w:rPr>
      </w:pPr>
      <w:r w:rsidRPr="0078578A">
        <w:rPr>
          <w:rFonts w:asciiTheme="minorHAnsi" w:eastAsia="Times New Roman" w:hAnsiTheme="minorHAnsi" w:cstheme="minorHAnsi"/>
          <w:b/>
          <w:bCs/>
          <w:color w:val="000000"/>
          <w:szCs w:val="24"/>
          <w:lang w:val="en-CA" w:eastAsia="en-CA"/>
        </w:rPr>
        <w:t>Describe how you will ensure the continuity and integrity of data, settings, and system configurations during the migration process.</w:t>
      </w:r>
    </w:p>
    <w:sdt>
      <w:sdtPr>
        <w:rPr>
          <w:rStyle w:val="BodyTextChar"/>
          <w:b/>
          <w:bCs/>
        </w:rPr>
        <w:id w:val="918444221"/>
        <w:placeholder>
          <w:docPart w:val="DA83F525CB4A4E2FB94A17A43CA66EDE"/>
        </w:placeholder>
      </w:sdtPr>
      <w:sdtEndPr>
        <w:rPr>
          <w:rStyle w:val="DefaultParagraphFont"/>
        </w:rPr>
      </w:sdtEndPr>
      <w:sdtContent>
        <w:p w14:paraId="612ACD47" w14:textId="77777777" w:rsidR="00DF561B" w:rsidRPr="00DF561B" w:rsidRDefault="00DF561B" w:rsidP="00DF561B">
          <w:pPr>
            <w:widowControl/>
            <w:autoSpaceDE/>
            <w:autoSpaceDN/>
            <w:rPr>
              <w:b/>
              <w:bCs/>
            </w:rPr>
          </w:pPr>
          <w:r w:rsidRPr="00DF561B">
            <w:rPr>
              <w:b/>
              <w:bCs/>
            </w:rPr>
            <w:t xml:space="preserve">We’ll keep your data, settings, and system configs intact during the </w:t>
          </w:r>
          <w:proofErr w:type="spellStart"/>
          <w:r w:rsidRPr="00DF561B">
            <w:rPr>
              <w:b/>
              <w:bCs/>
            </w:rPr>
            <w:t>InfoSphere</w:t>
          </w:r>
          <w:proofErr w:type="spellEnd"/>
          <w:r w:rsidRPr="00DF561B">
            <w:rPr>
              <w:b/>
              <w:bCs/>
            </w:rPr>
            <w:t xml:space="preserve"> migration with a tight, hands-on process. We’ll start by mapping out your current 11.5 setup—every job, patch, and config gets documented before we touch a thing. Backing up the whole environment, including those custom JDE and S3 fixes, is step one; we’ll store it off-site as a safety net. Migration happens in stages—dev and test first—using IBM’s export tools to move DataStage jobs and configs, checking each step against the original to spot any drift.</w:t>
          </w:r>
        </w:p>
        <w:p w14:paraId="421208EA" w14:textId="77777777" w:rsidR="00DF561B" w:rsidRPr="00DF561B" w:rsidRDefault="00DF561B" w:rsidP="00DF561B">
          <w:pPr>
            <w:widowControl/>
            <w:autoSpaceDE/>
            <w:autoSpaceDN/>
            <w:rPr>
              <w:b/>
              <w:bCs/>
            </w:rPr>
          </w:pPr>
          <w:r w:rsidRPr="00DF561B">
            <w:rPr>
              <w:b/>
              <w:bCs/>
            </w:rPr>
            <w:t xml:space="preserve"> </w:t>
          </w:r>
        </w:p>
        <w:p w14:paraId="0A3D33B0" w14:textId="222DF3C4" w:rsidR="00093342" w:rsidRDefault="00DF561B" w:rsidP="00DF561B">
          <w:pPr>
            <w:widowControl/>
            <w:autoSpaceDE/>
            <w:autoSpaceDN/>
            <w:rPr>
              <w:rStyle w:val="BodyTextChar"/>
              <w:b/>
              <w:bCs/>
            </w:rPr>
          </w:pPr>
          <w:r w:rsidRPr="00DF561B">
            <w:rPr>
              <w:b/>
              <w:bCs/>
            </w:rPr>
            <w:t>We’ll run parallel tests, comparing old and new outputs to ensure data integrity holds. Settings like firewall rules and database links get mirrored exactly, with your team’s input to avoid mismatches. In prod, we’ll do a dry run, validating everything before cutting over, and keep a rollback plan if something slips. Post-go-live, we’ll monitor for 30 days, cross-checking configs and data flows. This methodical grind, honed from past upgrades, keeps everything steady—no lost data, no broken settings.</w:t>
          </w:r>
        </w:p>
      </w:sdtContent>
    </w:sdt>
    <w:p w14:paraId="296F3896" w14:textId="77777777" w:rsidR="00093342" w:rsidRPr="00093342" w:rsidRDefault="00093342" w:rsidP="00093342">
      <w:pPr>
        <w:widowControl/>
        <w:autoSpaceDE/>
        <w:autoSpaceDN/>
        <w:rPr>
          <w:rFonts w:asciiTheme="minorHAnsi" w:eastAsia="Times New Roman" w:hAnsiTheme="minorHAnsi" w:cstheme="minorHAnsi"/>
          <w:b/>
          <w:bCs/>
          <w:color w:val="000000"/>
          <w:szCs w:val="24"/>
          <w:lang w:val="en-CA" w:eastAsia="en-CA"/>
        </w:rPr>
      </w:pPr>
    </w:p>
    <w:p w14:paraId="557B1737" w14:textId="09B232C1" w:rsidR="0078578A" w:rsidRDefault="0097467A" w:rsidP="001A5A6A">
      <w:pPr>
        <w:pStyle w:val="ListParagraph"/>
        <w:widowControl/>
        <w:numPr>
          <w:ilvl w:val="1"/>
          <w:numId w:val="20"/>
        </w:numPr>
        <w:autoSpaceDE/>
        <w:autoSpaceDN/>
        <w:spacing w:before="0" w:after="120"/>
        <w:ind w:left="794" w:hanging="794"/>
        <w:rPr>
          <w:rFonts w:asciiTheme="minorHAnsi" w:eastAsia="Times New Roman" w:hAnsiTheme="minorHAnsi" w:cstheme="minorHAnsi"/>
          <w:b/>
          <w:bCs/>
          <w:color w:val="000000"/>
          <w:szCs w:val="24"/>
          <w:lang w:val="en-CA" w:eastAsia="en-CA"/>
        </w:rPr>
      </w:pPr>
      <w:r w:rsidRPr="0097467A">
        <w:rPr>
          <w:rFonts w:asciiTheme="minorHAnsi" w:eastAsia="Times New Roman" w:hAnsiTheme="minorHAnsi" w:cstheme="minorHAnsi"/>
          <w:b/>
          <w:bCs/>
          <w:color w:val="000000"/>
          <w:szCs w:val="24"/>
          <w:lang w:val="en-CA" w:eastAsia="en-CA"/>
        </w:rPr>
        <w:t>Describe how you will ensure all existing ETL jobs in IBM InfoSphere version 11.5 will operate seamlessly after the upgrade.</w:t>
      </w:r>
    </w:p>
    <w:sdt>
      <w:sdtPr>
        <w:rPr>
          <w:rStyle w:val="BodyTextChar"/>
          <w:b/>
          <w:bCs/>
        </w:rPr>
        <w:id w:val="156352179"/>
        <w:placeholder>
          <w:docPart w:val="1D25561AFE684E7688669AAC3DE24136"/>
        </w:placeholder>
      </w:sdtPr>
      <w:sdtEndPr>
        <w:rPr>
          <w:rStyle w:val="DefaultParagraphFont"/>
        </w:rPr>
      </w:sdtEndPr>
      <w:sdtContent>
        <w:p w14:paraId="783AC782" w14:textId="77777777" w:rsidR="003C108E" w:rsidRPr="003C108E" w:rsidRDefault="003C108E" w:rsidP="003C108E">
          <w:pPr>
            <w:widowControl/>
            <w:autoSpaceDE/>
            <w:autoSpaceDN/>
            <w:rPr>
              <w:b/>
              <w:bCs/>
            </w:rPr>
          </w:pPr>
          <w:r w:rsidRPr="003C108E">
            <w:rPr>
              <w:b/>
              <w:bCs/>
            </w:rPr>
            <w:t xml:space="preserve">We’ll make sure your existing ETL jobs from IBM </w:t>
          </w:r>
          <w:proofErr w:type="spellStart"/>
          <w:r w:rsidRPr="003C108E">
            <w:rPr>
              <w:b/>
              <w:bCs/>
            </w:rPr>
            <w:t>InfoSphere</w:t>
          </w:r>
          <w:proofErr w:type="spellEnd"/>
          <w:r w:rsidRPr="003C108E">
            <w:rPr>
              <w:b/>
              <w:bCs/>
            </w:rPr>
            <w:t xml:space="preserve"> 11.5 run seamlessly after the upgrade to 11.7.1.x with a hands-on, step-by-step process. We’ll start by pulling a full export of all jobs, configs, and those custom JDE and S3 patches from your current setup, backing it up to avoid any loss. In the dev environment, we’ll import them into the new 2022 servers, running each job to check it fires up like before—same inputs, same outputs. We’ve done this kind of shift before, so we’ll watch for quirks, like job timing or connector hiccups, and tweak as needed.</w:t>
          </w:r>
        </w:p>
        <w:p w14:paraId="3FDEC8E9" w14:textId="66ACB0CB" w:rsidR="00093342" w:rsidRPr="003C108E" w:rsidRDefault="003C108E" w:rsidP="00093342">
          <w:pPr>
            <w:widowControl/>
            <w:autoSpaceDE/>
            <w:autoSpaceDN/>
            <w:rPr>
              <w:b/>
              <w:bCs/>
            </w:rPr>
          </w:pPr>
          <w:r w:rsidRPr="003C108E">
            <w:rPr>
              <w:b/>
              <w:bCs/>
            </w:rPr>
            <w:t xml:space="preserve"> Next, we’ll hit the test environment with a full load, validating every job against pre-upgrade results to ensure no data slips through. For prod, we’ll do a dry run, compiling and testing a sample set, fixing any snags—like a stalled sequence—before the cutover. Post-go-live, we’ll monitor for a month, cross-checking job runs and outputs. If anything flags, we’ll dig in quick, relying on our past upgrades to keep it smooth. This grind ensures your ETL jobs keep humming without a hitch.</w:t>
          </w:r>
        </w:p>
      </w:sdtContent>
    </w:sdt>
    <w:p w14:paraId="6CF092B0" w14:textId="77777777" w:rsidR="00093342" w:rsidRPr="00093342" w:rsidRDefault="00093342" w:rsidP="00093342">
      <w:pPr>
        <w:widowControl/>
        <w:autoSpaceDE/>
        <w:autoSpaceDN/>
        <w:rPr>
          <w:rFonts w:asciiTheme="minorHAnsi" w:eastAsia="Times New Roman" w:hAnsiTheme="minorHAnsi" w:cstheme="minorHAnsi"/>
          <w:b/>
          <w:bCs/>
          <w:color w:val="000000"/>
          <w:szCs w:val="24"/>
          <w:lang w:val="en-CA" w:eastAsia="en-CA"/>
        </w:rPr>
      </w:pPr>
    </w:p>
    <w:p w14:paraId="3CE2114D" w14:textId="517BAA36" w:rsidR="0078578A" w:rsidRDefault="0097467A" w:rsidP="001A5A6A">
      <w:pPr>
        <w:pStyle w:val="ListParagraph"/>
        <w:widowControl/>
        <w:numPr>
          <w:ilvl w:val="1"/>
          <w:numId w:val="20"/>
        </w:numPr>
        <w:autoSpaceDE/>
        <w:autoSpaceDN/>
        <w:spacing w:before="0" w:after="120"/>
        <w:ind w:left="794" w:hanging="794"/>
        <w:rPr>
          <w:rFonts w:asciiTheme="minorHAnsi" w:eastAsia="Times New Roman" w:hAnsiTheme="minorHAnsi" w:cstheme="minorHAnsi"/>
          <w:b/>
          <w:bCs/>
          <w:color w:val="000000"/>
          <w:szCs w:val="24"/>
          <w:lang w:val="en-CA" w:eastAsia="en-CA"/>
        </w:rPr>
      </w:pPr>
      <w:r w:rsidRPr="0097467A">
        <w:rPr>
          <w:rFonts w:asciiTheme="minorHAnsi" w:eastAsia="Times New Roman" w:hAnsiTheme="minorHAnsi" w:cstheme="minorHAnsi"/>
          <w:b/>
          <w:bCs/>
          <w:color w:val="000000"/>
          <w:szCs w:val="24"/>
          <w:lang w:val="en-CA" w:eastAsia="en-CA"/>
        </w:rPr>
        <w:t>Describe the steps you will take to test and verify the compatibility of ETL jobs during the upgrade process.</w:t>
      </w:r>
    </w:p>
    <w:sdt>
      <w:sdtPr>
        <w:rPr>
          <w:rStyle w:val="BodyTextChar"/>
          <w:b/>
          <w:bCs/>
        </w:rPr>
        <w:id w:val="-746345824"/>
        <w:placeholder>
          <w:docPart w:val="F6B0692D5D5448DF95C13745E368407D"/>
        </w:placeholder>
      </w:sdtPr>
      <w:sdtEndPr>
        <w:rPr>
          <w:rStyle w:val="DefaultParagraphFont"/>
        </w:rPr>
      </w:sdtEndPr>
      <w:sdtContent>
        <w:p w14:paraId="0AA5CD0A" w14:textId="49F79637" w:rsidR="00D14A7D" w:rsidRPr="00D14A7D" w:rsidRDefault="00D14A7D" w:rsidP="00D14A7D">
          <w:pPr>
            <w:widowControl/>
            <w:autoSpaceDE/>
            <w:autoSpaceDN/>
            <w:ind w:left="357" w:hanging="357"/>
            <w:rPr>
              <w:b/>
              <w:bCs/>
            </w:rPr>
          </w:pPr>
          <w:r w:rsidRPr="00D14A7D">
            <w:rPr>
              <w:b/>
              <w:bCs/>
            </w:rPr>
            <w:t xml:space="preserve">We’ll test and verify ETL job compatibility during the </w:t>
          </w:r>
          <w:proofErr w:type="spellStart"/>
          <w:r w:rsidRPr="00D14A7D">
            <w:rPr>
              <w:b/>
              <w:bCs/>
            </w:rPr>
            <w:t>InfoSphere</w:t>
          </w:r>
          <w:proofErr w:type="spellEnd"/>
          <w:r w:rsidRPr="00D14A7D">
            <w:rPr>
              <w:b/>
              <w:bCs/>
            </w:rPr>
            <w:t xml:space="preserve"> upgrade with a solid, hands-on approach. We’ll start by pulling a full export of your 11.5 ETL jobs, configs, and those JDE/S3</w:t>
          </w:r>
          <w:r w:rsidR="003C108E">
            <w:rPr>
              <w:b/>
              <w:bCs/>
            </w:rPr>
            <w:t xml:space="preserve"> </w:t>
          </w:r>
          <w:r w:rsidRPr="00D14A7D">
            <w:rPr>
              <w:b/>
              <w:bCs/>
            </w:rPr>
            <w:t xml:space="preserve">patches, then import them into the dev environment on new 2022 servers. Each job gets a run-through, comparing outputs to the old system to spot any shifts—timing, </w:t>
          </w:r>
          <w:r w:rsidRPr="00D14A7D">
            <w:rPr>
              <w:b/>
              <w:bCs/>
            </w:rPr>
            <w:lastRenderedPageBreak/>
            <w:t>data flow, everything. We’ve tackled this before, so we’ll focus on connectors, running test batches to catch compatibility hiccups early.</w:t>
          </w:r>
        </w:p>
        <w:p w14:paraId="76E4ABB1" w14:textId="544BE066" w:rsidR="00093342" w:rsidRDefault="00D14A7D" w:rsidP="00D14A7D">
          <w:pPr>
            <w:widowControl/>
            <w:autoSpaceDE/>
            <w:autoSpaceDN/>
            <w:ind w:left="357" w:hanging="357"/>
            <w:rPr>
              <w:rStyle w:val="BodyTextChar"/>
              <w:b/>
              <w:bCs/>
            </w:rPr>
          </w:pPr>
          <w:r w:rsidRPr="00D14A7D">
            <w:rPr>
              <w:b/>
              <w:bCs/>
            </w:rPr>
            <w:t>Next, we’ll hit the test environment with a broader set, stressing jobs under load to ensure they hold up. We’ll check logs for errors, tweaking configs if a job stalls or data misaligns. Before prod, we’ll do a dry run with a sample, validating every job against pre-upgrade results—custom patches get extra scrutiny. Post-migration, we’ll retest the full set, watching for runtime issues or output drifts. If anything flags, we’ll dig in, fix it, and revalidate. This step-by-step grind, drawn from past upgrades, keeps your ETL jobs running true on 11.7.1.x.</w:t>
          </w:r>
        </w:p>
      </w:sdtContent>
    </w:sdt>
    <w:p w14:paraId="70AA003E" w14:textId="77777777" w:rsidR="00093342" w:rsidRPr="00093342" w:rsidRDefault="00093342" w:rsidP="00093342">
      <w:pPr>
        <w:widowControl/>
        <w:autoSpaceDE/>
        <w:autoSpaceDN/>
        <w:ind w:left="357" w:hanging="357"/>
        <w:rPr>
          <w:rFonts w:asciiTheme="minorHAnsi" w:eastAsia="Times New Roman" w:hAnsiTheme="minorHAnsi" w:cstheme="minorHAnsi"/>
          <w:b/>
          <w:bCs/>
          <w:color w:val="000000"/>
          <w:szCs w:val="24"/>
          <w:lang w:val="en-CA" w:eastAsia="en-CA"/>
        </w:rPr>
      </w:pPr>
    </w:p>
    <w:p w14:paraId="2AA17B19" w14:textId="0E8F6E90" w:rsidR="0097467A" w:rsidRDefault="0097467A" w:rsidP="001A5A6A">
      <w:pPr>
        <w:pStyle w:val="ListParagraph"/>
        <w:widowControl/>
        <w:numPr>
          <w:ilvl w:val="1"/>
          <w:numId w:val="20"/>
        </w:numPr>
        <w:autoSpaceDE/>
        <w:autoSpaceDN/>
        <w:spacing w:before="0" w:after="120"/>
        <w:ind w:left="794" w:hanging="794"/>
        <w:rPr>
          <w:rFonts w:asciiTheme="minorHAnsi" w:eastAsia="Times New Roman" w:hAnsiTheme="minorHAnsi" w:cstheme="minorHAnsi"/>
          <w:b/>
          <w:bCs/>
          <w:color w:val="000000"/>
          <w:szCs w:val="24"/>
          <w:lang w:val="en-CA" w:eastAsia="en-CA"/>
        </w:rPr>
      </w:pPr>
      <w:r w:rsidRPr="0097467A">
        <w:rPr>
          <w:rFonts w:asciiTheme="minorHAnsi" w:eastAsia="Times New Roman" w:hAnsiTheme="minorHAnsi" w:cstheme="minorHAnsi"/>
          <w:b/>
          <w:bCs/>
          <w:color w:val="000000"/>
          <w:szCs w:val="24"/>
          <w:lang w:val="en-CA" w:eastAsia="en-CA"/>
        </w:rPr>
        <w:t>Describe how you will ensure the performance standards for ETL jobs meet or exceed the baseline set by MBLL.</w:t>
      </w:r>
    </w:p>
    <w:sdt>
      <w:sdtPr>
        <w:rPr>
          <w:rStyle w:val="BodyTextChar"/>
          <w:b w:val="0"/>
          <w:bCs w:val="0"/>
        </w:rPr>
        <w:id w:val="-470443690"/>
        <w:placeholder>
          <w:docPart w:val="8779B4B56CF1494A8EE81C105ECD7BC8"/>
        </w:placeholder>
      </w:sdtPr>
      <w:sdtEndPr>
        <w:rPr>
          <w:rStyle w:val="DefaultParagraphFont"/>
        </w:rPr>
      </w:sdtEndPr>
      <w:sdtContent>
        <w:p w14:paraId="2A38A969" w14:textId="77777777" w:rsidR="0071109F" w:rsidRPr="0071109F" w:rsidRDefault="0071109F" w:rsidP="0071109F">
          <w:pPr>
            <w:pStyle w:val="Heading3"/>
            <w:rPr>
              <w:lang w:val="en-US"/>
            </w:rPr>
          </w:pPr>
          <w:r w:rsidRPr="0071109F">
            <w:rPr>
              <w:lang w:val="en-US"/>
            </w:rPr>
            <w:t>We’ll ensure ETL job performance meets or beats MBLL’s baseline with a practical, proven approach. We’ll start by grabbing your current 11.5 job metrics—runtime, throughput, error rates—as our benchmark, pulling these from logs and your team’s input. In the dev environment, we’ll run migrated jobs on 11.7.1.x, timing each against the old stats to spot any lag. We’ve done this before, so we’ll tweak configs—like memory or connector settings—if a job slows down, retesting until it matches or improves.</w:t>
          </w:r>
        </w:p>
        <w:p w14:paraId="402BDE50" w14:textId="34DEF109" w:rsidR="0071109F" w:rsidRPr="0071109F" w:rsidRDefault="0071109F" w:rsidP="0071109F">
          <w:pPr>
            <w:pStyle w:val="Heading3"/>
            <w:rPr>
              <w:lang w:val="en-US"/>
            </w:rPr>
          </w:pPr>
          <w:r w:rsidRPr="0071109F">
            <w:rPr>
              <w:lang w:val="en-US"/>
            </w:rPr>
            <w:t xml:space="preserve"> Next, we’ll stress-test in the test environment with a full load, comparing efficiency to the baseline and adjusting where needed—say, optimizing DataStage sequences. Before prod, we’ll simulate peak usage, ensuring jobs hit or exceed targets, especially with those JDE and S3 patches in play. Post-go-live, we’ll monitor for 30 days, tracking performance against the benchmark, and fine-tune if anything dips. If a job falls short, we’ll dig in, fix the root cause, and validate again. This hands-on method, built from past upgrades, keeps your ETL jobs running strong or better.</w:t>
          </w:r>
        </w:p>
        <w:p w14:paraId="5A7C38A8" w14:textId="6DFC734F" w:rsidR="004E3A77" w:rsidRDefault="00000000" w:rsidP="004E3A77">
          <w:pPr>
            <w:pStyle w:val="Heading3"/>
          </w:pPr>
        </w:p>
      </w:sdtContent>
    </w:sdt>
    <w:p w14:paraId="6A9662EA" w14:textId="77777777" w:rsidR="004E3A77" w:rsidRDefault="004E3A77">
      <w:pPr>
        <w:widowControl/>
        <w:autoSpaceDE/>
        <w:autoSpaceDN/>
        <w:spacing w:after="0"/>
        <w:rPr>
          <w:b/>
          <w:bCs/>
          <w:noProof/>
          <w:szCs w:val="24"/>
          <w:lang w:val="en-CA"/>
        </w:rPr>
      </w:pPr>
      <w:r>
        <w:br w:type="page"/>
      </w:r>
    </w:p>
    <w:p w14:paraId="265D9BB4" w14:textId="714B16EA" w:rsidR="004E3A77" w:rsidRDefault="0097467A" w:rsidP="00822A07">
      <w:pPr>
        <w:pStyle w:val="Heading1"/>
        <w:numPr>
          <w:ilvl w:val="0"/>
          <w:numId w:val="20"/>
        </w:numPr>
      </w:pPr>
      <w:r>
        <w:lastRenderedPageBreak/>
        <w:t>robustness</w:t>
      </w:r>
    </w:p>
    <w:p w14:paraId="699FAF3E" w14:textId="514F4085" w:rsidR="0097467A" w:rsidRDefault="003B57B3" w:rsidP="00BE41CD">
      <w:pPr>
        <w:pStyle w:val="Heading3"/>
        <w:numPr>
          <w:ilvl w:val="1"/>
          <w:numId w:val="20"/>
        </w:numPr>
        <w:ind w:hanging="792"/>
      </w:pPr>
      <w:r w:rsidRPr="003B57B3">
        <w:t>Describe how you will ensure that all relevant error information is captured accurately and comprehensively in IBM InfoSphere.</w:t>
      </w:r>
    </w:p>
    <w:sdt>
      <w:sdtPr>
        <w:rPr>
          <w:rStyle w:val="BodyTextChar"/>
          <w:b w:val="0"/>
          <w:bCs w:val="0"/>
        </w:rPr>
        <w:id w:val="303978545"/>
        <w:placeholder>
          <w:docPart w:val="28E1D1D38B3B4DBDAF3AAF42B94EDFDD"/>
        </w:placeholder>
      </w:sdtPr>
      <w:sdtEndPr>
        <w:rPr>
          <w:rStyle w:val="DefaultParagraphFont"/>
        </w:rPr>
      </w:sdtEndPr>
      <w:sdtContent>
        <w:p w14:paraId="2AE5A61D" w14:textId="457A4CF0" w:rsidR="0026179D" w:rsidRPr="0026179D" w:rsidRDefault="0026179D" w:rsidP="0026179D">
          <w:pPr>
            <w:pStyle w:val="Heading3"/>
            <w:rPr>
              <w:lang w:val="en-US"/>
            </w:rPr>
          </w:pPr>
          <w:r w:rsidRPr="0026179D">
            <w:rPr>
              <w:lang w:val="en-US"/>
            </w:rPr>
            <w:t xml:space="preserve">We’ll ensure all relevant error info is captured accurately and comprehensively in IBM InfoSphere during the upgrade with a hands-on, systematic approach. We’ll start by setting up detailed logging in the dev and test environments, enabling InfoSphere’s built-in error tracking for DataStage jobs and custom patches like JDE and S3 connectors. Every run—smoke tests, UAT, prod—gets logged with timestamps, error codes, and full stack traces, so nothing slips through. We’ve done this before, so we’ll tweak log levels to catch even minor glitches, like job failures or config mismatches. </w:t>
          </w:r>
        </w:p>
        <w:p w14:paraId="472270F0" w14:textId="77777777" w:rsidR="0026179D" w:rsidRPr="0026179D" w:rsidRDefault="0026179D" w:rsidP="0026179D">
          <w:pPr>
            <w:pStyle w:val="Heading3"/>
            <w:rPr>
              <w:lang w:val="en-US"/>
            </w:rPr>
          </w:pPr>
          <w:r w:rsidRPr="0026179D">
            <w:rPr>
              <w:lang w:val="en-US"/>
            </w:rPr>
            <w:t>We’ll cross-check logs against job outputs, noting discrepancies with your team during weekly reviews. In prod, we’ll ramp up monitoring post-go-live, using real-time alerts for any errors during the 30-day warranty. If a job crashes or data misaligns, we’ll dig into the logs, trace the root cause—be it a patch issue or server hiccup—and document it all in a remediation report. This step-by-step grind, honed from past upgrades, keeps error data tight and actionable for your team.</w:t>
          </w:r>
        </w:p>
        <w:p w14:paraId="587D7878" w14:textId="0F538F31" w:rsidR="00F05779" w:rsidRDefault="00000000" w:rsidP="00F05779">
          <w:pPr>
            <w:pStyle w:val="Heading3"/>
            <w:rPr>
              <w:rStyle w:val="BodyTextChar"/>
              <w:b w:val="0"/>
              <w:bCs w:val="0"/>
            </w:rPr>
          </w:pPr>
        </w:p>
      </w:sdtContent>
    </w:sdt>
    <w:p w14:paraId="4C65BBAB" w14:textId="77777777" w:rsidR="00F05779" w:rsidRDefault="00F05779" w:rsidP="00F05779">
      <w:pPr>
        <w:pStyle w:val="Heading3"/>
      </w:pPr>
    </w:p>
    <w:p w14:paraId="23F963F2" w14:textId="0106616C" w:rsidR="0097467A" w:rsidRDefault="003B57B3" w:rsidP="00BE41CD">
      <w:pPr>
        <w:pStyle w:val="Heading3"/>
        <w:numPr>
          <w:ilvl w:val="1"/>
          <w:numId w:val="20"/>
        </w:numPr>
        <w:ind w:hanging="792"/>
      </w:pPr>
      <w:r w:rsidRPr="003B57B3">
        <w:t>As part of validation describe how testing will be performed against a cloud-based data warehouse. Include how you will ensure job compatibility, data integrity, performance, and connectivity between DataStage and the cloud environment during and after the upgrade</w:t>
      </w:r>
    </w:p>
    <w:sdt>
      <w:sdtPr>
        <w:rPr>
          <w:rStyle w:val="BodyTextChar"/>
          <w:b w:val="0"/>
          <w:bCs w:val="0"/>
        </w:rPr>
        <w:id w:val="-1951771888"/>
        <w:placeholder>
          <w:docPart w:val="51BB0FCDD0D04E71AC0954F776A78439"/>
        </w:placeholder>
      </w:sdtPr>
      <w:sdtEndPr>
        <w:rPr>
          <w:rStyle w:val="DefaultParagraphFont"/>
        </w:rPr>
      </w:sdtEndPr>
      <w:sdtContent>
        <w:p w14:paraId="2DDF54C3" w14:textId="77777777" w:rsidR="0034107B" w:rsidRPr="0034107B" w:rsidRDefault="0034107B" w:rsidP="0034107B">
          <w:pPr>
            <w:pStyle w:val="Heading3"/>
            <w:rPr>
              <w:lang w:val="en-US"/>
            </w:rPr>
          </w:pPr>
          <w:r w:rsidRPr="0034107B">
            <w:rPr>
              <w:lang w:val="en-US"/>
            </w:rPr>
            <w:t>We’ll validate testing against a cloud-based data warehouse with a practical, hands-on method to ensure job compatibility, data integrity, performance, and connectivity with DataStage post-upgrade. We’ll start by setting up a test link in the dev environment, mimicking your cloud setup—say, AWS or Azure—using sample data that mirrors your real workload. We’ll run migrated 11.5 ETL jobs on 11.7.1.x, checking if they connect smoothly, process data right, and hit the same outputs as before. We’ve done this before, so we’ll tweak connectors if a job stalls or data skews.</w:t>
          </w:r>
        </w:p>
        <w:p w14:paraId="3D2138E8" w14:textId="78AC5F7E" w:rsidR="009A72D9" w:rsidRPr="001A5A6A" w:rsidRDefault="0034107B" w:rsidP="0034107B">
          <w:pPr>
            <w:pStyle w:val="Heading3"/>
            <w:rPr>
              <w:b w:val="0"/>
              <w:bCs w:val="0"/>
            </w:rPr>
          </w:pPr>
          <w:r w:rsidRPr="0034107B">
            <w:rPr>
              <w:lang w:val="en-US"/>
            </w:rPr>
            <w:t xml:space="preserve"> </w:t>
          </w:r>
          <w:r w:rsidRPr="0034107B">
            <w:rPr>
              <w:b w:val="0"/>
              <w:bCs w:val="0"/>
              <w:lang w:val="en-US"/>
            </w:rPr>
            <w:t>For integrity, we’ll compare cloud outputs against pre-upgrade results, flagging any mismatches—custom patches like JDE/S3 get extra scrutiny. Performance-wise, we’ll time jobs under load in test, optimizing if they lag, and aim to beat the baseline. Connectivity gets tested with ping tests and failover runs, ensuring no drops. In prod, we’ll revalidate post-go-live for 30 days, monitoring logs for issues. If anything flags—say, a slow link—we’ll dig in, fix it, and retest. This step-by-step grind keeps DataStage rock-solid with your cloud setup.</w:t>
          </w:r>
        </w:p>
      </w:sdtContent>
    </w:sdt>
    <w:p w14:paraId="3E90E9D5" w14:textId="31A648AD" w:rsidR="00822A07" w:rsidRPr="00822A07" w:rsidRDefault="00822A07" w:rsidP="00822A07">
      <w:pPr>
        <w:widowControl/>
        <w:autoSpaceDE/>
        <w:autoSpaceDN/>
        <w:spacing w:after="0"/>
        <w:rPr>
          <w:b/>
          <w:bCs/>
          <w:noProof/>
          <w:szCs w:val="24"/>
          <w:lang w:val="en-CA"/>
        </w:rPr>
      </w:pPr>
    </w:p>
    <w:sectPr w:rsidR="00822A07" w:rsidRPr="00822A07" w:rsidSect="00AA7DA2">
      <w:headerReference w:type="default" r:id="rId15"/>
      <w:footerReference w:type="default" r:id="rId16"/>
      <w:headerReference w:type="first" r:id="rId17"/>
      <w:footerReference w:type="first" r:id="rId18"/>
      <w:footnotePr>
        <w:pos w:val="beneathText"/>
        <w:numRestart w:val="eachPage"/>
      </w:footnotePr>
      <w:pgSz w:w="12240" w:h="15840"/>
      <w:pgMar w:top="1210" w:right="1440" w:bottom="1418" w:left="1440" w:header="567" w:footer="567"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64401" w14:textId="77777777" w:rsidR="008A59E2" w:rsidRDefault="008A59E2">
      <w:r>
        <w:separator/>
      </w:r>
    </w:p>
  </w:endnote>
  <w:endnote w:type="continuationSeparator" w:id="0">
    <w:p w14:paraId="77C797D7" w14:textId="77777777" w:rsidR="008A59E2" w:rsidRDefault="008A59E2">
      <w:r>
        <w:continuationSeparator/>
      </w:r>
    </w:p>
  </w:endnote>
  <w:endnote w:type="continuationNotice" w:id="1">
    <w:p w14:paraId="3C23FC31" w14:textId="77777777" w:rsidR="008A59E2" w:rsidRDefault="008A59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tserrat SemiBold">
    <w:charset w:val="00"/>
    <w:family w:val="auto"/>
    <w:pitch w:val="variable"/>
    <w:sig w:usb0="2000020F" w:usb1="00000003" w:usb2="00000000" w:usb3="00000000" w:csb0="00000197" w:csb1="00000000"/>
  </w:font>
  <w:font w:name="Times New Roman (Headings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Body CS)">
    <w:altName w:val="Arial"/>
    <w:panose1 w:val="00000000000000000000"/>
    <w:charset w:val="00"/>
    <w:family w:val="roman"/>
    <w:notTrueType/>
    <w:pitch w:val="default"/>
  </w:font>
  <w:font w:name="Times New Roman (Body CS)">
    <w:altName w:val="Times New Roman"/>
    <w:charset w:val="00"/>
    <w:family w:val="roman"/>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B3780" w14:textId="77777777" w:rsidR="001058A4" w:rsidRDefault="00084B59">
    <w:pPr>
      <w:spacing w:line="14" w:lineRule="auto"/>
      <w:rPr>
        <w:sz w:val="20"/>
      </w:rPr>
    </w:pPr>
    <w:r>
      <w:rPr>
        <w:noProof/>
      </w:rPr>
      <mc:AlternateContent>
        <mc:Choice Requires="wps">
          <w:drawing>
            <wp:anchor distT="0" distB="0" distL="114300" distR="114300" simplePos="0" relativeHeight="251658241" behindDoc="1" locked="0" layoutInCell="1" allowOverlap="1" wp14:anchorId="296B6EAC" wp14:editId="19817FC6">
              <wp:simplePos x="0" y="0"/>
              <wp:positionH relativeFrom="page">
                <wp:posOffset>7186930</wp:posOffset>
              </wp:positionH>
              <wp:positionV relativeFrom="page">
                <wp:posOffset>9438640</wp:posOffset>
              </wp:positionV>
              <wp:extent cx="428625" cy="18097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180975"/>
                      </a:xfrm>
                      <a:prstGeom prst="rect">
                        <a:avLst/>
                      </a:prstGeom>
                      <a:noFill/>
                      <a:ln>
                        <a:noFill/>
                      </a:ln>
                    </wps:spPr>
                    <wps:txbx>
                      <w:txbxContent>
                        <w:p w14:paraId="02E6EFC2" w14:textId="77777777" w:rsidR="001058A4" w:rsidRDefault="00FB5CD5">
                          <w:pPr>
                            <w:spacing w:before="20"/>
                            <w:ind w:left="20"/>
                            <w:rPr>
                              <w:sz w:val="20"/>
                            </w:rPr>
                          </w:pPr>
                          <w:r>
                            <w:rPr>
                              <w:b/>
                              <w:color w:val="931A1D"/>
                              <w:sz w:val="20"/>
                            </w:rPr>
                            <w:t xml:space="preserve">| </w:t>
                          </w:r>
                          <w:r>
                            <w:fldChar w:fldCharType="begin"/>
                          </w:r>
                          <w:r>
                            <w:rPr>
                              <w:color w:val="231F20"/>
                              <w:sz w:val="20"/>
                            </w:rPr>
                            <w:instrText xml:space="preserve"> PAGE </w:instrText>
                          </w:r>
                          <w:r>
                            <w:fldChar w:fldCharType="separate"/>
                          </w:r>
                          <w:r w:rsidR="00894FA1">
                            <w:rPr>
                              <w:noProof/>
                              <w:color w:val="231F20"/>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6B6EAC" id="_x0000_t202" coordsize="21600,21600" o:spt="202" path="m,l,21600r21600,l21600,xe">
              <v:stroke joinstyle="miter"/>
              <v:path gradientshapeok="t" o:connecttype="rect"/>
            </v:shapetype>
            <v:shape id="Text Box 3" o:spid="_x0000_s1026" type="#_x0000_t202" style="position:absolute;margin-left:565.9pt;margin-top:743.2pt;width:33.75pt;height:14.2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" filled="f" stroked="f">
              <v:textbox inset="0,0,0,0">
                <w:txbxContent>
                  <w:p w14:paraId="02E6EFC2" w14:textId="77777777" w:rsidR="001058A4" w:rsidRDefault="00FB5CD5">
                    <w:pPr>
                      <w:spacing w:before="20"/>
                      <w:ind w:left="20"/>
                      <w:rPr>
                        <w:sz w:val="20"/>
                      </w:rPr>
                    </w:pPr>
                    <w:r>
                      <w:rPr>
                        <w:b/>
                        <w:color w:val="931A1D"/>
                        <w:sz w:val="20"/>
                      </w:rPr>
                      <w:t xml:space="preserve">| </w:t>
                    </w:r>
                    <w:r>
                      <w:fldChar w:fldCharType="begin"/>
                    </w:r>
                    <w:r>
                      <w:rPr>
                        <w:color w:val="231F20"/>
                        <w:sz w:val="20"/>
                      </w:rPr>
                      <w:instrText xml:space="preserve"> PAGE </w:instrText>
                    </w:r>
                    <w:r>
                      <w:fldChar w:fldCharType="separate"/>
                    </w:r>
                    <w:r w:rsidR="00894FA1">
                      <w:rPr>
                        <w:noProof/>
                        <w:color w:val="231F20"/>
                        <w:sz w:val="20"/>
                      </w:rPr>
                      <w:t>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180F86C1" wp14:editId="26B159F4">
              <wp:simplePos x="0" y="0"/>
              <wp:positionH relativeFrom="page">
                <wp:posOffset>901700</wp:posOffset>
              </wp:positionH>
              <wp:positionV relativeFrom="page">
                <wp:posOffset>9514840</wp:posOffset>
              </wp:positionV>
              <wp:extent cx="1509395" cy="1809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9395" cy="180975"/>
                      </a:xfrm>
                      <a:prstGeom prst="rect">
                        <a:avLst/>
                      </a:prstGeom>
                      <a:noFill/>
                      <a:ln>
                        <a:noFill/>
                      </a:ln>
                    </wps:spPr>
                    <wps:txbx>
                      <w:txbxContent>
                        <w:p w14:paraId="41CB4C8D" w14:textId="77777777" w:rsidR="001058A4" w:rsidRDefault="00FB5CD5" w:rsidP="004252CC">
                          <w:pPr>
                            <w:spacing w:before="20"/>
                            <w:rPr>
                              <w:b/>
                              <w:sz w:val="20"/>
                            </w:rPr>
                          </w:pPr>
                          <w:r>
                            <w:rPr>
                              <w:b/>
                              <w:color w:val="931A1D"/>
                              <w:sz w:val="20"/>
                            </w:rPr>
                            <w:t>Manitoba</w:t>
                          </w:r>
                          <w:r>
                            <w:rPr>
                              <w:b/>
                              <w:color w:val="931A1D"/>
                              <w:spacing w:val="-6"/>
                              <w:sz w:val="20"/>
                            </w:rPr>
                            <w:t xml:space="preserve"> </w:t>
                          </w:r>
                          <w:r>
                            <w:rPr>
                              <w:b/>
                              <w:color w:val="931A1D"/>
                              <w:sz w:val="20"/>
                            </w:rPr>
                            <w:t>Liquor</w:t>
                          </w:r>
                          <w:r>
                            <w:rPr>
                              <w:b/>
                              <w:color w:val="931A1D"/>
                              <w:spacing w:val="-5"/>
                              <w:sz w:val="20"/>
                            </w:rPr>
                            <w:t xml:space="preserve"> </w:t>
                          </w:r>
                          <w:r>
                            <w:rPr>
                              <w:b/>
                              <w:color w:val="931A1D"/>
                              <w:sz w:val="20"/>
                            </w:rPr>
                            <w:t>&amp;</w:t>
                          </w:r>
                          <w:r>
                            <w:rPr>
                              <w:b/>
                              <w:color w:val="931A1D"/>
                              <w:spacing w:val="-5"/>
                              <w:sz w:val="20"/>
                            </w:rPr>
                            <w:t xml:space="preserve"> </w:t>
                          </w:r>
                          <w:r>
                            <w:rPr>
                              <w:b/>
                              <w:color w:val="931A1D"/>
                              <w:sz w:val="20"/>
                            </w:rPr>
                            <w:t>Lotteries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F86C1" id="Text Box 2" o:spid="_x0000_s1027" type="#_x0000_t202" style="position:absolute;margin-left:71pt;margin-top:749.2pt;width:118.85pt;height:14.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" filled="f" stroked="f">
              <v:textbox inset="0,0,0,0">
                <w:txbxContent>
                  <w:p w14:paraId="41CB4C8D" w14:textId="77777777" w:rsidR="001058A4" w:rsidRDefault="00FB5CD5" w:rsidP="004252CC">
                    <w:pPr>
                      <w:spacing w:before="20"/>
                      <w:rPr>
                        <w:b/>
                        <w:sz w:val="20"/>
                      </w:rPr>
                    </w:pPr>
                    <w:r>
                      <w:rPr>
                        <w:b/>
                        <w:color w:val="931A1D"/>
                        <w:sz w:val="20"/>
                      </w:rPr>
                      <w:t>Manitoba</w:t>
                    </w:r>
                    <w:r>
                      <w:rPr>
                        <w:b/>
                        <w:color w:val="931A1D"/>
                        <w:spacing w:val="-6"/>
                        <w:sz w:val="20"/>
                      </w:rPr>
                      <w:t xml:space="preserve"> </w:t>
                    </w:r>
                    <w:r>
                      <w:rPr>
                        <w:b/>
                        <w:color w:val="931A1D"/>
                        <w:sz w:val="20"/>
                      </w:rPr>
                      <w:t>Liquor</w:t>
                    </w:r>
                    <w:r>
                      <w:rPr>
                        <w:b/>
                        <w:color w:val="931A1D"/>
                        <w:spacing w:val="-5"/>
                        <w:sz w:val="20"/>
                      </w:rPr>
                      <w:t xml:space="preserve"> </w:t>
                    </w:r>
                    <w:r>
                      <w:rPr>
                        <w:b/>
                        <w:color w:val="931A1D"/>
                        <w:sz w:val="20"/>
                      </w:rPr>
                      <w:t>&amp;</w:t>
                    </w:r>
                    <w:r>
                      <w:rPr>
                        <w:b/>
                        <w:color w:val="931A1D"/>
                        <w:spacing w:val="-5"/>
                        <w:sz w:val="20"/>
                      </w:rPr>
                      <w:t xml:space="preserve"> </w:t>
                    </w:r>
                    <w:r>
                      <w:rPr>
                        <w:b/>
                        <w:color w:val="931A1D"/>
                        <w:sz w:val="20"/>
                      </w:rPr>
                      <w:t>Lotteries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B1FF8" w14:textId="77777777" w:rsidR="00DC4FC6" w:rsidRDefault="009C04CB">
    <w:pPr>
      <w:pStyle w:val="Footer"/>
    </w:pPr>
    <w:r>
      <w:rPr>
        <w:noProof/>
      </w:rPr>
      <mc:AlternateContent>
        <mc:Choice Requires="wps">
          <w:drawing>
            <wp:anchor distT="45720" distB="45720" distL="114300" distR="114300" simplePos="0" relativeHeight="251658245" behindDoc="0" locked="0" layoutInCell="1" allowOverlap="1" wp14:anchorId="43E66928" wp14:editId="795CF799">
              <wp:simplePos x="0" y="0"/>
              <wp:positionH relativeFrom="leftMargin">
                <wp:posOffset>269408</wp:posOffset>
              </wp:positionH>
              <wp:positionV relativeFrom="paragraph">
                <wp:posOffset>368708</wp:posOffset>
              </wp:positionV>
              <wp:extent cx="647700" cy="2349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34950"/>
                      </a:xfrm>
                      <a:prstGeom prst="rect">
                        <a:avLst/>
                      </a:prstGeom>
                      <a:solidFill>
                        <a:srgbClr val="941A1D"/>
                      </a:solidFill>
                      <a:ln w="9525">
                        <a:noFill/>
                        <a:miter lim="800000"/>
                        <a:headEnd/>
                        <a:tailEnd/>
                      </a:ln>
                    </wps:spPr>
                    <wps:txbx>
                      <w:txbxContent>
                        <w:p w14:paraId="73DD2412" w14:textId="77777777" w:rsidR="009C04CB" w:rsidRPr="001311C0" w:rsidRDefault="009C04CB" w:rsidP="009C04CB">
                          <w:pPr>
                            <w:rPr>
                              <w:color w:val="A6A6A6" w:themeColor="background1" w:themeShade="A6"/>
                              <w:sz w:val="16"/>
                              <w:szCs w:val="16"/>
                            </w:rPr>
                          </w:pPr>
                          <w:r w:rsidRPr="001311C0">
                            <w:rPr>
                              <w:color w:val="A6A6A6" w:themeColor="background1" w:themeShade="A6"/>
                              <w:sz w:val="16"/>
                              <w:szCs w:val="16"/>
                            </w:rPr>
                            <w:t>V.280525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E66928" id="_x0000_t202" coordsize="21600,21600" o:spt="202" path="m,l,21600r21600,l21600,xe">
              <v:stroke joinstyle="miter"/>
              <v:path gradientshapeok="t" o:connecttype="rect"/>
            </v:shapetype>
            <v:shape id="_x0000_s1028" type="#_x0000_t202" style="position:absolute;margin-left:21.2pt;margin-top:29.05pt;width:51pt;height:18.5pt;z-index:251658245;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" fillcolor="#941a1d" stroked="f">
              <v:textbox>
                <w:txbxContent>
                  <w:p w14:paraId="73DD2412" w14:textId="77777777" w:rsidR="009C04CB" w:rsidRPr="001311C0" w:rsidRDefault="009C04CB" w:rsidP="009C04CB">
                    <w:pPr>
                      <w:rPr>
                        <w:color w:val="A6A6A6" w:themeColor="background1" w:themeShade="A6"/>
                        <w:sz w:val="16"/>
                        <w:szCs w:val="16"/>
                      </w:rPr>
                    </w:pPr>
                    <w:r w:rsidRPr="001311C0">
                      <w:rPr>
                        <w:color w:val="A6A6A6" w:themeColor="background1" w:themeShade="A6"/>
                        <w:sz w:val="16"/>
                        <w:szCs w:val="16"/>
                      </w:rPr>
                      <w:t>V.280525</w:t>
                    </w:r>
                  </w:p>
                </w:txbxContent>
              </v:textbox>
              <w10:wrap type="square" anchorx="margin"/>
            </v:shape>
          </w:pict>
        </mc:Fallback>
      </mc:AlternateContent>
    </w:r>
    <w:r w:rsidR="00085B94">
      <w:rPr>
        <w:noProof/>
      </w:rPr>
      <mc:AlternateContent>
        <mc:Choice Requires="wpg">
          <w:drawing>
            <wp:anchor distT="0" distB="0" distL="114300" distR="114300" simplePos="0" relativeHeight="251658244" behindDoc="1" locked="1" layoutInCell="1" allowOverlap="1" wp14:anchorId="7E93A123" wp14:editId="0099C5F6">
              <wp:simplePos x="0" y="0"/>
              <wp:positionH relativeFrom="margin">
                <wp:posOffset>-679450</wp:posOffset>
              </wp:positionH>
              <wp:positionV relativeFrom="paragraph">
                <wp:posOffset>-374650</wp:posOffset>
              </wp:positionV>
              <wp:extent cx="7315200" cy="1097280"/>
              <wp:effectExtent l="0" t="0" r="0" b="762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097280"/>
                        <a:chOff x="360" y="13760"/>
                        <a:chExt cx="11520" cy="1728"/>
                      </a:xfrm>
                    </wpg:grpSpPr>
                    <wps:wsp>
                      <wps:cNvPr id="12" name="docshape2"/>
                      <wps:cNvSpPr>
                        <a:spLocks noChangeArrowheads="1"/>
                      </wps:cNvSpPr>
                      <wps:spPr bwMode="auto">
                        <a:xfrm>
                          <a:off x="360" y="13760"/>
                          <a:ext cx="11520" cy="1728"/>
                        </a:xfrm>
                        <a:prstGeom prst="rect">
                          <a:avLst/>
                        </a:prstGeom>
                        <a:solidFill>
                          <a:srgbClr val="931A1D"/>
                        </a:solidFill>
                        <a:ln>
                          <a:noFill/>
                        </a:ln>
                      </wps:spPr>
                      <wps:bodyPr rot="0" vert="horz" wrap="none" lIns="91440" tIns="45720" rIns="91440" bIns="45720" anchor="t" anchorCtr="0" upright="1">
                        <a:noAutofit/>
                      </wps:bodyPr>
                    </wps:wsp>
                    <pic:pic xmlns:pic="http://schemas.openxmlformats.org/drawingml/2006/picture">
                      <pic:nvPicPr>
                        <pic:cNvPr id="13" name="docshape3"/>
                        <pic:cNvPicPr>
                          <a:picLocks noChangeAspect="1" noChangeArrowheads="1"/>
                        </pic:cNvPicPr>
                      </pic:nvPicPr>
                      <pic:blipFill>
                        <a:blip r:embed="rId1"/>
                        <a:srcRect/>
                        <a:stretch>
                          <a:fillRect/>
                        </a:stretch>
                      </pic:blipFill>
                      <pic:spPr bwMode="auto">
                        <a:xfrm>
                          <a:off x="9230" y="14031"/>
                          <a:ext cx="2196" cy="109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FD30A9E" id="Group 11" o:spid="_x0000_s1026" style="position:absolute;margin-left:-53.5pt;margin-top:-29.5pt;width:8in;height:86.4pt;z-index:-251658236;mso-position-horizontal-relative:margin" coordorigin="360,13760" coordsize="11520,17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">
              <v:rect id="docshape2" o:spid="_x0000_s1027" style="position:absolute;left:360;top:13760;width:11520;height:17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" fillcolor="#931a1d"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9230;top:14031;width:2196;height:1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">
                <v:imagedata r:id="rId2" o:title=""/>
              </v:shape>
              <w10:wrap anchorx="margin"/>
              <w10:anchorlock/>
            </v:group>
          </w:pict>
        </mc:Fallback>
      </mc:AlternateContent>
    </w:r>
    <w:r w:rsidR="00084B59">
      <w:rPr>
        <w:noProof/>
      </w:rPr>
      <mc:AlternateContent>
        <mc:Choice Requires="wps">
          <w:drawing>
            <wp:anchor distT="0" distB="0" distL="114300" distR="114300" simplePos="0" relativeHeight="251658242" behindDoc="1" locked="0" layoutInCell="1" allowOverlap="1" wp14:anchorId="264C26CA" wp14:editId="5278E49B">
              <wp:simplePos x="0" y="0"/>
              <wp:positionH relativeFrom="page">
                <wp:posOffset>6878320</wp:posOffset>
              </wp:positionH>
              <wp:positionV relativeFrom="page">
                <wp:posOffset>9403080</wp:posOffset>
              </wp:positionV>
              <wp:extent cx="42862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180975"/>
                      </a:xfrm>
                      <a:prstGeom prst="rect">
                        <a:avLst/>
                      </a:prstGeom>
                      <a:noFill/>
                      <a:ln>
                        <a:noFill/>
                      </a:ln>
                    </wps:spPr>
                    <wps:txbx>
                      <w:txbxContent>
                        <w:p w14:paraId="5A2E1369" w14:textId="77777777" w:rsidR="00B9288F" w:rsidRDefault="00B9288F" w:rsidP="00B9288F">
                          <w:pPr>
                            <w:spacing w:before="20"/>
                            <w:ind w:left="20"/>
                            <w:rPr>
                              <w:sz w:val="20"/>
                            </w:rPr>
                          </w:pPr>
                          <w:r>
                            <w:rPr>
                              <w:b/>
                              <w:color w:val="931A1D"/>
                              <w:sz w:val="20"/>
                            </w:rPr>
                            <w:t xml:space="preserve">| </w:t>
                          </w:r>
                          <w:r>
                            <w:fldChar w:fldCharType="begin"/>
                          </w:r>
                          <w:r>
                            <w:rPr>
                              <w:color w:val="231F20"/>
                              <w:sz w:val="20"/>
                            </w:rPr>
                            <w:instrText xml:space="preserve"> PAGE </w:instrText>
                          </w:r>
                          <w:r>
                            <w:fldChar w:fldCharType="separate"/>
                          </w:r>
                          <w:r w:rsidR="00894FA1">
                            <w:rPr>
                              <w:noProof/>
                              <w:color w:val="231F20"/>
                              <w:sz w:val="20"/>
                            </w:rPr>
                            <w:t>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C26CA" id="Text Box 1" o:spid="_x0000_s1029" type="#_x0000_t202" style="position:absolute;margin-left:541.6pt;margin-top:740.4pt;width:33.75pt;height:14.2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" filled="f" stroked="f">
              <v:textbox inset="0,0,0,0">
                <w:txbxContent>
                  <w:p w14:paraId="5A2E1369" w14:textId="77777777" w:rsidR="00B9288F" w:rsidRDefault="00B9288F" w:rsidP="00B9288F">
                    <w:pPr>
                      <w:spacing w:before="20"/>
                      <w:ind w:left="20"/>
                      <w:rPr>
                        <w:sz w:val="20"/>
                      </w:rPr>
                    </w:pPr>
                    <w:r>
                      <w:rPr>
                        <w:b/>
                        <w:color w:val="931A1D"/>
                        <w:sz w:val="20"/>
                      </w:rPr>
                      <w:t xml:space="preserve">| </w:t>
                    </w:r>
                    <w:r>
                      <w:fldChar w:fldCharType="begin"/>
                    </w:r>
                    <w:r>
                      <w:rPr>
                        <w:color w:val="231F20"/>
                        <w:sz w:val="20"/>
                      </w:rPr>
                      <w:instrText xml:space="preserve"> PAGE </w:instrText>
                    </w:r>
                    <w:r>
                      <w:fldChar w:fldCharType="separate"/>
                    </w:r>
                    <w:r w:rsidR="00894FA1">
                      <w:rPr>
                        <w:noProof/>
                        <w:color w:val="231F20"/>
                        <w:sz w:val="20"/>
                      </w:rPr>
                      <w:t>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C0FF4" w14:textId="77777777" w:rsidR="008A59E2" w:rsidRDefault="008A59E2"/>
  </w:footnote>
  <w:footnote w:type="continuationSeparator" w:id="0">
    <w:p w14:paraId="1679A891" w14:textId="77777777" w:rsidR="008A59E2" w:rsidRDefault="008A59E2">
      <w:r>
        <w:continuationSeparator/>
      </w:r>
    </w:p>
  </w:footnote>
  <w:footnote w:type="continuationNotice" w:id="1">
    <w:p w14:paraId="626F9C96" w14:textId="77777777" w:rsidR="008A59E2" w:rsidRDefault="008A59E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57527" w14:textId="77777777" w:rsidR="00240B4C" w:rsidRPr="009C04CB" w:rsidRDefault="00240B4C" w:rsidP="00BC2830">
    <w:pPr>
      <w:pStyle w:val="Heading8"/>
      <w:tabs>
        <w:tab w:val="left" w:pos="7938"/>
      </w:tabs>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DEE54" w14:textId="77777777" w:rsidR="00B9288F" w:rsidRDefault="00085B94">
    <w:pPr>
      <w:pStyle w:val="Header"/>
      <w:rPr>
        <w:bCs/>
        <w:sz w:val="18"/>
        <w:szCs w:val="21"/>
      </w:rPr>
    </w:pPr>
    <w:r>
      <w:rPr>
        <w:noProof/>
      </w:rPr>
      <mc:AlternateContent>
        <mc:Choice Requires="wpg">
          <w:drawing>
            <wp:anchor distT="0" distB="0" distL="114300" distR="114300" simplePos="0" relativeHeight="251658243" behindDoc="1" locked="1" layoutInCell="1" allowOverlap="1" wp14:anchorId="7CD4B62F" wp14:editId="075E3365">
              <wp:simplePos x="0" y="0"/>
              <wp:positionH relativeFrom="margin">
                <wp:align>center</wp:align>
              </wp:positionH>
              <wp:positionV relativeFrom="page">
                <wp:posOffset>156210</wp:posOffset>
              </wp:positionV>
              <wp:extent cx="7315200" cy="1609090"/>
              <wp:effectExtent l="0" t="0" r="0" b="0"/>
              <wp:wrapNone/>
              <wp:docPr id="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609090"/>
                        <a:chOff x="360" y="360"/>
                        <a:chExt cx="11520" cy="2527"/>
                      </a:xfrm>
                    </wpg:grpSpPr>
                    <wps:wsp>
                      <wps:cNvPr id="9" name="docshape5"/>
                      <wps:cNvSpPr>
                        <a:spLocks/>
                      </wps:cNvSpPr>
                      <wps:spPr bwMode="auto">
                        <a:xfrm>
                          <a:off x="360" y="360"/>
                          <a:ext cx="11520" cy="2527"/>
                        </a:xfrm>
                        <a:custGeom>
                          <a:avLst/>
                          <a:gdLst>
                            <a:gd name="T0" fmla="+- 0 11880 360"/>
                            <a:gd name="T1" fmla="*/ T0 w 11520"/>
                            <a:gd name="T2" fmla="+- 0 360 360"/>
                            <a:gd name="T3" fmla="*/ 360 h 2527"/>
                            <a:gd name="T4" fmla="+- 0 360 360"/>
                            <a:gd name="T5" fmla="*/ T4 w 11520"/>
                            <a:gd name="T6" fmla="+- 0 360 360"/>
                            <a:gd name="T7" fmla="*/ 360 h 2527"/>
                            <a:gd name="T8" fmla="+- 0 360 360"/>
                            <a:gd name="T9" fmla="*/ T8 w 11520"/>
                            <a:gd name="T10" fmla="+- 0 920 360"/>
                            <a:gd name="T11" fmla="*/ 920 h 2527"/>
                            <a:gd name="T12" fmla="+- 0 10145 360"/>
                            <a:gd name="T13" fmla="*/ T12 w 11520"/>
                            <a:gd name="T14" fmla="+- 0 920 360"/>
                            <a:gd name="T15" fmla="*/ 920 h 2527"/>
                            <a:gd name="T16" fmla="+- 0 10145 360"/>
                            <a:gd name="T17" fmla="*/ T16 w 11520"/>
                            <a:gd name="T18" fmla="+- 0 2886 360"/>
                            <a:gd name="T19" fmla="*/ 2886 h 2527"/>
                            <a:gd name="T20" fmla="+- 0 11636 360"/>
                            <a:gd name="T21" fmla="*/ T20 w 11520"/>
                            <a:gd name="T22" fmla="+- 0 2886 360"/>
                            <a:gd name="T23" fmla="*/ 2886 h 2527"/>
                            <a:gd name="T24" fmla="+- 0 11636 360"/>
                            <a:gd name="T25" fmla="*/ T24 w 11520"/>
                            <a:gd name="T26" fmla="+- 0 920 360"/>
                            <a:gd name="T27" fmla="*/ 920 h 2527"/>
                            <a:gd name="T28" fmla="+- 0 11880 360"/>
                            <a:gd name="T29" fmla="*/ T28 w 11520"/>
                            <a:gd name="T30" fmla="+- 0 920 360"/>
                            <a:gd name="T31" fmla="*/ 920 h 2527"/>
                            <a:gd name="T32" fmla="+- 0 11880 360"/>
                            <a:gd name="T33" fmla="*/ T32 w 11520"/>
                            <a:gd name="T34" fmla="+- 0 360 360"/>
                            <a:gd name="T35" fmla="*/ 360 h 25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520" h="2527">
                              <a:moveTo>
                                <a:pt x="11520" y="0"/>
                              </a:moveTo>
                              <a:lnTo>
                                <a:pt x="0" y="0"/>
                              </a:lnTo>
                              <a:lnTo>
                                <a:pt x="0" y="560"/>
                              </a:lnTo>
                              <a:lnTo>
                                <a:pt x="9785" y="560"/>
                              </a:lnTo>
                              <a:lnTo>
                                <a:pt x="9785" y="2526"/>
                              </a:lnTo>
                              <a:lnTo>
                                <a:pt x="11276" y="2526"/>
                              </a:lnTo>
                              <a:lnTo>
                                <a:pt x="11276" y="560"/>
                              </a:lnTo>
                              <a:lnTo>
                                <a:pt x="11520" y="560"/>
                              </a:lnTo>
                              <a:lnTo>
                                <a:pt x="11520" y="0"/>
                              </a:lnTo>
                              <a:close/>
                            </a:path>
                          </a:pathLst>
                        </a:custGeom>
                        <a:solidFill>
                          <a:srgbClr val="931A1D"/>
                        </a:solidFill>
                        <a:ln>
                          <a:noFill/>
                        </a:ln>
                      </wps:spPr>
                      <wps:bodyPr rot="0" vert="horz" wrap="square" lIns="91440" tIns="45720" rIns="91440" bIns="45720" anchor="t" anchorCtr="0" upright="1">
                        <a:noAutofit/>
                      </wps:bodyPr>
                    </wps:wsp>
                    <wps:wsp>
                      <wps:cNvPr id="10" name="docshape6"/>
                      <wps:cNvSpPr>
                        <a:spLocks/>
                      </wps:cNvSpPr>
                      <wps:spPr bwMode="auto">
                        <a:xfrm>
                          <a:off x="10144" y="1017"/>
                          <a:ext cx="1491" cy="1503"/>
                        </a:xfrm>
                        <a:custGeom>
                          <a:avLst/>
                          <a:gdLst>
                            <a:gd name="T0" fmla="+- 0 10400 10145"/>
                            <a:gd name="T1" fmla="*/ T0 w 1491"/>
                            <a:gd name="T2" fmla="+- 0 2178 1017"/>
                            <a:gd name="T3" fmla="*/ 2178 h 1503"/>
                            <a:gd name="T4" fmla="+- 0 10281 10145"/>
                            <a:gd name="T5" fmla="*/ T4 w 1491"/>
                            <a:gd name="T6" fmla="+- 0 2327 1017"/>
                            <a:gd name="T7" fmla="*/ 2327 h 1503"/>
                            <a:gd name="T8" fmla="+- 0 10388 10145"/>
                            <a:gd name="T9" fmla="*/ T8 w 1491"/>
                            <a:gd name="T10" fmla="+- 0 2486 1017"/>
                            <a:gd name="T11" fmla="*/ 2486 h 1503"/>
                            <a:gd name="T12" fmla="+- 0 10659 10145"/>
                            <a:gd name="T13" fmla="*/ T12 w 1491"/>
                            <a:gd name="T14" fmla="+- 0 2509 1017"/>
                            <a:gd name="T15" fmla="*/ 2509 h 1503"/>
                            <a:gd name="T16" fmla="+- 0 10548 10145"/>
                            <a:gd name="T17" fmla="*/ T16 w 1491"/>
                            <a:gd name="T18" fmla="+- 0 2412 1017"/>
                            <a:gd name="T19" fmla="*/ 2412 h 1503"/>
                            <a:gd name="T20" fmla="+- 0 10396 10145"/>
                            <a:gd name="T21" fmla="*/ T20 w 1491"/>
                            <a:gd name="T22" fmla="+- 0 2345 1017"/>
                            <a:gd name="T23" fmla="*/ 2345 h 1503"/>
                            <a:gd name="T24" fmla="+- 0 10632 10145"/>
                            <a:gd name="T25" fmla="*/ T24 w 1491"/>
                            <a:gd name="T26" fmla="+- 0 2226 1017"/>
                            <a:gd name="T27" fmla="*/ 2226 h 1503"/>
                            <a:gd name="T28" fmla="+- 0 11009 10145"/>
                            <a:gd name="T29" fmla="*/ T28 w 1491"/>
                            <a:gd name="T30" fmla="+- 0 2166 1017"/>
                            <a:gd name="T31" fmla="*/ 2166 h 1503"/>
                            <a:gd name="T32" fmla="+- 0 11032 10145"/>
                            <a:gd name="T33" fmla="*/ T32 w 1491"/>
                            <a:gd name="T34" fmla="+- 0 2307 1017"/>
                            <a:gd name="T35" fmla="*/ 2307 h 1503"/>
                            <a:gd name="T36" fmla="+- 0 11346 10145"/>
                            <a:gd name="T37" fmla="*/ T36 w 1491"/>
                            <a:gd name="T38" fmla="+- 0 2461 1017"/>
                            <a:gd name="T39" fmla="*/ 2461 h 1503"/>
                            <a:gd name="T40" fmla="+- 0 11626 10145"/>
                            <a:gd name="T41" fmla="*/ T40 w 1491"/>
                            <a:gd name="T42" fmla="+- 0 2509 1017"/>
                            <a:gd name="T43" fmla="*/ 2509 h 1503"/>
                            <a:gd name="T44" fmla="+- 0 11434 10145"/>
                            <a:gd name="T45" fmla="*/ T44 w 1491"/>
                            <a:gd name="T46" fmla="+- 0 2374 1017"/>
                            <a:gd name="T47" fmla="*/ 2374 h 1503"/>
                            <a:gd name="T48" fmla="+- 0 10695 10145"/>
                            <a:gd name="T49" fmla="*/ T48 w 1491"/>
                            <a:gd name="T50" fmla="+- 0 2223 1017"/>
                            <a:gd name="T51" fmla="*/ 2223 h 1503"/>
                            <a:gd name="T52" fmla="+- 0 10894 10145"/>
                            <a:gd name="T53" fmla="*/ T52 w 1491"/>
                            <a:gd name="T54" fmla="+- 0 2257 1017"/>
                            <a:gd name="T55" fmla="*/ 2257 h 1503"/>
                            <a:gd name="T56" fmla="+- 0 10713 10145"/>
                            <a:gd name="T57" fmla="*/ T56 w 1491"/>
                            <a:gd name="T58" fmla="+- 0 2381 1017"/>
                            <a:gd name="T59" fmla="*/ 2381 h 1503"/>
                            <a:gd name="T60" fmla="+- 0 10947 10145"/>
                            <a:gd name="T61" fmla="*/ T60 w 1491"/>
                            <a:gd name="T62" fmla="+- 0 2370 1017"/>
                            <a:gd name="T63" fmla="*/ 2370 h 1503"/>
                            <a:gd name="T64" fmla="+- 0 11144 10145"/>
                            <a:gd name="T65" fmla="*/ T64 w 1491"/>
                            <a:gd name="T66" fmla="+- 0 2238 1017"/>
                            <a:gd name="T67" fmla="*/ 2238 h 1503"/>
                            <a:gd name="T68" fmla="+- 0 11613 10145"/>
                            <a:gd name="T69" fmla="*/ T68 w 1491"/>
                            <a:gd name="T70" fmla="+- 0 2399 1017"/>
                            <a:gd name="T71" fmla="*/ 2399 h 1503"/>
                            <a:gd name="T72" fmla="+- 0 11135 10145"/>
                            <a:gd name="T73" fmla="*/ T72 w 1491"/>
                            <a:gd name="T74" fmla="+- 0 1702 1017"/>
                            <a:gd name="T75" fmla="*/ 1702 h 1503"/>
                            <a:gd name="T76" fmla="+- 0 11009 10145"/>
                            <a:gd name="T77" fmla="*/ T76 w 1491"/>
                            <a:gd name="T78" fmla="+- 0 2166 1017"/>
                            <a:gd name="T79" fmla="*/ 2166 h 1503"/>
                            <a:gd name="T80" fmla="+- 0 11636 10145"/>
                            <a:gd name="T81" fmla="*/ T80 w 1491"/>
                            <a:gd name="T82" fmla="+- 0 1931 1017"/>
                            <a:gd name="T83" fmla="*/ 1931 h 1503"/>
                            <a:gd name="T84" fmla="+- 0 11497 10145"/>
                            <a:gd name="T85" fmla="*/ T84 w 1491"/>
                            <a:gd name="T86" fmla="+- 0 1879 1017"/>
                            <a:gd name="T87" fmla="*/ 1879 h 1503"/>
                            <a:gd name="T88" fmla="+- 0 11135 10145"/>
                            <a:gd name="T89" fmla="*/ T88 w 1491"/>
                            <a:gd name="T90" fmla="+- 0 1702 1017"/>
                            <a:gd name="T91" fmla="*/ 1702 h 1503"/>
                            <a:gd name="T92" fmla="+- 0 11559 10145"/>
                            <a:gd name="T93" fmla="*/ T92 w 1491"/>
                            <a:gd name="T94" fmla="+- 0 2017 1017"/>
                            <a:gd name="T95" fmla="*/ 2017 h 1503"/>
                            <a:gd name="T96" fmla="+- 0 10164 10145"/>
                            <a:gd name="T97" fmla="*/ T96 w 1491"/>
                            <a:gd name="T98" fmla="+- 0 1976 1017"/>
                            <a:gd name="T99" fmla="*/ 1976 h 1503"/>
                            <a:gd name="T100" fmla="+- 0 10412 10145"/>
                            <a:gd name="T101" fmla="*/ T100 w 1491"/>
                            <a:gd name="T102" fmla="+- 0 1969 1017"/>
                            <a:gd name="T103" fmla="*/ 1969 h 1503"/>
                            <a:gd name="T104" fmla="+- 0 10257 10145"/>
                            <a:gd name="T105" fmla="*/ T104 w 1491"/>
                            <a:gd name="T106" fmla="+- 0 1875 1017"/>
                            <a:gd name="T107" fmla="*/ 1875 h 1503"/>
                            <a:gd name="T108" fmla="+- 0 10513 10145"/>
                            <a:gd name="T109" fmla="*/ T108 w 1491"/>
                            <a:gd name="T110" fmla="+- 0 1564 1017"/>
                            <a:gd name="T111" fmla="*/ 1564 h 1503"/>
                            <a:gd name="T112" fmla="+- 0 10693 10145"/>
                            <a:gd name="T113" fmla="*/ T112 w 1491"/>
                            <a:gd name="T114" fmla="+- 0 1741 1017"/>
                            <a:gd name="T115" fmla="*/ 1741 h 1503"/>
                            <a:gd name="T116" fmla="+- 0 10257 10145"/>
                            <a:gd name="T117" fmla="*/ T116 w 1491"/>
                            <a:gd name="T118" fmla="+- 0 1875 1017"/>
                            <a:gd name="T119" fmla="*/ 1875 h 1503"/>
                            <a:gd name="T120" fmla="+- 0 10901 10145"/>
                            <a:gd name="T121" fmla="*/ T120 w 1491"/>
                            <a:gd name="T122" fmla="+- 0 1702 1017"/>
                            <a:gd name="T123" fmla="*/ 1702 h 1503"/>
                            <a:gd name="T124" fmla="+- 0 10823 10145"/>
                            <a:gd name="T125" fmla="*/ T124 w 1491"/>
                            <a:gd name="T126" fmla="+- 0 1549 1017"/>
                            <a:gd name="T127" fmla="*/ 1549 h 1503"/>
                            <a:gd name="T128" fmla="+- 0 11487 10145"/>
                            <a:gd name="T129" fmla="*/ T128 w 1491"/>
                            <a:gd name="T130" fmla="+- 0 1738 1017"/>
                            <a:gd name="T131" fmla="*/ 1738 h 1503"/>
                            <a:gd name="T132" fmla="+- 0 11636 10145"/>
                            <a:gd name="T133" fmla="*/ T132 w 1491"/>
                            <a:gd name="T134" fmla="+- 0 1773 1017"/>
                            <a:gd name="T135" fmla="*/ 1773 h 1503"/>
                            <a:gd name="T136" fmla="+- 0 10187 10145"/>
                            <a:gd name="T137" fmla="*/ T136 w 1491"/>
                            <a:gd name="T138" fmla="+- 0 1450 1017"/>
                            <a:gd name="T139" fmla="*/ 1450 h 1503"/>
                            <a:gd name="T140" fmla="+- 0 10290 10145"/>
                            <a:gd name="T141" fmla="*/ T140 w 1491"/>
                            <a:gd name="T142" fmla="+- 0 1551 1017"/>
                            <a:gd name="T143" fmla="*/ 1551 h 1503"/>
                            <a:gd name="T144" fmla="+- 0 10509 10145"/>
                            <a:gd name="T145" fmla="*/ T144 w 1491"/>
                            <a:gd name="T146" fmla="+- 0 1440 1017"/>
                            <a:gd name="T147" fmla="*/ 1440 h 1503"/>
                            <a:gd name="T148" fmla="+- 0 10850 10145"/>
                            <a:gd name="T149" fmla="*/ T148 w 1491"/>
                            <a:gd name="T150" fmla="+- 0 1154 1017"/>
                            <a:gd name="T151" fmla="*/ 1154 h 1503"/>
                            <a:gd name="T152" fmla="+- 0 11140 10145"/>
                            <a:gd name="T153" fmla="*/ T152 w 1491"/>
                            <a:gd name="T154" fmla="+- 0 1331 1017"/>
                            <a:gd name="T155" fmla="*/ 1331 h 1503"/>
                            <a:gd name="T156" fmla="+- 0 11275 10145"/>
                            <a:gd name="T157" fmla="*/ T156 w 1491"/>
                            <a:gd name="T158" fmla="+- 0 1362 1017"/>
                            <a:gd name="T159" fmla="*/ 1362 h 1503"/>
                            <a:gd name="T160" fmla="+- 0 11523 10145"/>
                            <a:gd name="T161" fmla="*/ T160 w 1491"/>
                            <a:gd name="T162" fmla="+- 0 1302 1017"/>
                            <a:gd name="T163" fmla="*/ 1302 h 1503"/>
                            <a:gd name="T164" fmla="+- 0 11379 10145"/>
                            <a:gd name="T165" fmla="*/ T164 w 1491"/>
                            <a:gd name="T166" fmla="+- 0 1267 1017"/>
                            <a:gd name="T167" fmla="*/ 1267 h 1503"/>
                            <a:gd name="T168" fmla="+- 0 11105 10145"/>
                            <a:gd name="T169" fmla="*/ T168 w 1491"/>
                            <a:gd name="T170" fmla="+- 0 1144 1017"/>
                            <a:gd name="T171" fmla="*/ 1144 h 1503"/>
                            <a:gd name="T172" fmla="+- 0 11451 10145"/>
                            <a:gd name="T173" fmla="*/ T172 w 1491"/>
                            <a:gd name="T174" fmla="+- 0 1419 1017"/>
                            <a:gd name="T175" fmla="*/ 1419 h 1503"/>
                            <a:gd name="T176" fmla="+- 0 11593 10145"/>
                            <a:gd name="T177" fmla="*/ T176 w 1491"/>
                            <a:gd name="T178" fmla="+- 0 1305 1017"/>
                            <a:gd name="T179" fmla="*/ 1305 h 1503"/>
                            <a:gd name="T180" fmla="+- 0 10512 10145"/>
                            <a:gd name="T181" fmla="*/ T180 w 1491"/>
                            <a:gd name="T182" fmla="+- 0 1047 1017"/>
                            <a:gd name="T183" fmla="*/ 1047 h 1503"/>
                            <a:gd name="T184" fmla="+- 0 10376 10145"/>
                            <a:gd name="T185" fmla="*/ T184 w 1491"/>
                            <a:gd name="T186" fmla="+- 0 1121 1017"/>
                            <a:gd name="T187" fmla="*/ 1121 h 1503"/>
                            <a:gd name="T188" fmla="+- 0 10304 10145"/>
                            <a:gd name="T189" fmla="*/ T188 w 1491"/>
                            <a:gd name="T190" fmla="+- 0 1185 1017"/>
                            <a:gd name="T191" fmla="*/ 1185 h 1503"/>
                            <a:gd name="T192" fmla="+- 0 10304 10145"/>
                            <a:gd name="T193" fmla="*/ T192 w 1491"/>
                            <a:gd name="T194" fmla="+- 0 1237 1017"/>
                            <a:gd name="T195" fmla="*/ 1237 h 1503"/>
                            <a:gd name="T196" fmla="+- 0 10398 10145"/>
                            <a:gd name="T197" fmla="*/ T196 w 1491"/>
                            <a:gd name="T198" fmla="+- 0 1246 1017"/>
                            <a:gd name="T199" fmla="*/ 1246 h 1503"/>
                            <a:gd name="T200" fmla="+- 0 11072 10145"/>
                            <a:gd name="T201" fmla="*/ T200 w 1491"/>
                            <a:gd name="T202" fmla="+- 0 1128 1017"/>
                            <a:gd name="T203" fmla="*/ 1128 h 1503"/>
                            <a:gd name="T204" fmla="+- 0 10678 10145"/>
                            <a:gd name="T205" fmla="*/ T204 w 1491"/>
                            <a:gd name="T206" fmla="+- 0 1018 1017"/>
                            <a:gd name="T207" fmla="*/ 1018 h 1503"/>
                            <a:gd name="T208" fmla="+- 0 11498 10145"/>
                            <a:gd name="T209" fmla="*/ T208 w 1491"/>
                            <a:gd name="T210" fmla="+- 0 1061 1017"/>
                            <a:gd name="T211" fmla="*/ 1061 h 1503"/>
                            <a:gd name="T212" fmla="+- 0 11439 10145"/>
                            <a:gd name="T213" fmla="*/ T212 w 1491"/>
                            <a:gd name="T214" fmla="+- 0 1222 1017"/>
                            <a:gd name="T215" fmla="*/ 1222 h 1503"/>
                            <a:gd name="T216" fmla="+- 0 11601 10145"/>
                            <a:gd name="T217" fmla="*/ T216 w 1491"/>
                            <a:gd name="T218" fmla="+- 0 1137 1017"/>
                            <a:gd name="T219" fmla="*/ 1137 h 15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491" h="1503">
                              <a:moveTo>
                                <a:pt x="581" y="1084"/>
                              </a:moveTo>
                              <a:lnTo>
                                <a:pt x="462" y="1099"/>
                              </a:lnTo>
                              <a:lnTo>
                                <a:pt x="384" y="1113"/>
                              </a:lnTo>
                              <a:lnTo>
                                <a:pt x="315" y="1134"/>
                              </a:lnTo>
                              <a:lnTo>
                                <a:pt x="255" y="1161"/>
                              </a:lnTo>
                              <a:lnTo>
                                <a:pt x="203" y="1197"/>
                              </a:lnTo>
                              <a:lnTo>
                                <a:pt x="182" y="1217"/>
                              </a:lnTo>
                              <a:lnTo>
                                <a:pt x="161" y="1243"/>
                              </a:lnTo>
                              <a:lnTo>
                                <a:pt x="145" y="1275"/>
                              </a:lnTo>
                              <a:lnTo>
                                <a:pt x="136" y="1310"/>
                              </a:lnTo>
                              <a:lnTo>
                                <a:pt x="138" y="1332"/>
                              </a:lnTo>
                              <a:lnTo>
                                <a:pt x="145" y="1362"/>
                              </a:lnTo>
                              <a:lnTo>
                                <a:pt x="160" y="1395"/>
                              </a:lnTo>
                              <a:lnTo>
                                <a:pt x="182" y="1424"/>
                              </a:lnTo>
                              <a:lnTo>
                                <a:pt x="243" y="1469"/>
                              </a:lnTo>
                              <a:lnTo>
                                <a:pt x="302" y="1492"/>
                              </a:lnTo>
                              <a:lnTo>
                                <a:pt x="356" y="1501"/>
                              </a:lnTo>
                              <a:lnTo>
                                <a:pt x="399" y="1503"/>
                              </a:lnTo>
                              <a:lnTo>
                                <a:pt x="456" y="1501"/>
                              </a:lnTo>
                              <a:lnTo>
                                <a:pt x="514" y="1492"/>
                              </a:lnTo>
                              <a:lnTo>
                                <a:pt x="575" y="1476"/>
                              </a:lnTo>
                              <a:lnTo>
                                <a:pt x="641" y="1450"/>
                              </a:lnTo>
                              <a:lnTo>
                                <a:pt x="722" y="1407"/>
                              </a:lnTo>
                              <a:lnTo>
                                <a:pt x="740" y="1395"/>
                              </a:lnTo>
                              <a:lnTo>
                                <a:pt x="403" y="1395"/>
                              </a:lnTo>
                              <a:lnTo>
                                <a:pt x="347" y="1390"/>
                              </a:lnTo>
                              <a:lnTo>
                                <a:pt x="304" y="1379"/>
                              </a:lnTo>
                              <a:lnTo>
                                <a:pt x="274" y="1364"/>
                              </a:lnTo>
                              <a:lnTo>
                                <a:pt x="257" y="1346"/>
                              </a:lnTo>
                              <a:lnTo>
                                <a:pt x="251" y="1328"/>
                              </a:lnTo>
                              <a:lnTo>
                                <a:pt x="253" y="1315"/>
                              </a:lnTo>
                              <a:lnTo>
                                <a:pt x="270" y="1287"/>
                              </a:lnTo>
                              <a:lnTo>
                                <a:pt x="319" y="1253"/>
                              </a:lnTo>
                              <a:lnTo>
                                <a:pt x="415" y="1221"/>
                              </a:lnTo>
                              <a:lnTo>
                                <a:pt x="487" y="1209"/>
                              </a:lnTo>
                              <a:lnTo>
                                <a:pt x="550" y="1206"/>
                              </a:lnTo>
                              <a:lnTo>
                                <a:pt x="973" y="1206"/>
                              </a:lnTo>
                              <a:lnTo>
                                <a:pt x="999" y="1180"/>
                              </a:lnTo>
                              <a:lnTo>
                                <a:pt x="1032" y="1149"/>
                              </a:lnTo>
                              <a:lnTo>
                                <a:pt x="864" y="1149"/>
                              </a:lnTo>
                              <a:lnTo>
                                <a:pt x="744" y="1105"/>
                              </a:lnTo>
                              <a:lnTo>
                                <a:pt x="663" y="1085"/>
                              </a:lnTo>
                              <a:lnTo>
                                <a:pt x="581" y="1084"/>
                              </a:lnTo>
                              <a:close/>
                              <a:moveTo>
                                <a:pt x="1128" y="1290"/>
                              </a:moveTo>
                              <a:lnTo>
                                <a:pt x="887" y="1290"/>
                              </a:lnTo>
                              <a:lnTo>
                                <a:pt x="998" y="1349"/>
                              </a:lnTo>
                              <a:lnTo>
                                <a:pt x="1035" y="1367"/>
                              </a:lnTo>
                              <a:lnTo>
                                <a:pt x="1091" y="1395"/>
                              </a:lnTo>
                              <a:lnTo>
                                <a:pt x="1136" y="1416"/>
                              </a:lnTo>
                              <a:lnTo>
                                <a:pt x="1201" y="1444"/>
                              </a:lnTo>
                              <a:lnTo>
                                <a:pt x="1276" y="1469"/>
                              </a:lnTo>
                              <a:lnTo>
                                <a:pt x="1364" y="1487"/>
                              </a:lnTo>
                              <a:lnTo>
                                <a:pt x="1462" y="1493"/>
                              </a:lnTo>
                              <a:lnTo>
                                <a:pt x="1472" y="1493"/>
                              </a:lnTo>
                              <a:lnTo>
                                <a:pt x="1481" y="1492"/>
                              </a:lnTo>
                              <a:lnTo>
                                <a:pt x="1491" y="1492"/>
                              </a:lnTo>
                              <a:lnTo>
                                <a:pt x="1491" y="1383"/>
                              </a:lnTo>
                              <a:lnTo>
                                <a:pt x="1444" y="1383"/>
                              </a:lnTo>
                              <a:lnTo>
                                <a:pt x="1367" y="1376"/>
                              </a:lnTo>
                              <a:lnTo>
                                <a:pt x="1289" y="1357"/>
                              </a:lnTo>
                              <a:lnTo>
                                <a:pt x="1213" y="1329"/>
                              </a:lnTo>
                              <a:lnTo>
                                <a:pt x="1142" y="1297"/>
                              </a:lnTo>
                              <a:lnTo>
                                <a:pt x="1128" y="1290"/>
                              </a:lnTo>
                              <a:close/>
                              <a:moveTo>
                                <a:pt x="973" y="1206"/>
                              </a:moveTo>
                              <a:lnTo>
                                <a:pt x="550" y="1206"/>
                              </a:lnTo>
                              <a:lnTo>
                                <a:pt x="602" y="1208"/>
                              </a:lnTo>
                              <a:lnTo>
                                <a:pt x="644" y="1213"/>
                              </a:lnTo>
                              <a:lnTo>
                                <a:pt x="683" y="1221"/>
                              </a:lnTo>
                              <a:lnTo>
                                <a:pt x="720" y="1231"/>
                              </a:lnTo>
                              <a:lnTo>
                                <a:pt x="749" y="1240"/>
                              </a:lnTo>
                              <a:lnTo>
                                <a:pt x="761" y="1244"/>
                              </a:lnTo>
                              <a:lnTo>
                                <a:pt x="706" y="1286"/>
                              </a:lnTo>
                              <a:lnTo>
                                <a:pt x="656" y="1319"/>
                              </a:lnTo>
                              <a:lnTo>
                                <a:pt x="610" y="1344"/>
                              </a:lnTo>
                              <a:lnTo>
                                <a:pt x="568" y="1364"/>
                              </a:lnTo>
                              <a:lnTo>
                                <a:pt x="521" y="1380"/>
                              </a:lnTo>
                              <a:lnTo>
                                <a:pt x="463" y="1390"/>
                              </a:lnTo>
                              <a:lnTo>
                                <a:pt x="403" y="1395"/>
                              </a:lnTo>
                              <a:lnTo>
                                <a:pt x="740" y="1395"/>
                              </a:lnTo>
                              <a:lnTo>
                                <a:pt x="802" y="1353"/>
                              </a:lnTo>
                              <a:lnTo>
                                <a:pt x="863" y="1308"/>
                              </a:lnTo>
                              <a:lnTo>
                                <a:pt x="887" y="1290"/>
                              </a:lnTo>
                              <a:lnTo>
                                <a:pt x="1128" y="1290"/>
                              </a:lnTo>
                              <a:lnTo>
                                <a:pt x="1080" y="1264"/>
                              </a:lnTo>
                              <a:lnTo>
                                <a:pt x="999" y="1221"/>
                              </a:lnTo>
                              <a:lnTo>
                                <a:pt x="972" y="1207"/>
                              </a:lnTo>
                              <a:lnTo>
                                <a:pt x="973" y="1206"/>
                              </a:lnTo>
                              <a:close/>
                              <a:moveTo>
                                <a:pt x="1491" y="1380"/>
                              </a:moveTo>
                              <a:lnTo>
                                <a:pt x="1479" y="1381"/>
                              </a:lnTo>
                              <a:lnTo>
                                <a:pt x="1468" y="1382"/>
                              </a:lnTo>
                              <a:lnTo>
                                <a:pt x="1456" y="1383"/>
                              </a:lnTo>
                              <a:lnTo>
                                <a:pt x="1444" y="1383"/>
                              </a:lnTo>
                              <a:lnTo>
                                <a:pt x="1491" y="1383"/>
                              </a:lnTo>
                              <a:lnTo>
                                <a:pt x="1491" y="1380"/>
                              </a:lnTo>
                              <a:close/>
                              <a:moveTo>
                                <a:pt x="990" y="685"/>
                              </a:moveTo>
                              <a:lnTo>
                                <a:pt x="756" y="685"/>
                              </a:lnTo>
                              <a:lnTo>
                                <a:pt x="955" y="785"/>
                              </a:lnTo>
                              <a:lnTo>
                                <a:pt x="1057" y="835"/>
                              </a:lnTo>
                              <a:lnTo>
                                <a:pt x="1148" y="880"/>
                              </a:lnTo>
                              <a:lnTo>
                                <a:pt x="864" y="1149"/>
                              </a:lnTo>
                              <a:lnTo>
                                <a:pt x="1032" y="1149"/>
                              </a:lnTo>
                              <a:lnTo>
                                <a:pt x="1171" y="1017"/>
                              </a:lnTo>
                              <a:lnTo>
                                <a:pt x="1259" y="934"/>
                              </a:lnTo>
                              <a:lnTo>
                                <a:pt x="1491" y="934"/>
                              </a:lnTo>
                              <a:lnTo>
                                <a:pt x="1491" y="914"/>
                              </a:lnTo>
                              <a:lnTo>
                                <a:pt x="1434" y="895"/>
                              </a:lnTo>
                              <a:lnTo>
                                <a:pt x="1391" y="879"/>
                              </a:lnTo>
                              <a:lnTo>
                                <a:pt x="1363" y="867"/>
                              </a:lnTo>
                              <a:lnTo>
                                <a:pt x="1354" y="862"/>
                              </a:lnTo>
                              <a:lnTo>
                                <a:pt x="1352" y="862"/>
                              </a:lnTo>
                              <a:lnTo>
                                <a:pt x="1384" y="831"/>
                              </a:lnTo>
                              <a:lnTo>
                                <a:pt x="1409" y="809"/>
                              </a:lnTo>
                              <a:lnTo>
                                <a:pt x="1238" y="809"/>
                              </a:lnTo>
                              <a:lnTo>
                                <a:pt x="1039" y="709"/>
                              </a:lnTo>
                              <a:lnTo>
                                <a:pt x="990" y="685"/>
                              </a:lnTo>
                              <a:close/>
                              <a:moveTo>
                                <a:pt x="1491" y="934"/>
                              </a:moveTo>
                              <a:lnTo>
                                <a:pt x="1259" y="934"/>
                              </a:lnTo>
                              <a:lnTo>
                                <a:pt x="1320" y="964"/>
                              </a:lnTo>
                              <a:lnTo>
                                <a:pt x="1364" y="983"/>
                              </a:lnTo>
                              <a:lnTo>
                                <a:pt x="1414" y="1000"/>
                              </a:lnTo>
                              <a:lnTo>
                                <a:pt x="1491" y="1024"/>
                              </a:lnTo>
                              <a:lnTo>
                                <a:pt x="1491" y="934"/>
                              </a:lnTo>
                              <a:close/>
                              <a:moveTo>
                                <a:pt x="0" y="851"/>
                              </a:moveTo>
                              <a:lnTo>
                                <a:pt x="0" y="956"/>
                              </a:lnTo>
                              <a:lnTo>
                                <a:pt x="19" y="959"/>
                              </a:lnTo>
                              <a:lnTo>
                                <a:pt x="39" y="961"/>
                              </a:lnTo>
                              <a:lnTo>
                                <a:pt x="60" y="963"/>
                              </a:lnTo>
                              <a:lnTo>
                                <a:pt x="81" y="965"/>
                              </a:lnTo>
                              <a:lnTo>
                                <a:pt x="176" y="965"/>
                              </a:lnTo>
                              <a:lnTo>
                                <a:pt x="267" y="952"/>
                              </a:lnTo>
                              <a:lnTo>
                                <a:pt x="353" y="931"/>
                              </a:lnTo>
                              <a:lnTo>
                                <a:pt x="432" y="902"/>
                              </a:lnTo>
                              <a:lnTo>
                                <a:pt x="503" y="870"/>
                              </a:lnTo>
                              <a:lnTo>
                                <a:pt x="524" y="858"/>
                              </a:lnTo>
                              <a:lnTo>
                                <a:pt x="112" y="858"/>
                              </a:lnTo>
                              <a:lnTo>
                                <a:pt x="50" y="857"/>
                              </a:lnTo>
                              <a:lnTo>
                                <a:pt x="0" y="851"/>
                              </a:lnTo>
                              <a:close/>
                              <a:moveTo>
                                <a:pt x="678" y="532"/>
                              </a:moveTo>
                              <a:lnTo>
                                <a:pt x="200" y="532"/>
                              </a:lnTo>
                              <a:lnTo>
                                <a:pt x="368" y="547"/>
                              </a:lnTo>
                              <a:lnTo>
                                <a:pt x="508" y="581"/>
                              </a:lnTo>
                              <a:lnTo>
                                <a:pt x="605" y="616"/>
                              </a:lnTo>
                              <a:lnTo>
                                <a:pt x="641" y="632"/>
                              </a:lnTo>
                              <a:lnTo>
                                <a:pt x="643" y="632"/>
                              </a:lnTo>
                              <a:lnTo>
                                <a:pt x="548" y="724"/>
                              </a:lnTo>
                              <a:lnTo>
                                <a:pt x="479" y="775"/>
                              </a:lnTo>
                              <a:lnTo>
                                <a:pt x="400" y="806"/>
                              </a:lnTo>
                              <a:lnTo>
                                <a:pt x="278" y="835"/>
                              </a:lnTo>
                              <a:lnTo>
                                <a:pt x="188" y="851"/>
                              </a:lnTo>
                              <a:lnTo>
                                <a:pt x="112" y="858"/>
                              </a:lnTo>
                              <a:lnTo>
                                <a:pt x="524" y="858"/>
                              </a:lnTo>
                              <a:lnTo>
                                <a:pt x="565" y="835"/>
                              </a:lnTo>
                              <a:lnTo>
                                <a:pt x="615" y="802"/>
                              </a:lnTo>
                              <a:lnTo>
                                <a:pt x="653" y="773"/>
                              </a:lnTo>
                              <a:lnTo>
                                <a:pt x="756" y="685"/>
                              </a:lnTo>
                              <a:lnTo>
                                <a:pt x="990" y="685"/>
                              </a:lnTo>
                              <a:lnTo>
                                <a:pt x="847" y="614"/>
                              </a:lnTo>
                              <a:lnTo>
                                <a:pt x="904" y="560"/>
                              </a:lnTo>
                              <a:lnTo>
                                <a:pt x="735" y="560"/>
                              </a:lnTo>
                              <a:lnTo>
                                <a:pt x="678" y="532"/>
                              </a:lnTo>
                              <a:close/>
                              <a:moveTo>
                                <a:pt x="1491" y="625"/>
                              </a:moveTo>
                              <a:lnTo>
                                <a:pt x="1444" y="651"/>
                              </a:lnTo>
                              <a:lnTo>
                                <a:pt x="1403" y="676"/>
                              </a:lnTo>
                              <a:lnTo>
                                <a:pt x="1369" y="700"/>
                              </a:lnTo>
                              <a:lnTo>
                                <a:pt x="1342" y="721"/>
                              </a:lnTo>
                              <a:lnTo>
                                <a:pt x="1238" y="809"/>
                              </a:lnTo>
                              <a:lnTo>
                                <a:pt x="1409" y="809"/>
                              </a:lnTo>
                              <a:lnTo>
                                <a:pt x="1441" y="787"/>
                              </a:lnTo>
                              <a:lnTo>
                                <a:pt x="1491" y="756"/>
                              </a:lnTo>
                              <a:lnTo>
                                <a:pt x="1491" y="625"/>
                              </a:lnTo>
                              <a:close/>
                              <a:moveTo>
                                <a:pt x="226" y="421"/>
                              </a:moveTo>
                              <a:lnTo>
                                <a:pt x="154" y="423"/>
                              </a:lnTo>
                              <a:lnTo>
                                <a:pt x="93" y="427"/>
                              </a:lnTo>
                              <a:lnTo>
                                <a:pt x="42" y="433"/>
                              </a:lnTo>
                              <a:lnTo>
                                <a:pt x="0" y="442"/>
                              </a:lnTo>
                              <a:lnTo>
                                <a:pt x="0" y="563"/>
                              </a:lnTo>
                              <a:lnTo>
                                <a:pt x="44" y="550"/>
                              </a:lnTo>
                              <a:lnTo>
                                <a:pt x="93" y="540"/>
                              </a:lnTo>
                              <a:lnTo>
                                <a:pt x="145" y="534"/>
                              </a:lnTo>
                              <a:lnTo>
                                <a:pt x="200" y="532"/>
                              </a:lnTo>
                              <a:lnTo>
                                <a:pt x="678" y="532"/>
                              </a:lnTo>
                              <a:lnTo>
                                <a:pt x="571" y="480"/>
                              </a:lnTo>
                              <a:lnTo>
                                <a:pt x="463" y="438"/>
                              </a:lnTo>
                              <a:lnTo>
                                <a:pt x="364" y="423"/>
                              </a:lnTo>
                              <a:lnTo>
                                <a:pt x="226" y="421"/>
                              </a:lnTo>
                              <a:close/>
                              <a:moveTo>
                                <a:pt x="927" y="111"/>
                              </a:moveTo>
                              <a:lnTo>
                                <a:pt x="550" y="111"/>
                              </a:lnTo>
                              <a:lnTo>
                                <a:pt x="627" y="118"/>
                              </a:lnTo>
                              <a:lnTo>
                                <a:pt x="705" y="137"/>
                              </a:lnTo>
                              <a:lnTo>
                                <a:pt x="781" y="165"/>
                              </a:lnTo>
                              <a:lnTo>
                                <a:pt x="852" y="197"/>
                              </a:lnTo>
                              <a:lnTo>
                                <a:pt x="915" y="230"/>
                              </a:lnTo>
                              <a:lnTo>
                                <a:pt x="1023" y="287"/>
                              </a:lnTo>
                              <a:lnTo>
                                <a:pt x="995" y="314"/>
                              </a:lnTo>
                              <a:lnTo>
                                <a:pt x="824" y="477"/>
                              </a:lnTo>
                              <a:lnTo>
                                <a:pt x="749" y="547"/>
                              </a:lnTo>
                              <a:lnTo>
                                <a:pt x="735" y="560"/>
                              </a:lnTo>
                              <a:lnTo>
                                <a:pt x="904" y="560"/>
                              </a:lnTo>
                              <a:lnTo>
                                <a:pt x="1130" y="345"/>
                              </a:lnTo>
                              <a:lnTo>
                                <a:pt x="1491" y="345"/>
                              </a:lnTo>
                              <a:lnTo>
                                <a:pt x="1491" y="288"/>
                              </a:lnTo>
                              <a:lnTo>
                                <a:pt x="1448" y="288"/>
                              </a:lnTo>
                              <a:lnTo>
                                <a:pt x="1411" y="287"/>
                              </a:lnTo>
                              <a:lnTo>
                                <a:pt x="1378" y="285"/>
                              </a:lnTo>
                              <a:lnTo>
                                <a:pt x="1351" y="281"/>
                              </a:lnTo>
                              <a:lnTo>
                                <a:pt x="1312" y="273"/>
                              </a:lnTo>
                              <a:lnTo>
                                <a:pt x="1274" y="263"/>
                              </a:lnTo>
                              <a:lnTo>
                                <a:pt x="1246" y="254"/>
                              </a:lnTo>
                              <a:lnTo>
                                <a:pt x="1234" y="250"/>
                              </a:lnTo>
                              <a:lnTo>
                                <a:pt x="1289" y="208"/>
                              </a:lnTo>
                              <a:lnTo>
                                <a:pt x="1294" y="205"/>
                              </a:lnTo>
                              <a:lnTo>
                                <a:pt x="1108" y="205"/>
                              </a:lnTo>
                              <a:lnTo>
                                <a:pt x="996" y="145"/>
                              </a:lnTo>
                              <a:lnTo>
                                <a:pt x="960" y="127"/>
                              </a:lnTo>
                              <a:lnTo>
                                <a:pt x="927" y="111"/>
                              </a:lnTo>
                              <a:close/>
                              <a:moveTo>
                                <a:pt x="1491" y="345"/>
                              </a:moveTo>
                              <a:lnTo>
                                <a:pt x="1130" y="345"/>
                              </a:lnTo>
                              <a:lnTo>
                                <a:pt x="1234" y="384"/>
                              </a:lnTo>
                              <a:lnTo>
                                <a:pt x="1306" y="402"/>
                              </a:lnTo>
                              <a:lnTo>
                                <a:pt x="1381" y="405"/>
                              </a:lnTo>
                              <a:lnTo>
                                <a:pt x="1491" y="399"/>
                              </a:lnTo>
                              <a:lnTo>
                                <a:pt x="1491" y="345"/>
                              </a:lnTo>
                              <a:close/>
                              <a:moveTo>
                                <a:pt x="1491" y="286"/>
                              </a:moveTo>
                              <a:lnTo>
                                <a:pt x="1448" y="288"/>
                              </a:lnTo>
                              <a:lnTo>
                                <a:pt x="1491" y="288"/>
                              </a:lnTo>
                              <a:lnTo>
                                <a:pt x="1491" y="286"/>
                              </a:lnTo>
                              <a:close/>
                              <a:moveTo>
                                <a:pt x="533" y="1"/>
                              </a:moveTo>
                              <a:lnTo>
                                <a:pt x="441" y="10"/>
                              </a:lnTo>
                              <a:lnTo>
                                <a:pt x="367" y="30"/>
                              </a:lnTo>
                              <a:lnTo>
                                <a:pt x="312" y="54"/>
                              </a:lnTo>
                              <a:lnTo>
                                <a:pt x="276" y="73"/>
                              </a:lnTo>
                              <a:lnTo>
                                <a:pt x="262" y="82"/>
                              </a:lnTo>
                              <a:lnTo>
                                <a:pt x="246" y="93"/>
                              </a:lnTo>
                              <a:lnTo>
                                <a:pt x="231" y="104"/>
                              </a:lnTo>
                              <a:lnTo>
                                <a:pt x="220" y="112"/>
                              </a:lnTo>
                              <a:lnTo>
                                <a:pt x="195" y="133"/>
                              </a:lnTo>
                              <a:lnTo>
                                <a:pt x="181" y="146"/>
                              </a:lnTo>
                              <a:lnTo>
                                <a:pt x="172" y="155"/>
                              </a:lnTo>
                              <a:lnTo>
                                <a:pt x="159" y="168"/>
                              </a:lnTo>
                              <a:lnTo>
                                <a:pt x="155" y="179"/>
                              </a:lnTo>
                              <a:lnTo>
                                <a:pt x="154" y="189"/>
                              </a:lnTo>
                              <a:lnTo>
                                <a:pt x="153" y="199"/>
                              </a:lnTo>
                              <a:lnTo>
                                <a:pt x="155" y="210"/>
                              </a:lnTo>
                              <a:lnTo>
                                <a:pt x="159" y="220"/>
                              </a:lnTo>
                              <a:lnTo>
                                <a:pt x="166" y="229"/>
                              </a:lnTo>
                              <a:lnTo>
                                <a:pt x="184" y="242"/>
                              </a:lnTo>
                              <a:lnTo>
                                <a:pt x="206" y="247"/>
                              </a:lnTo>
                              <a:lnTo>
                                <a:pt x="229" y="243"/>
                              </a:lnTo>
                              <a:lnTo>
                                <a:pt x="253" y="229"/>
                              </a:lnTo>
                              <a:lnTo>
                                <a:pt x="290" y="201"/>
                              </a:lnTo>
                              <a:lnTo>
                                <a:pt x="351" y="161"/>
                              </a:lnTo>
                              <a:lnTo>
                                <a:pt x="438" y="127"/>
                              </a:lnTo>
                              <a:lnTo>
                                <a:pt x="550" y="111"/>
                              </a:lnTo>
                              <a:lnTo>
                                <a:pt x="927" y="111"/>
                              </a:lnTo>
                              <a:lnTo>
                                <a:pt x="859" y="78"/>
                              </a:lnTo>
                              <a:lnTo>
                                <a:pt x="794" y="50"/>
                              </a:lnTo>
                              <a:lnTo>
                                <a:pt x="718" y="25"/>
                              </a:lnTo>
                              <a:lnTo>
                                <a:pt x="631" y="7"/>
                              </a:lnTo>
                              <a:lnTo>
                                <a:pt x="533" y="1"/>
                              </a:lnTo>
                              <a:close/>
                              <a:moveTo>
                                <a:pt x="1491" y="0"/>
                              </a:moveTo>
                              <a:lnTo>
                                <a:pt x="1458" y="7"/>
                              </a:lnTo>
                              <a:lnTo>
                                <a:pt x="1425" y="17"/>
                              </a:lnTo>
                              <a:lnTo>
                                <a:pt x="1390" y="29"/>
                              </a:lnTo>
                              <a:lnTo>
                                <a:pt x="1353" y="44"/>
                              </a:lnTo>
                              <a:lnTo>
                                <a:pt x="1272" y="87"/>
                              </a:lnTo>
                              <a:lnTo>
                                <a:pt x="1193" y="141"/>
                              </a:lnTo>
                              <a:lnTo>
                                <a:pt x="1132" y="186"/>
                              </a:lnTo>
                              <a:lnTo>
                                <a:pt x="1108" y="205"/>
                              </a:lnTo>
                              <a:lnTo>
                                <a:pt x="1294" y="205"/>
                              </a:lnTo>
                              <a:lnTo>
                                <a:pt x="1339" y="175"/>
                              </a:lnTo>
                              <a:lnTo>
                                <a:pt x="1385" y="150"/>
                              </a:lnTo>
                              <a:lnTo>
                                <a:pt x="1426" y="130"/>
                              </a:lnTo>
                              <a:lnTo>
                                <a:pt x="1440" y="125"/>
                              </a:lnTo>
                              <a:lnTo>
                                <a:pt x="1456" y="120"/>
                              </a:lnTo>
                              <a:lnTo>
                                <a:pt x="1473" y="115"/>
                              </a:lnTo>
                              <a:lnTo>
                                <a:pt x="1491" y="111"/>
                              </a:lnTo>
                              <a:lnTo>
                                <a:pt x="1491" y="0"/>
                              </a:lnTo>
                              <a:close/>
                            </a:path>
                          </a:pathLst>
                        </a:custGeom>
                        <a:solidFill>
                          <a:srgbClr val="F58F7A">
                            <a:alpha val="58998"/>
                          </a:srgbClr>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A0DC83" id="Group 14" o:spid="_x0000_s1026" style="position:absolute;margin-left:0;margin-top:12.3pt;width:8in;height:126.7pt;z-index:-251658237;mso-position-horizontal:center;mso-position-horizontal-relative:margin;mso-position-vertical-relative:page" coordorigin="360,360" coordsize="11520,2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">
              <v:shape id="docshape5" o:spid="_x0000_s1027" style="position:absolute;left:360;top:360;width:11520;height:2527;visibility:visible;mso-wrap-style:square;v-text-anchor:top" coordsize="11520,2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" path="m11520,l,,,560r9785,l9785,2526r1491,l11276,560r244,l11520,xe" fillcolor="#931a1d" stroked="f">
                <v:path arrowok="t" o:connecttype="custom" o:connectlocs="11520,360;0,360;0,920;9785,920;9785,2886;11276,2886;11276,920;11520,920;11520,360" o:connectangles="0,0,0,0,0,0,0,0,0"/>
              </v:shape>
              <v:shape id="docshape6" o:spid="_x0000_s1028" style="position:absolute;left:10144;top:1017;width:1491;height:1503;visibility:visible;mso-wrap-style:square;v-text-anchor:top" coordsize="1491,1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" path="m581,1084r-119,15l384,1113r-69,21l255,1161r-52,36l182,1217r-21,26l145,1275r-9,35l138,1332r7,30l160,1395r22,29l243,1469r59,23l356,1501r43,2l456,1501r58,-9l575,1476r66,-26l722,1407r18,-12l403,1395r-56,-5l304,1379r-30,-15l257,1346r-6,-18l253,1315r17,-28l319,1253r96,-32l487,1209r63,-3l973,1206r26,-26l1032,1149r-168,l744,1105r-81,-20l581,1084xm1128,1290r-241,l998,1349r37,18l1091,1395r45,21l1201,1444r75,25l1364,1487r98,6l1472,1493r9,-1l1491,1492r,-109l1444,1383r-77,-7l1289,1357r-76,-28l1142,1297r-14,-7xm973,1206r-423,l602,1208r42,5l683,1221r37,10l749,1240r12,4l706,1286r-50,33l610,1344r-42,20l521,1380r-58,10l403,1395r337,l802,1353r61,-45l887,1290r241,l1080,1264r-81,-43l972,1207r1,-1xm1491,1380r-12,1l1468,1382r-12,1l1444,1383r47,l1491,1380xm990,685r-234,l955,785r102,50l1148,880,864,1149r168,l1171,1017r88,-83l1491,934r,-20l1434,895r-43,-16l1363,867r-9,-5l1352,862r32,-31l1409,809r-171,l1039,709,990,685xm1491,934r-232,l1320,964r44,19l1414,1000r77,24l1491,934xm,851l,956r19,3l39,961r21,2l81,965r95,l267,952r86,-21l432,902r71,-32l524,858r-412,l50,857,,851xm678,532r-478,l368,547r140,34l605,616r36,16l643,632r-95,92l479,775r-79,31l278,835r-90,16l112,858r412,l565,835r50,-33l653,773,756,685r234,l847,614r57,-54l735,560,678,532xm1491,625r-47,26l1403,676r-34,24l1342,721r-104,88l1409,809r32,-22l1491,756r,-131xm226,421r-72,2l93,427r-51,6l,442,,563,44,550,93,540r52,-6l200,532r478,l571,480,463,438,364,423,226,421xm927,111r-377,l627,118r78,19l781,165r71,32l915,230r108,57l995,314,824,477r-75,70l735,560r169,l1130,345r361,l1491,288r-43,l1411,287r-33,-2l1351,281r-39,-8l1274,263r-28,-9l1234,250r55,-42l1294,205r-186,l996,145,960,127,927,111xm1491,345r-361,l1234,384r72,18l1381,405r110,-6l1491,345xm1491,286r-43,2l1491,288r,-2xm533,1r-92,9l367,30,312,54,276,73r-14,9l246,93r-15,11l220,112r-25,21l181,146r-9,9l159,168r-4,11l154,189r-1,10l155,210r4,10l166,229r18,13l206,247r23,-4l253,229r37,-28l351,161r87,-34l550,111r377,l859,78,794,50,718,25,631,7,533,1xm1491,r-33,7l1425,17r-35,12l1353,44r-81,43l1193,141r-61,45l1108,205r186,l1339,175r46,-25l1426,130r14,-5l1456,120r17,-5l1491,111,1491,xe" fillcolor="#f58f7a" stroked="f">
                <v:fill opacity="38550f"/>
                <v:path arrowok="t" o:connecttype="custom" o:connectlocs="255,2178;136,2327;243,2486;514,2509;403,2412;251,2345;487,2226;864,2166;887,2307;1201,2461;1481,2509;1289,2374;550,2223;749,2257;568,2381;802,2370;999,2238;1468,2399;990,1702;864,2166;1491,1931;1352,1879;990,1702;1414,2017;19,1976;267,1969;112,1875;368,1564;548,1741;112,1875;756,1702;678,1549;1342,1738;1491,1773;42,1450;145,1551;364,1440;705,1154;995,1331;1130,1362;1378,1302;1234,1267;960,1144;1306,1419;1448,1305;367,1047;231,1121;159,1185;159,1237;253,1246;927,1128;533,1018;1353,1061;1294,1222;1456,1137" o:connectangles="0,0,0,0,0,0,0,0,0,0,0,0,0,0,0,0,0,0,0,0,0,0,0,0,0,0,0,0,0,0,0,0,0,0,0,0,0,0,0,0,0,0,0,0,0,0,0,0,0,0,0,0,0,0,0"/>
              </v:shape>
              <w10:wrap anchorx="margin" anchory="page"/>
              <w10:anchorlock/>
            </v:group>
          </w:pict>
        </mc:Fallback>
      </mc:AlternateContent>
    </w:r>
  </w:p>
  <w:p w14:paraId="555CD98A" w14:textId="77777777" w:rsidR="00B9288F" w:rsidRDefault="00B9288F">
    <w:pPr>
      <w:pStyle w:val="Header"/>
      <w:rPr>
        <w:bCs/>
        <w:sz w:val="18"/>
        <w:szCs w:val="21"/>
      </w:rPr>
    </w:pPr>
  </w:p>
  <w:p w14:paraId="661278D8" w14:textId="77777777" w:rsidR="00B9288F" w:rsidRDefault="00B9288F">
    <w:pPr>
      <w:pStyle w:val="Header"/>
      <w:rPr>
        <w:bCs/>
        <w:sz w:val="18"/>
        <w:szCs w:val="21"/>
      </w:rPr>
    </w:pPr>
  </w:p>
  <w:p w14:paraId="6DB2DE04" w14:textId="77777777" w:rsidR="00DC4FC6" w:rsidRPr="00B9288F" w:rsidRDefault="00DC4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0B2D7DA"/>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4225DB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0414C318"/>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90ACD7C"/>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39A5BE2"/>
    <w:multiLevelType w:val="multilevel"/>
    <w:tmpl w:val="1009001F"/>
    <w:styleLink w:val="RFPRespons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111B50"/>
    <w:multiLevelType w:val="hybridMultilevel"/>
    <w:tmpl w:val="2B78EC26"/>
    <w:lvl w:ilvl="0" w:tplc="FFECBEA4">
      <w:start w:val="1"/>
      <w:numFmt w:val="decimal"/>
      <w:lvlText w:val="%1."/>
      <w:lvlJc w:val="left"/>
      <w:pPr>
        <w:ind w:left="720" w:hanging="360"/>
      </w:pPr>
      <w:rPr>
        <w:rFonts w:asciiTheme="minorHAnsi" w:hAnsiTheme="minorHAnsi" w:cstheme="minorHAnsi" w:hint="default"/>
        <w:b w:val="0"/>
        <w:bCs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B8C33A8"/>
    <w:multiLevelType w:val="hybridMultilevel"/>
    <w:tmpl w:val="E92AABF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0275DC6"/>
    <w:multiLevelType w:val="hybridMultilevel"/>
    <w:tmpl w:val="B4186AC4"/>
    <w:lvl w:ilvl="0" w:tplc="7696CE88">
      <w:start w:val="1"/>
      <w:numFmt w:val="bullet"/>
      <w:pStyle w:val="NoSpacing"/>
      <w:lvlText w:val=""/>
      <w:lvlJc w:val="left"/>
      <w:pPr>
        <w:ind w:left="717"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74307A2"/>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B24288"/>
    <w:multiLevelType w:val="multilevel"/>
    <w:tmpl w:val="1F2AED94"/>
    <w:lvl w:ilvl="0">
      <w:start w:val="1"/>
      <w:numFmt w:val="decimal"/>
      <w:lvlRestart w:val="0"/>
      <w:pStyle w:val="RFPPartC1"/>
      <w:isLgl/>
      <w:lvlText w:val="C %1."/>
      <w:lvlJc w:val="left"/>
      <w:pPr>
        <w:tabs>
          <w:tab w:val="num" w:pos="720"/>
        </w:tabs>
        <w:ind w:left="720" w:hanging="720"/>
      </w:pPr>
      <w:rPr>
        <w:rFonts w:ascii="Lucida Sans" w:hAnsi="Lucida Sans" w:hint="default"/>
        <w:b/>
        <w:i w:val="0"/>
        <w:caps w:val="0"/>
        <w:strike w:val="0"/>
        <w:dstrike w:val="0"/>
        <w:vanish w:val="0"/>
        <w:color w:val="000000"/>
        <w:sz w:val="20"/>
        <w:u w:val="none"/>
        <w:vertAlign w:val="baseline"/>
      </w:rPr>
    </w:lvl>
    <w:lvl w:ilvl="1">
      <w:start w:val="1"/>
      <w:numFmt w:val="decimal"/>
      <w:isLgl/>
      <w:lvlText w:val="C %1.%2"/>
      <w:lvlJc w:val="left"/>
      <w:pPr>
        <w:tabs>
          <w:tab w:val="num" w:pos="1080"/>
        </w:tabs>
        <w:ind w:left="1080" w:hanging="1080"/>
      </w:pPr>
      <w:rPr>
        <w:rFonts w:ascii="Lucida Sans" w:hAnsi="Lucida Sans" w:hint="default"/>
        <w:b w:val="0"/>
        <w:i w:val="0"/>
        <w:caps w:val="0"/>
        <w:strike w:val="0"/>
        <w:dstrike w:val="0"/>
        <w:vanish w:val="0"/>
        <w:color w:val="000000"/>
        <w:sz w:val="20"/>
        <w:u w:val="none"/>
        <w:vertAlign w:val="baseline"/>
      </w:rPr>
    </w:lvl>
    <w:lvl w:ilvl="2">
      <w:start w:val="1"/>
      <w:numFmt w:val="decimal"/>
      <w:lvlText w:val="C %1.%2.%3"/>
      <w:lvlJc w:val="left"/>
      <w:pPr>
        <w:tabs>
          <w:tab w:val="num" w:pos="1440"/>
        </w:tabs>
        <w:ind w:left="1440" w:hanging="1440"/>
      </w:pPr>
      <w:rPr>
        <w:rFonts w:ascii="Lucida Sans" w:hAnsi="Lucida Sans" w:hint="default"/>
        <w:b w:val="0"/>
        <w:i w:val="0"/>
        <w:caps w:val="0"/>
        <w:strike w:val="0"/>
        <w:dstrike w:val="0"/>
        <w:vanish w:val="0"/>
        <w:color w:val="000000"/>
        <w:sz w:val="20"/>
        <w:u w:val="none"/>
        <w:vertAlign w:val="baseline"/>
      </w:rPr>
    </w:lvl>
    <w:lvl w:ilvl="3">
      <w:start w:val="1"/>
      <w:numFmt w:val="decimal"/>
      <w:lvlText w:val=".%4"/>
      <w:lvlJc w:val="left"/>
      <w:pPr>
        <w:tabs>
          <w:tab w:val="num" w:pos="2880"/>
        </w:tabs>
        <w:ind w:left="2880" w:hanging="720"/>
      </w:pPr>
      <w:rPr>
        <w:rFonts w:ascii="Lucida Sans" w:hAnsi="Lucida Sans" w:hint="default"/>
        <w:b w:val="0"/>
        <w:i w:val="0"/>
        <w:caps w:val="0"/>
        <w:strike w:val="0"/>
        <w:dstrike w:val="0"/>
        <w:vanish w:val="0"/>
        <w:color w:val="000000"/>
        <w:sz w:val="20"/>
        <w:u w:val="none"/>
        <w:vertAlign w:val="baseline"/>
      </w:rPr>
    </w:lvl>
    <w:lvl w:ilvl="4">
      <w:start w:val="1"/>
      <w:numFmt w:val="lowerLetter"/>
      <w:lvlText w:val=".%5"/>
      <w:lvlJc w:val="left"/>
      <w:pPr>
        <w:tabs>
          <w:tab w:val="num" w:pos="2880"/>
        </w:tabs>
        <w:ind w:left="2880" w:hanging="720"/>
      </w:pPr>
      <w:rPr>
        <w:rFonts w:ascii="Lucida Sans" w:hAnsi="Lucida Sans" w:hint="default"/>
        <w:b w:val="0"/>
        <w:i w:val="0"/>
        <w:caps w:val="0"/>
        <w:strike w:val="0"/>
        <w:dstrike w:val="0"/>
        <w:vanish w:val="0"/>
        <w:color w:val="000000"/>
        <w:sz w:val="20"/>
        <w:u w:val="none"/>
        <w:vertAlign w:val="baseline"/>
      </w:rPr>
    </w:lvl>
    <w:lvl w:ilvl="5">
      <w:start w:val="1"/>
      <w:numFmt w:val="lowerRoman"/>
      <w:lvlText w:val="         %6."/>
      <w:lvlJc w:val="left"/>
      <w:pPr>
        <w:tabs>
          <w:tab w:val="num" w:pos="5040"/>
        </w:tabs>
        <w:ind w:left="4320" w:hanging="720"/>
      </w:pPr>
      <w:rPr>
        <w:rFonts w:ascii="Lucida Sans" w:hAnsi="Lucida Sans" w:hint="default"/>
        <w:b w:val="0"/>
        <w:i w:val="0"/>
        <w:caps w:val="0"/>
        <w:strike w:val="0"/>
        <w:dstrike w:val="0"/>
        <w:vanish w:val="0"/>
        <w:color w:val="000000"/>
        <w:sz w:val="20"/>
        <w:u w:val="none"/>
        <w:vertAlign w:val="baseline"/>
      </w:rPr>
    </w:lvl>
    <w:lvl w:ilvl="6">
      <w:start w:val="1"/>
      <w:numFmt w:val="decimal"/>
      <w:lvlText w:val="%7."/>
      <w:lvlJc w:val="left"/>
      <w:pPr>
        <w:tabs>
          <w:tab w:val="num" w:pos="2520"/>
        </w:tabs>
        <w:ind w:left="2520" w:hanging="360"/>
      </w:pPr>
      <w:rPr>
        <w:rFonts w:ascii="Times New Roman" w:hAnsi="Times New Roman" w:hint="default"/>
        <w:sz w:val="40"/>
      </w:rPr>
    </w:lvl>
    <w:lvl w:ilvl="7">
      <w:start w:val="1"/>
      <w:numFmt w:val="lowerLetter"/>
      <w:lvlText w:val="%8."/>
      <w:lvlJc w:val="left"/>
      <w:pPr>
        <w:tabs>
          <w:tab w:val="num" w:pos="2880"/>
        </w:tabs>
        <w:ind w:left="2880" w:hanging="360"/>
      </w:pPr>
      <w:rPr>
        <w:rFonts w:ascii="Times New Roman" w:hAnsi="Times New Roman" w:hint="default"/>
        <w:sz w:val="40"/>
      </w:rPr>
    </w:lvl>
    <w:lvl w:ilvl="8">
      <w:start w:val="1"/>
      <w:numFmt w:val="lowerRoman"/>
      <w:lvlText w:val="%9."/>
      <w:lvlJc w:val="left"/>
      <w:pPr>
        <w:tabs>
          <w:tab w:val="num" w:pos="3600"/>
        </w:tabs>
        <w:ind w:left="3240" w:hanging="360"/>
      </w:pPr>
      <w:rPr>
        <w:rFonts w:ascii="Times New Roman" w:hAnsi="Times New Roman" w:hint="default"/>
        <w:sz w:val="40"/>
      </w:rPr>
    </w:lvl>
  </w:abstractNum>
  <w:abstractNum w:abstractNumId="10" w15:restartNumberingAfterBreak="0">
    <w:nsid w:val="2E2E610E"/>
    <w:multiLevelType w:val="hybridMultilevel"/>
    <w:tmpl w:val="44746BEC"/>
    <w:lvl w:ilvl="0" w:tplc="A45004D2">
      <w:start w:val="1"/>
      <w:numFmt w:val="decimal"/>
      <w:pStyle w:val="ListParagraph"/>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1" w15:restartNumberingAfterBreak="0">
    <w:nsid w:val="2F923871"/>
    <w:multiLevelType w:val="hybridMultilevel"/>
    <w:tmpl w:val="1F74E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1A702D"/>
    <w:multiLevelType w:val="multilevel"/>
    <w:tmpl w:val="6E866768"/>
    <w:lvl w:ilvl="0">
      <w:start w:val="1"/>
      <w:numFmt w:val="decimal"/>
      <w:lvlRestart w:val="0"/>
      <w:pStyle w:val="RFPPartA1"/>
      <w:lvlText w:val="A %1."/>
      <w:lvlJc w:val="left"/>
      <w:pPr>
        <w:tabs>
          <w:tab w:val="num" w:pos="720"/>
        </w:tabs>
        <w:ind w:left="720" w:hanging="720"/>
      </w:pPr>
      <w:rPr>
        <w:b/>
        <w:i w:val="0"/>
        <w:caps w:val="0"/>
        <w:strike w:val="0"/>
        <w:dstrike w:val="0"/>
        <w:vanish w:val="0"/>
        <w:color w:val="000000"/>
        <w:sz w:val="20"/>
        <w:u w:val="none"/>
        <w:vertAlign w:val="baseline"/>
      </w:rPr>
    </w:lvl>
    <w:lvl w:ilvl="1">
      <w:start w:val="1"/>
      <w:numFmt w:val="decimal"/>
      <w:isLgl/>
      <w:lvlText w:val="A %1.%2"/>
      <w:lvlJc w:val="left"/>
      <w:pPr>
        <w:tabs>
          <w:tab w:val="num" w:pos="1080"/>
        </w:tabs>
        <w:ind w:left="1080" w:hanging="1080"/>
      </w:pPr>
      <w:rPr>
        <w:rFonts w:ascii="Arial" w:hAnsi="Arial" w:cs="Arial" w:hint="default"/>
        <w:b/>
        <w:i w:val="0"/>
        <w:caps w:val="0"/>
        <w:strike w:val="0"/>
        <w:dstrike w:val="0"/>
        <w:vanish w:val="0"/>
        <w:color w:val="000000"/>
        <w:sz w:val="22"/>
        <w:szCs w:val="22"/>
        <w:u w:val="none"/>
        <w:vertAlign w:val="baseline"/>
      </w:rPr>
    </w:lvl>
    <w:lvl w:ilvl="2">
      <w:start w:val="1"/>
      <w:numFmt w:val="decimal"/>
      <w:lvlText w:val="A %1.%2.%3"/>
      <w:lvlJc w:val="left"/>
      <w:pPr>
        <w:tabs>
          <w:tab w:val="num" w:pos="1440"/>
        </w:tabs>
        <w:ind w:left="1440" w:hanging="1440"/>
      </w:pPr>
      <w:rPr>
        <w:rFonts w:ascii="Arial" w:hAnsi="Arial" w:cs="Arial" w:hint="default"/>
        <w:b/>
        <w:i w:val="0"/>
        <w:caps w:val="0"/>
        <w:strike w:val="0"/>
        <w:dstrike w:val="0"/>
        <w:vanish w:val="0"/>
        <w:color w:val="000000"/>
        <w:sz w:val="22"/>
        <w:szCs w:val="22"/>
        <w:u w:val="none"/>
        <w:vertAlign w:val="baseline"/>
      </w:rPr>
    </w:lvl>
    <w:lvl w:ilvl="3">
      <w:start w:val="1"/>
      <w:numFmt w:val="decimal"/>
      <w:lvlText w:val=".%4"/>
      <w:lvlJc w:val="left"/>
      <w:pPr>
        <w:tabs>
          <w:tab w:val="num" w:pos="2880"/>
        </w:tabs>
        <w:ind w:left="2880" w:hanging="720"/>
      </w:pPr>
      <w:rPr>
        <w:rFonts w:ascii="Lucida Sans" w:hAnsi="Lucida Sans" w:hint="default"/>
        <w:b w:val="0"/>
        <w:i w:val="0"/>
        <w:caps w:val="0"/>
        <w:sz w:val="20"/>
        <w:u w:val="none"/>
      </w:rPr>
    </w:lvl>
    <w:lvl w:ilvl="4">
      <w:start w:val="1"/>
      <w:numFmt w:val="lowerLetter"/>
      <w:lvlText w:val=".%5"/>
      <w:lvlJc w:val="left"/>
      <w:pPr>
        <w:tabs>
          <w:tab w:val="num" w:pos="2880"/>
        </w:tabs>
        <w:ind w:left="2880" w:hanging="720"/>
      </w:pPr>
      <w:rPr>
        <w:rFonts w:ascii="Lucida Sans" w:hAnsi="Lucida Sans" w:hint="default"/>
        <w:b w:val="0"/>
        <w:i w:val="0"/>
        <w:caps w:val="0"/>
        <w:strike w:val="0"/>
        <w:dstrike w:val="0"/>
        <w:vanish w:val="0"/>
        <w:color w:val="000000"/>
        <w:sz w:val="20"/>
        <w:u w:val="none"/>
        <w:vertAlign w:val="baseline"/>
      </w:rPr>
    </w:lvl>
    <w:lvl w:ilvl="5">
      <w:start w:val="1"/>
      <w:numFmt w:val="lowerRoman"/>
      <w:lvlText w:val="         %6."/>
      <w:lvlJc w:val="left"/>
      <w:pPr>
        <w:tabs>
          <w:tab w:val="num" w:pos="5040"/>
        </w:tabs>
        <w:ind w:left="4320" w:hanging="720"/>
      </w:pPr>
      <w:rPr>
        <w:rFonts w:ascii="Lucida Sans" w:hAnsi="Lucida Sans" w:hint="default"/>
        <w:b w:val="0"/>
        <w:i w:val="0"/>
        <w:caps w:val="0"/>
        <w:sz w:val="20"/>
        <w:u w:val="none"/>
      </w:rPr>
    </w:lvl>
    <w:lvl w:ilvl="6">
      <w:start w:val="1"/>
      <w:numFmt w:val="decimal"/>
      <w:lvlText w:val="%7."/>
      <w:lvlJc w:val="left"/>
      <w:pPr>
        <w:tabs>
          <w:tab w:val="num" w:pos="2520"/>
        </w:tabs>
        <w:ind w:left="2520" w:hanging="360"/>
      </w:pPr>
      <w:rPr>
        <w:rFonts w:ascii="Arial" w:hAnsi="Arial" w:cs="Arial" w:hint="default"/>
        <w:sz w:val="20"/>
        <w:szCs w:val="20"/>
      </w:rPr>
    </w:lvl>
    <w:lvl w:ilvl="7">
      <w:start w:val="1"/>
      <w:numFmt w:val="lowerLetter"/>
      <w:lvlText w:val="%8."/>
      <w:lvlJc w:val="left"/>
      <w:pPr>
        <w:tabs>
          <w:tab w:val="num" w:pos="2880"/>
        </w:tabs>
        <w:ind w:left="2880" w:hanging="360"/>
      </w:pPr>
      <w:rPr>
        <w:rFonts w:ascii="Arial" w:hAnsi="Arial" w:cs="Arial" w:hint="default"/>
        <w:sz w:val="20"/>
        <w:szCs w:val="20"/>
      </w:rPr>
    </w:lvl>
    <w:lvl w:ilvl="8">
      <w:start w:val="1"/>
      <w:numFmt w:val="lowerRoman"/>
      <w:lvlText w:val="%9."/>
      <w:lvlJc w:val="left"/>
      <w:pPr>
        <w:tabs>
          <w:tab w:val="num" w:pos="3240"/>
        </w:tabs>
        <w:ind w:left="3240" w:hanging="360"/>
      </w:pPr>
      <w:rPr>
        <w:rFonts w:ascii="Arial" w:hAnsi="Arial" w:cs="Arial" w:hint="default"/>
        <w:sz w:val="22"/>
        <w:szCs w:val="22"/>
      </w:rPr>
    </w:lvl>
  </w:abstractNum>
  <w:abstractNum w:abstractNumId="13" w15:restartNumberingAfterBreak="0">
    <w:nsid w:val="3AA63CE5"/>
    <w:multiLevelType w:val="multilevel"/>
    <w:tmpl w:val="420A004E"/>
    <w:lvl w:ilvl="0">
      <w:start w:val="1"/>
      <w:numFmt w:val="upperLetter"/>
      <w:lvlText w:val="%1"/>
      <w:lvlJc w:val="left"/>
      <w:pPr>
        <w:ind w:left="720" w:hanging="720"/>
      </w:pPr>
      <w:rPr>
        <w:rFonts w:hint="default"/>
      </w:rPr>
    </w:lvl>
    <w:lvl w:ilvl="1">
      <w:start w:val="1"/>
      <w:numFmt w:val="decimal"/>
      <w:lvlText w:val="%1%2."/>
      <w:lvlJc w:val="left"/>
      <w:pPr>
        <w:ind w:left="624" w:hanging="624"/>
      </w:pPr>
      <w:rPr>
        <w:rFonts w:hint="default"/>
      </w:rPr>
    </w:lvl>
    <w:lvl w:ilvl="2">
      <w:start w:val="1"/>
      <w:numFmt w:val="lowerLetter"/>
      <w:lvlText w:val="%3."/>
      <w:lvlJc w:val="right"/>
      <w:pPr>
        <w:ind w:left="1191" w:hanging="227"/>
      </w:pPr>
      <w:rPr>
        <w:rFonts w:hint="default"/>
      </w:rPr>
    </w:lvl>
    <w:lvl w:ilvl="3">
      <w:start w:val="1"/>
      <w:numFmt w:val="lowerLetter"/>
      <w:lvlText w:val="%4."/>
      <w:lvlJc w:val="left"/>
      <w:pPr>
        <w:ind w:left="2880" w:hanging="360"/>
      </w:pPr>
      <w:rPr>
        <w:rFonts w:hint="default"/>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303FB3"/>
    <w:multiLevelType w:val="multilevel"/>
    <w:tmpl w:val="420A004E"/>
    <w:lvl w:ilvl="0">
      <w:start w:val="1"/>
      <w:numFmt w:val="upperLetter"/>
      <w:lvlText w:val="%1"/>
      <w:lvlJc w:val="left"/>
      <w:pPr>
        <w:ind w:left="720" w:hanging="720"/>
      </w:pPr>
      <w:rPr>
        <w:rFonts w:hint="default"/>
      </w:rPr>
    </w:lvl>
    <w:lvl w:ilvl="1">
      <w:start w:val="1"/>
      <w:numFmt w:val="decimal"/>
      <w:lvlText w:val="%1%2."/>
      <w:lvlJc w:val="left"/>
      <w:pPr>
        <w:ind w:left="624" w:hanging="624"/>
      </w:pPr>
      <w:rPr>
        <w:rFonts w:hint="default"/>
      </w:rPr>
    </w:lvl>
    <w:lvl w:ilvl="2">
      <w:start w:val="1"/>
      <w:numFmt w:val="lowerLetter"/>
      <w:lvlText w:val="%3."/>
      <w:lvlJc w:val="right"/>
      <w:pPr>
        <w:ind w:left="1191" w:hanging="227"/>
      </w:pPr>
      <w:rPr>
        <w:rFonts w:hint="default"/>
      </w:rPr>
    </w:lvl>
    <w:lvl w:ilvl="3">
      <w:start w:val="1"/>
      <w:numFmt w:val="lowerLetter"/>
      <w:lvlText w:val="%4."/>
      <w:lvlJc w:val="left"/>
      <w:pPr>
        <w:ind w:left="2880" w:hanging="360"/>
      </w:pPr>
      <w:rPr>
        <w:rFonts w:hint="default"/>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FE1AFB"/>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117C2E"/>
    <w:multiLevelType w:val="hybridMultilevel"/>
    <w:tmpl w:val="4874E0F4"/>
    <w:lvl w:ilvl="0" w:tplc="0E96EB2C">
      <w:start w:val="1"/>
      <w:numFmt w:val="lowerLetter"/>
      <w:pStyle w:val="LetteredList"/>
      <w:lvlText w:val="%1."/>
      <w:lvlJc w:val="left"/>
      <w:pPr>
        <w:ind w:left="9720" w:hanging="360"/>
      </w:pPr>
      <w:rPr>
        <w:rFonts w:hint="default"/>
        <w:b/>
      </w:rPr>
    </w:lvl>
    <w:lvl w:ilvl="1" w:tplc="7BE462C6">
      <w:start w:val="1"/>
      <w:numFmt w:val="lowerRoman"/>
      <w:lvlText w:val="(%2)"/>
      <w:lvlJc w:val="left"/>
      <w:pPr>
        <w:ind w:left="11160" w:hanging="720"/>
      </w:pPr>
      <w:rPr>
        <w:rFonts w:hint="default"/>
        <w:sz w:val="22"/>
      </w:rPr>
    </w:lvl>
    <w:lvl w:ilvl="2" w:tplc="1009001B" w:tentative="1">
      <w:start w:val="1"/>
      <w:numFmt w:val="lowerRoman"/>
      <w:lvlText w:val="%3."/>
      <w:lvlJc w:val="right"/>
      <w:pPr>
        <w:ind w:left="11520" w:hanging="180"/>
      </w:pPr>
    </w:lvl>
    <w:lvl w:ilvl="3" w:tplc="1009000F" w:tentative="1">
      <w:start w:val="1"/>
      <w:numFmt w:val="decimal"/>
      <w:lvlText w:val="%4."/>
      <w:lvlJc w:val="left"/>
      <w:pPr>
        <w:ind w:left="12240" w:hanging="360"/>
      </w:pPr>
    </w:lvl>
    <w:lvl w:ilvl="4" w:tplc="10090019" w:tentative="1">
      <w:start w:val="1"/>
      <w:numFmt w:val="lowerLetter"/>
      <w:lvlText w:val="%5."/>
      <w:lvlJc w:val="left"/>
      <w:pPr>
        <w:ind w:left="12960" w:hanging="360"/>
      </w:pPr>
    </w:lvl>
    <w:lvl w:ilvl="5" w:tplc="1009001B" w:tentative="1">
      <w:start w:val="1"/>
      <w:numFmt w:val="lowerRoman"/>
      <w:lvlText w:val="%6."/>
      <w:lvlJc w:val="right"/>
      <w:pPr>
        <w:ind w:left="13680" w:hanging="180"/>
      </w:pPr>
    </w:lvl>
    <w:lvl w:ilvl="6" w:tplc="1009000F" w:tentative="1">
      <w:start w:val="1"/>
      <w:numFmt w:val="decimal"/>
      <w:lvlText w:val="%7."/>
      <w:lvlJc w:val="left"/>
      <w:pPr>
        <w:ind w:left="14400" w:hanging="360"/>
      </w:pPr>
    </w:lvl>
    <w:lvl w:ilvl="7" w:tplc="10090019" w:tentative="1">
      <w:start w:val="1"/>
      <w:numFmt w:val="lowerLetter"/>
      <w:lvlText w:val="%8."/>
      <w:lvlJc w:val="left"/>
      <w:pPr>
        <w:ind w:left="15120" w:hanging="360"/>
      </w:pPr>
    </w:lvl>
    <w:lvl w:ilvl="8" w:tplc="1009001B" w:tentative="1">
      <w:start w:val="1"/>
      <w:numFmt w:val="lowerRoman"/>
      <w:lvlText w:val="%9."/>
      <w:lvlJc w:val="right"/>
      <w:pPr>
        <w:ind w:left="15840" w:hanging="180"/>
      </w:pPr>
    </w:lvl>
  </w:abstractNum>
  <w:abstractNum w:abstractNumId="17" w15:restartNumberingAfterBreak="0">
    <w:nsid w:val="491E4490"/>
    <w:multiLevelType w:val="multilevel"/>
    <w:tmpl w:val="1009001F"/>
    <w:numStyleLink w:val="RFPResponse"/>
  </w:abstractNum>
  <w:abstractNum w:abstractNumId="18" w15:restartNumberingAfterBreak="0">
    <w:nsid w:val="4C84260A"/>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604BA3"/>
    <w:multiLevelType w:val="multilevel"/>
    <w:tmpl w:val="420A004E"/>
    <w:lvl w:ilvl="0">
      <w:start w:val="1"/>
      <w:numFmt w:val="upperLetter"/>
      <w:lvlText w:val="%1"/>
      <w:lvlJc w:val="left"/>
      <w:pPr>
        <w:ind w:left="720" w:hanging="720"/>
      </w:pPr>
      <w:rPr>
        <w:rFonts w:hint="default"/>
      </w:rPr>
    </w:lvl>
    <w:lvl w:ilvl="1">
      <w:start w:val="1"/>
      <w:numFmt w:val="decimal"/>
      <w:lvlText w:val="%1%2."/>
      <w:lvlJc w:val="left"/>
      <w:pPr>
        <w:ind w:left="624" w:hanging="624"/>
      </w:pPr>
      <w:rPr>
        <w:rFonts w:hint="default"/>
      </w:rPr>
    </w:lvl>
    <w:lvl w:ilvl="2">
      <w:start w:val="1"/>
      <w:numFmt w:val="lowerLetter"/>
      <w:lvlText w:val="%3."/>
      <w:lvlJc w:val="right"/>
      <w:pPr>
        <w:ind w:left="1191" w:hanging="227"/>
      </w:pPr>
      <w:rPr>
        <w:rFonts w:hint="default"/>
      </w:rPr>
    </w:lvl>
    <w:lvl w:ilvl="3">
      <w:start w:val="1"/>
      <w:numFmt w:val="lowerLetter"/>
      <w:lvlText w:val="%4."/>
      <w:lvlJc w:val="left"/>
      <w:pPr>
        <w:ind w:left="2880" w:hanging="360"/>
      </w:pPr>
      <w:rPr>
        <w:rFonts w:hint="default"/>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5637DE2"/>
    <w:multiLevelType w:val="hybridMultilevel"/>
    <w:tmpl w:val="17C42E4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7C72B21"/>
    <w:multiLevelType w:val="hybridMultilevel"/>
    <w:tmpl w:val="98F0BEB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0AB5D7C"/>
    <w:multiLevelType w:val="multilevel"/>
    <w:tmpl w:val="A26EE41C"/>
    <w:lvl w:ilvl="0">
      <w:start w:val="1"/>
      <w:numFmt w:val="decimal"/>
      <w:lvlText w:val="%1."/>
      <w:lvlJc w:val="left"/>
      <w:pPr>
        <w:ind w:left="720" w:hanging="360"/>
      </w:pPr>
      <w:rPr>
        <w:rFonts w:hint="default"/>
      </w:rPr>
    </w:lvl>
    <w:lvl w:ilvl="1">
      <w:start w:val="4"/>
      <w:numFmt w:val="decimal"/>
      <w:isLgl/>
      <w:lvlText w:val="%1.%2"/>
      <w:lvlJc w:val="left"/>
      <w:pPr>
        <w:ind w:left="1090" w:hanging="37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62BF0371"/>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391C16"/>
    <w:multiLevelType w:val="hybridMultilevel"/>
    <w:tmpl w:val="637E69C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65F9492B"/>
    <w:multiLevelType w:val="hybridMultilevel"/>
    <w:tmpl w:val="EFD2D9DA"/>
    <w:lvl w:ilvl="0" w:tplc="BA840242">
      <w:start w:val="1"/>
      <w:numFmt w:val="decimal"/>
      <w:pStyle w:val="NumberedList"/>
      <w:lvlText w:val="%1."/>
      <w:lvlJc w:val="left"/>
      <w:pPr>
        <w:ind w:left="717" w:hanging="360"/>
      </w:pPr>
      <w:rPr>
        <w:rFonts w:ascii="Montserrat SemiBold" w:hAnsi="Montserrat SemiBold" w:hint="default"/>
        <w:u w:color="5B9BD5" w:themeColor="accent5"/>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F2F2343"/>
    <w:multiLevelType w:val="hybridMultilevel"/>
    <w:tmpl w:val="FF1435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712E52AB"/>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1F5210E"/>
    <w:multiLevelType w:val="multilevel"/>
    <w:tmpl w:val="420A004E"/>
    <w:lvl w:ilvl="0">
      <w:start w:val="1"/>
      <w:numFmt w:val="upperLetter"/>
      <w:lvlText w:val="%1"/>
      <w:lvlJc w:val="left"/>
      <w:pPr>
        <w:ind w:left="720" w:hanging="720"/>
      </w:pPr>
      <w:rPr>
        <w:rFonts w:hint="default"/>
      </w:rPr>
    </w:lvl>
    <w:lvl w:ilvl="1">
      <w:start w:val="1"/>
      <w:numFmt w:val="decimal"/>
      <w:lvlText w:val="%1%2."/>
      <w:lvlJc w:val="left"/>
      <w:pPr>
        <w:ind w:left="624" w:hanging="624"/>
      </w:pPr>
      <w:rPr>
        <w:rFonts w:hint="default"/>
      </w:rPr>
    </w:lvl>
    <w:lvl w:ilvl="2">
      <w:start w:val="1"/>
      <w:numFmt w:val="lowerLetter"/>
      <w:lvlText w:val="%3."/>
      <w:lvlJc w:val="right"/>
      <w:pPr>
        <w:ind w:left="1191" w:hanging="227"/>
      </w:pPr>
      <w:rPr>
        <w:rFonts w:hint="default"/>
      </w:rPr>
    </w:lvl>
    <w:lvl w:ilvl="3">
      <w:start w:val="1"/>
      <w:numFmt w:val="lowerLetter"/>
      <w:lvlText w:val="%4."/>
      <w:lvlJc w:val="left"/>
      <w:pPr>
        <w:ind w:left="2880" w:hanging="360"/>
      </w:pPr>
      <w:rPr>
        <w:rFonts w:hint="default"/>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B5B13E1"/>
    <w:multiLevelType w:val="multilevel"/>
    <w:tmpl w:val="AE4E85D6"/>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DB61290"/>
    <w:multiLevelType w:val="hybridMultilevel"/>
    <w:tmpl w:val="5608E8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91601166">
    <w:abstractNumId w:val="10"/>
  </w:num>
  <w:num w:numId="2" w16cid:durableId="1837528064">
    <w:abstractNumId w:val="0"/>
  </w:num>
  <w:num w:numId="3" w16cid:durableId="565188880">
    <w:abstractNumId w:val="1"/>
  </w:num>
  <w:num w:numId="4" w16cid:durableId="2016224511">
    <w:abstractNumId w:val="2"/>
  </w:num>
  <w:num w:numId="5" w16cid:durableId="380790773">
    <w:abstractNumId w:val="3"/>
  </w:num>
  <w:num w:numId="6" w16cid:durableId="296878960">
    <w:abstractNumId w:val="7"/>
  </w:num>
  <w:num w:numId="7" w16cid:durableId="1822648985">
    <w:abstractNumId w:val="9"/>
  </w:num>
  <w:num w:numId="8" w16cid:durableId="734545708">
    <w:abstractNumId w:val="16"/>
  </w:num>
  <w:num w:numId="9" w16cid:durableId="930283981">
    <w:abstractNumId w:val="12"/>
  </w:num>
  <w:num w:numId="10" w16cid:durableId="1407459906">
    <w:abstractNumId w:val="19"/>
  </w:num>
  <w:num w:numId="11" w16cid:durableId="1351569212">
    <w:abstractNumId w:val="26"/>
  </w:num>
  <w:num w:numId="12" w16cid:durableId="1688368284">
    <w:abstractNumId w:val="28"/>
  </w:num>
  <w:num w:numId="13" w16cid:durableId="853032229">
    <w:abstractNumId w:val="13"/>
  </w:num>
  <w:num w:numId="14" w16cid:durableId="1422221592">
    <w:abstractNumId w:val="14"/>
  </w:num>
  <w:num w:numId="15" w16cid:durableId="962343381">
    <w:abstractNumId w:val="20"/>
  </w:num>
  <w:num w:numId="16" w16cid:durableId="65536856">
    <w:abstractNumId w:val="22"/>
  </w:num>
  <w:num w:numId="17" w16cid:durableId="757990347">
    <w:abstractNumId w:val="5"/>
  </w:num>
  <w:num w:numId="18" w16cid:durableId="50812009">
    <w:abstractNumId w:val="24"/>
  </w:num>
  <w:num w:numId="19" w16cid:durableId="1723165631">
    <w:abstractNumId w:val="6"/>
  </w:num>
  <w:num w:numId="20" w16cid:durableId="11303089">
    <w:abstractNumId w:val="29"/>
  </w:num>
  <w:num w:numId="21" w16cid:durableId="1923417860">
    <w:abstractNumId w:val="18"/>
  </w:num>
  <w:num w:numId="22" w16cid:durableId="983237735">
    <w:abstractNumId w:val="15"/>
  </w:num>
  <w:num w:numId="23" w16cid:durableId="1342928176">
    <w:abstractNumId w:val="8"/>
  </w:num>
  <w:num w:numId="24" w16cid:durableId="1855923249">
    <w:abstractNumId w:val="27"/>
  </w:num>
  <w:num w:numId="25" w16cid:durableId="1617061169">
    <w:abstractNumId w:val="4"/>
  </w:num>
  <w:num w:numId="26" w16cid:durableId="1375881889">
    <w:abstractNumId w:val="17"/>
  </w:num>
  <w:num w:numId="27" w16cid:durableId="840586963">
    <w:abstractNumId w:val="23"/>
  </w:num>
  <w:num w:numId="28" w16cid:durableId="1698769537">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50480358">
    <w:abstractNumId w:val="30"/>
  </w:num>
  <w:num w:numId="30" w16cid:durableId="2107382612">
    <w:abstractNumId w:val="21"/>
  </w:num>
  <w:num w:numId="31" w16cid:durableId="1350719536">
    <w:abstractNumId w:val="25"/>
  </w:num>
  <w:num w:numId="32" w16cid:durableId="48963572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iYhFy6Jd6/ggrYzMhdd6SIta/2CbDMObvpuGYWlwWTAYmYVaksd4hdCm0zD+xuZ6XxigU5brAokA2JGpkQDEPg==" w:salt="Su9qC2mzeAeL24qnIBrHvQ=="/>
  <w:defaultTabStop w:val="720"/>
  <w:drawingGridHorizontalSpacing w:val="110"/>
  <w:displayHorizontalDrawingGridEvery w:val="2"/>
  <w:characterSpacingControl w:val="doNotCompress"/>
  <w:hdrShapeDefaults>
    <o:shapedefaults v:ext="edit" spidmax="2050"/>
  </w:hdrShapeDefaults>
  <w:footnotePr>
    <w:pos w:val="beneathText"/>
    <w:numRestart w:val="eachPage"/>
    <w:footnote w:id="-1"/>
    <w:footnote w:id="0"/>
    <w:footnote w:id="1"/>
  </w:footnotePr>
  <w:endnotePr>
    <w:endnote w:id="-1"/>
    <w:endnote w:id="0"/>
    <w:endnote w:id="1"/>
  </w:endnotePr>
  <w:compat>
    <w:ulTrailSpac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42C"/>
    <w:rsid w:val="000001A0"/>
    <w:rsid w:val="00001386"/>
    <w:rsid w:val="00002758"/>
    <w:rsid w:val="000029CC"/>
    <w:rsid w:val="000055E1"/>
    <w:rsid w:val="000106C9"/>
    <w:rsid w:val="00011DA9"/>
    <w:rsid w:val="000130A7"/>
    <w:rsid w:val="00013587"/>
    <w:rsid w:val="000138ED"/>
    <w:rsid w:val="0001487F"/>
    <w:rsid w:val="0001492F"/>
    <w:rsid w:val="000164D1"/>
    <w:rsid w:val="0002145E"/>
    <w:rsid w:val="000227C2"/>
    <w:rsid w:val="00022E65"/>
    <w:rsid w:val="00025661"/>
    <w:rsid w:val="00032654"/>
    <w:rsid w:val="00036DB2"/>
    <w:rsid w:val="00037950"/>
    <w:rsid w:val="00040DE9"/>
    <w:rsid w:val="0004152D"/>
    <w:rsid w:val="000439AD"/>
    <w:rsid w:val="00043CC0"/>
    <w:rsid w:val="00043E08"/>
    <w:rsid w:val="00044DB5"/>
    <w:rsid w:val="0004530C"/>
    <w:rsid w:val="000476F7"/>
    <w:rsid w:val="00047BC4"/>
    <w:rsid w:val="00050101"/>
    <w:rsid w:val="000561E3"/>
    <w:rsid w:val="00056D18"/>
    <w:rsid w:val="000601BB"/>
    <w:rsid w:val="000606BB"/>
    <w:rsid w:val="00060D0A"/>
    <w:rsid w:val="000611BF"/>
    <w:rsid w:val="00061BB4"/>
    <w:rsid w:val="0006677E"/>
    <w:rsid w:val="0006680D"/>
    <w:rsid w:val="00071DF0"/>
    <w:rsid w:val="0007792E"/>
    <w:rsid w:val="0008199A"/>
    <w:rsid w:val="00081BC8"/>
    <w:rsid w:val="000822B0"/>
    <w:rsid w:val="00084375"/>
    <w:rsid w:val="00084B59"/>
    <w:rsid w:val="00085B94"/>
    <w:rsid w:val="00086425"/>
    <w:rsid w:val="000866BC"/>
    <w:rsid w:val="0009164A"/>
    <w:rsid w:val="000924BF"/>
    <w:rsid w:val="00093342"/>
    <w:rsid w:val="0009472E"/>
    <w:rsid w:val="0009527F"/>
    <w:rsid w:val="000956D9"/>
    <w:rsid w:val="000A0F08"/>
    <w:rsid w:val="000A2063"/>
    <w:rsid w:val="000A2780"/>
    <w:rsid w:val="000A4A3B"/>
    <w:rsid w:val="000A4AB7"/>
    <w:rsid w:val="000B196B"/>
    <w:rsid w:val="000B735C"/>
    <w:rsid w:val="000B7C45"/>
    <w:rsid w:val="000C1D88"/>
    <w:rsid w:val="000C4BAF"/>
    <w:rsid w:val="000C5626"/>
    <w:rsid w:val="000C5A6D"/>
    <w:rsid w:val="000D1A57"/>
    <w:rsid w:val="000D1AC1"/>
    <w:rsid w:val="000D1B9F"/>
    <w:rsid w:val="000D274F"/>
    <w:rsid w:val="000D4532"/>
    <w:rsid w:val="000D55BF"/>
    <w:rsid w:val="000D5B79"/>
    <w:rsid w:val="000E18AA"/>
    <w:rsid w:val="000E1E29"/>
    <w:rsid w:val="000E22D1"/>
    <w:rsid w:val="000E355E"/>
    <w:rsid w:val="000E5C3F"/>
    <w:rsid w:val="000E5FC2"/>
    <w:rsid w:val="000F08C0"/>
    <w:rsid w:val="000F0C92"/>
    <w:rsid w:val="000F1BA9"/>
    <w:rsid w:val="000F2756"/>
    <w:rsid w:val="00100152"/>
    <w:rsid w:val="001003ED"/>
    <w:rsid w:val="0010105E"/>
    <w:rsid w:val="00101869"/>
    <w:rsid w:val="00101B41"/>
    <w:rsid w:val="00103D6B"/>
    <w:rsid w:val="001042F3"/>
    <w:rsid w:val="0010442B"/>
    <w:rsid w:val="001044DB"/>
    <w:rsid w:val="001058A4"/>
    <w:rsid w:val="001060F7"/>
    <w:rsid w:val="00107CC1"/>
    <w:rsid w:val="00110111"/>
    <w:rsid w:val="00110612"/>
    <w:rsid w:val="00110C4E"/>
    <w:rsid w:val="00114656"/>
    <w:rsid w:val="00114CA1"/>
    <w:rsid w:val="00116CB7"/>
    <w:rsid w:val="001229A3"/>
    <w:rsid w:val="00122CC5"/>
    <w:rsid w:val="00123CEF"/>
    <w:rsid w:val="0012447E"/>
    <w:rsid w:val="00124593"/>
    <w:rsid w:val="00124DDA"/>
    <w:rsid w:val="001276B1"/>
    <w:rsid w:val="001309F1"/>
    <w:rsid w:val="00131708"/>
    <w:rsid w:val="00134500"/>
    <w:rsid w:val="00140D89"/>
    <w:rsid w:val="001416C8"/>
    <w:rsid w:val="00141F71"/>
    <w:rsid w:val="001427B9"/>
    <w:rsid w:val="00143BF6"/>
    <w:rsid w:val="00145744"/>
    <w:rsid w:val="0015301E"/>
    <w:rsid w:val="00155CA8"/>
    <w:rsid w:val="00155EF8"/>
    <w:rsid w:val="00156422"/>
    <w:rsid w:val="0015689A"/>
    <w:rsid w:val="001572EC"/>
    <w:rsid w:val="001604A9"/>
    <w:rsid w:val="001650F5"/>
    <w:rsid w:val="00166F2E"/>
    <w:rsid w:val="00167D8D"/>
    <w:rsid w:val="0017122A"/>
    <w:rsid w:val="00173336"/>
    <w:rsid w:val="0017635A"/>
    <w:rsid w:val="00176783"/>
    <w:rsid w:val="00176E45"/>
    <w:rsid w:val="001810DB"/>
    <w:rsid w:val="00182A6C"/>
    <w:rsid w:val="001833BF"/>
    <w:rsid w:val="00183D4B"/>
    <w:rsid w:val="001840D1"/>
    <w:rsid w:val="00185131"/>
    <w:rsid w:val="00185B56"/>
    <w:rsid w:val="00187324"/>
    <w:rsid w:val="0019235F"/>
    <w:rsid w:val="001930AC"/>
    <w:rsid w:val="00193432"/>
    <w:rsid w:val="00194D48"/>
    <w:rsid w:val="001A0D75"/>
    <w:rsid w:val="001A5688"/>
    <w:rsid w:val="001A5A6A"/>
    <w:rsid w:val="001B32E3"/>
    <w:rsid w:val="001B4FB9"/>
    <w:rsid w:val="001B516B"/>
    <w:rsid w:val="001B51DF"/>
    <w:rsid w:val="001B5E43"/>
    <w:rsid w:val="001B63D6"/>
    <w:rsid w:val="001B6D40"/>
    <w:rsid w:val="001C09D5"/>
    <w:rsid w:val="001C1C4E"/>
    <w:rsid w:val="001C2271"/>
    <w:rsid w:val="001C412F"/>
    <w:rsid w:val="001C57E6"/>
    <w:rsid w:val="001C7C41"/>
    <w:rsid w:val="001D2258"/>
    <w:rsid w:val="001D46E4"/>
    <w:rsid w:val="001D4CB1"/>
    <w:rsid w:val="001D603E"/>
    <w:rsid w:val="001E1E73"/>
    <w:rsid w:val="001E2099"/>
    <w:rsid w:val="001E38EE"/>
    <w:rsid w:val="001E4192"/>
    <w:rsid w:val="001E6BA5"/>
    <w:rsid w:val="001E77F3"/>
    <w:rsid w:val="001F0111"/>
    <w:rsid w:val="001F076A"/>
    <w:rsid w:val="001F13B9"/>
    <w:rsid w:val="001F1537"/>
    <w:rsid w:val="001F1BD6"/>
    <w:rsid w:val="001F307A"/>
    <w:rsid w:val="001F47D5"/>
    <w:rsid w:val="001F4915"/>
    <w:rsid w:val="00200B16"/>
    <w:rsid w:val="002143D4"/>
    <w:rsid w:val="002157B0"/>
    <w:rsid w:val="002162BD"/>
    <w:rsid w:val="002164FC"/>
    <w:rsid w:val="00216543"/>
    <w:rsid w:val="00217177"/>
    <w:rsid w:val="00220283"/>
    <w:rsid w:val="002222A7"/>
    <w:rsid w:val="00222641"/>
    <w:rsid w:val="002226ED"/>
    <w:rsid w:val="00225A96"/>
    <w:rsid w:val="0022713B"/>
    <w:rsid w:val="0023121C"/>
    <w:rsid w:val="0023378C"/>
    <w:rsid w:val="00234BD7"/>
    <w:rsid w:val="00235BC1"/>
    <w:rsid w:val="00235E3D"/>
    <w:rsid w:val="002373CF"/>
    <w:rsid w:val="00237469"/>
    <w:rsid w:val="00237EB1"/>
    <w:rsid w:val="00240B4C"/>
    <w:rsid w:val="00241A16"/>
    <w:rsid w:val="0024202B"/>
    <w:rsid w:val="002427EC"/>
    <w:rsid w:val="00244B21"/>
    <w:rsid w:val="00247D3C"/>
    <w:rsid w:val="002500C3"/>
    <w:rsid w:val="00254691"/>
    <w:rsid w:val="00255B8A"/>
    <w:rsid w:val="00255E85"/>
    <w:rsid w:val="00256088"/>
    <w:rsid w:val="002604D9"/>
    <w:rsid w:val="00260A95"/>
    <w:rsid w:val="0026179D"/>
    <w:rsid w:val="00262899"/>
    <w:rsid w:val="0026399B"/>
    <w:rsid w:val="00263B75"/>
    <w:rsid w:val="00263FA4"/>
    <w:rsid w:val="00264D2D"/>
    <w:rsid w:val="00267426"/>
    <w:rsid w:val="00267815"/>
    <w:rsid w:val="0027036B"/>
    <w:rsid w:val="00273EC1"/>
    <w:rsid w:val="0027542F"/>
    <w:rsid w:val="00275E38"/>
    <w:rsid w:val="00281645"/>
    <w:rsid w:val="00283B41"/>
    <w:rsid w:val="00285A23"/>
    <w:rsid w:val="00285F64"/>
    <w:rsid w:val="00286CD4"/>
    <w:rsid w:val="00286F98"/>
    <w:rsid w:val="0029012F"/>
    <w:rsid w:val="0029161E"/>
    <w:rsid w:val="0029481B"/>
    <w:rsid w:val="00295223"/>
    <w:rsid w:val="002A180A"/>
    <w:rsid w:val="002A298D"/>
    <w:rsid w:val="002A4E7C"/>
    <w:rsid w:val="002A590C"/>
    <w:rsid w:val="002A7E1A"/>
    <w:rsid w:val="002B19E3"/>
    <w:rsid w:val="002B1FE8"/>
    <w:rsid w:val="002B2C47"/>
    <w:rsid w:val="002B428A"/>
    <w:rsid w:val="002B52C6"/>
    <w:rsid w:val="002B7513"/>
    <w:rsid w:val="002C256C"/>
    <w:rsid w:val="002C2FED"/>
    <w:rsid w:val="002C3D13"/>
    <w:rsid w:val="002C5F10"/>
    <w:rsid w:val="002C6151"/>
    <w:rsid w:val="002C6A0E"/>
    <w:rsid w:val="002C732D"/>
    <w:rsid w:val="002C7A5E"/>
    <w:rsid w:val="002D0DE0"/>
    <w:rsid w:val="002D10D5"/>
    <w:rsid w:val="002D2BD5"/>
    <w:rsid w:val="002D4F28"/>
    <w:rsid w:val="002D7306"/>
    <w:rsid w:val="002D7F18"/>
    <w:rsid w:val="002E446D"/>
    <w:rsid w:val="002E6030"/>
    <w:rsid w:val="002E6D4F"/>
    <w:rsid w:val="002E6FFE"/>
    <w:rsid w:val="002E7D1D"/>
    <w:rsid w:val="002E7DA1"/>
    <w:rsid w:val="002F035C"/>
    <w:rsid w:val="002F08B4"/>
    <w:rsid w:val="002F0C30"/>
    <w:rsid w:val="002F3A13"/>
    <w:rsid w:val="00300AC1"/>
    <w:rsid w:val="00303D8A"/>
    <w:rsid w:val="00304CB0"/>
    <w:rsid w:val="00305A22"/>
    <w:rsid w:val="0030637F"/>
    <w:rsid w:val="00306E33"/>
    <w:rsid w:val="003076FD"/>
    <w:rsid w:val="00314565"/>
    <w:rsid w:val="00317868"/>
    <w:rsid w:val="003179ED"/>
    <w:rsid w:val="00321ED2"/>
    <w:rsid w:val="0032402C"/>
    <w:rsid w:val="00325B82"/>
    <w:rsid w:val="003307AE"/>
    <w:rsid w:val="00331560"/>
    <w:rsid w:val="00331A3B"/>
    <w:rsid w:val="00332807"/>
    <w:rsid w:val="00333B73"/>
    <w:rsid w:val="00333F8E"/>
    <w:rsid w:val="003341F3"/>
    <w:rsid w:val="00336192"/>
    <w:rsid w:val="0034044A"/>
    <w:rsid w:val="0034107B"/>
    <w:rsid w:val="00346597"/>
    <w:rsid w:val="00347FBF"/>
    <w:rsid w:val="00350934"/>
    <w:rsid w:val="00351A0D"/>
    <w:rsid w:val="00352FFF"/>
    <w:rsid w:val="003538D7"/>
    <w:rsid w:val="00354997"/>
    <w:rsid w:val="00354DDD"/>
    <w:rsid w:val="003555A4"/>
    <w:rsid w:val="003556A5"/>
    <w:rsid w:val="003603CA"/>
    <w:rsid w:val="00365FAE"/>
    <w:rsid w:val="00366EA4"/>
    <w:rsid w:val="003671A9"/>
    <w:rsid w:val="0036773E"/>
    <w:rsid w:val="00367DB8"/>
    <w:rsid w:val="00371242"/>
    <w:rsid w:val="00373E01"/>
    <w:rsid w:val="00374076"/>
    <w:rsid w:val="00382D6D"/>
    <w:rsid w:val="00384022"/>
    <w:rsid w:val="00384C17"/>
    <w:rsid w:val="003854C1"/>
    <w:rsid w:val="00385725"/>
    <w:rsid w:val="00386B14"/>
    <w:rsid w:val="00395EC3"/>
    <w:rsid w:val="003A40B5"/>
    <w:rsid w:val="003A5231"/>
    <w:rsid w:val="003A6311"/>
    <w:rsid w:val="003A647A"/>
    <w:rsid w:val="003B09F1"/>
    <w:rsid w:val="003B3B74"/>
    <w:rsid w:val="003B47AD"/>
    <w:rsid w:val="003B57B3"/>
    <w:rsid w:val="003C108E"/>
    <w:rsid w:val="003C4269"/>
    <w:rsid w:val="003C5CE6"/>
    <w:rsid w:val="003D0FEF"/>
    <w:rsid w:val="003D3ED9"/>
    <w:rsid w:val="003D4347"/>
    <w:rsid w:val="003E09BD"/>
    <w:rsid w:val="003E18CF"/>
    <w:rsid w:val="003E22E2"/>
    <w:rsid w:val="003E2A1D"/>
    <w:rsid w:val="003E5C5E"/>
    <w:rsid w:val="003F14FC"/>
    <w:rsid w:val="003F29F8"/>
    <w:rsid w:val="003F3A2D"/>
    <w:rsid w:val="003F5429"/>
    <w:rsid w:val="003F7A56"/>
    <w:rsid w:val="00403600"/>
    <w:rsid w:val="004049AA"/>
    <w:rsid w:val="004057B5"/>
    <w:rsid w:val="00407023"/>
    <w:rsid w:val="00407D22"/>
    <w:rsid w:val="004111A6"/>
    <w:rsid w:val="00411B59"/>
    <w:rsid w:val="004127D1"/>
    <w:rsid w:val="00413242"/>
    <w:rsid w:val="00413A12"/>
    <w:rsid w:val="00413E9F"/>
    <w:rsid w:val="00416964"/>
    <w:rsid w:val="00416E6E"/>
    <w:rsid w:val="004178F3"/>
    <w:rsid w:val="00424C1E"/>
    <w:rsid w:val="00424E90"/>
    <w:rsid w:val="004252CC"/>
    <w:rsid w:val="00426C25"/>
    <w:rsid w:val="00427074"/>
    <w:rsid w:val="00430B71"/>
    <w:rsid w:val="00432A3B"/>
    <w:rsid w:val="00436267"/>
    <w:rsid w:val="004362B7"/>
    <w:rsid w:val="00436311"/>
    <w:rsid w:val="004403C4"/>
    <w:rsid w:val="004404ED"/>
    <w:rsid w:val="004422D5"/>
    <w:rsid w:val="004453F1"/>
    <w:rsid w:val="004457B4"/>
    <w:rsid w:val="00447A6D"/>
    <w:rsid w:val="0045170B"/>
    <w:rsid w:val="0045466C"/>
    <w:rsid w:val="004559C7"/>
    <w:rsid w:val="004568FF"/>
    <w:rsid w:val="004579F8"/>
    <w:rsid w:val="00461802"/>
    <w:rsid w:val="00462771"/>
    <w:rsid w:val="00464508"/>
    <w:rsid w:val="0046526C"/>
    <w:rsid w:val="004664ED"/>
    <w:rsid w:val="0047040F"/>
    <w:rsid w:val="00473661"/>
    <w:rsid w:val="00477C14"/>
    <w:rsid w:val="004806C8"/>
    <w:rsid w:val="00481532"/>
    <w:rsid w:val="00481CF8"/>
    <w:rsid w:val="00487415"/>
    <w:rsid w:val="00491A62"/>
    <w:rsid w:val="004936F8"/>
    <w:rsid w:val="00494663"/>
    <w:rsid w:val="00494B1A"/>
    <w:rsid w:val="004953B8"/>
    <w:rsid w:val="0049643C"/>
    <w:rsid w:val="004A1457"/>
    <w:rsid w:val="004A6866"/>
    <w:rsid w:val="004A75C5"/>
    <w:rsid w:val="004B1B15"/>
    <w:rsid w:val="004B2F77"/>
    <w:rsid w:val="004B453A"/>
    <w:rsid w:val="004C0AB1"/>
    <w:rsid w:val="004C3339"/>
    <w:rsid w:val="004C5C3E"/>
    <w:rsid w:val="004C6D7B"/>
    <w:rsid w:val="004C7DFF"/>
    <w:rsid w:val="004D02B9"/>
    <w:rsid w:val="004D0F4E"/>
    <w:rsid w:val="004D1023"/>
    <w:rsid w:val="004D2041"/>
    <w:rsid w:val="004D452E"/>
    <w:rsid w:val="004E0390"/>
    <w:rsid w:val="004E35CB"/>
    <w:rsid w:val="004E3A77"/>
    <w:rsid w:val="004E4242"/>
    <w:rsid w:val="004E57B4"/>
    <w:rsid w:val="004E5943"/>
    <w:rsid w:val="004F00FC"/>
    <w:rsid w:val="004F08C8"/>
    <w:rsid w:val="004F557B"/>
    <w:rsid w:val="004F70FF"/>
    <w:rsid w:val="005016FF"/>
    <w:rsid w:val="00503A09"/>
    <w:rsid w:val="0050500A"/>
    <w:rsid w:val="005064D1"/>
    <w:rsid w:val="0051145F"/>
    <w:rsid w:val="00511F71"/>
    <w:rsid w:val="0051408E"/>
    <w:rsid w:val="00515032"/>
    <w:rsid w:val="0052059E"/>
    <w:rsid w:val="00521E99"/>
    <w:rsid w:val="00522456"/>
    <w:rsid w:val="005231FF"/>
    <w:rsid w:val="00523738"/>
    <w:rsid w:val="00526D99"/>
    <w:rsid w:val="005304F5"/>
    <w:rsid w:val="005318B1"/>
    <w:rsid w:val="00535B05"/>
    <w:rsid w:val="005360A5"/>
    <w:rsid w:val="0053612C"/>
    <w:rsid w:val="0053651C"/>
    <w:rsid w:val="00536B27"/>
    <w:rsid w:val="00537023"/>
    <w:rsid w:val="00540990"/>
    <w:rsid w:val="005414E4"/>
    <w:rsid w:val="00542599"/>
    <w:rsid w:val="00543507"/>
    <w:rsid w:val="00543EE4"/>
    <w:rsid w:val="00544A38"/>
    <w:rsid w:val="00544EB5"/>
    <w:rsid w:val="00547A44"/>
    <w:rsid w:val="00547C2B"/>
    <w:rsid w:val="00552FCA"/>
    <w:rsid w:val="0055423D"/>
    <w:rsid w:val="00554D38"/>
    <w:rsid w:val="00555C79"/>
    <w:rsid w:val="0055748C"/>
    <w:rsid w:val="00560E73"/>
    <w:rsid w:val="0056122A"/>
    <w:rsid w:val="005622C7"/>
    <w:rsid w:val="00563906"/>
    <w:rsid w:val="00565DFE"/>
    <w:rsid w:val="00570CF2"/>
    <w:rsid w:val="00570F57"/>
    <w:rsid w:val="00572E68"/>
    <w:rsid w:val="0057566E"/>
    <w:rsid w:val="00581850"/>
    <w:rsid w:val="00582002"/>
    <w:rsid w:val="00583520"/>
    <w:rsid w:val="00583E27"/>
    <w:rsid w:val="00583E81"/>
    <w:rsid w:val="005841B3"/>
    <w:rsid w:val="00584DAB"/>
    <w:rsid w:val="0058685A"/>
    <w:rsid w:val="00590DB5"/>
    <w:rsid w:val="00592417"/>
    <w:rsid w:val="00597A61"/>
    <w:rsid w:val="005A10B3"/>
    <w:rsid w:val="005A194B"/>
    <w:rsid w:val="005A19FA"/>
    <w:rsid w:val="005A54EB"/>
    <w:rsid w:val="005A5946"/>
    <w:rsid w:val="005A6B16"/>
    <w:rsid w:val="005B0A5F"/>
    <w:rsid w:val="005B22EA"/>
    <w:rsid w:val="005B270C"/>
    <w:rsid w:val="005B43E7"/>
    <w:rsid w:val="005B4450"/>
    <w:rsid w:val="005B61E1"/>
    <w:rsid w:val="005B7ED4"/>
    <w:rsid w:val="005B7FB8"/>
    <w:rsid w:val="005C1BE7"/>
    <w:rsid w:val="005C1D72"/>
    <w:rsid w:val="005C4121"/>
    <w:rsid w:val="005C617E"/>
    <w:rsid w:val="005C6740"/>
    <w:rsid w:val="005D03FC"/>
    <w:rsid w:val="005D0CA7"/>
    <w:rsid w:val="005D1071"/>
    <w:rsid w:val="005D19A4"/>
    <w:rsid w:val="005D1A98"/>
    <w:rsid w:val="005D4ABD"/>
    <w:rsid w:val="005D4C1F"/>
    <w:rsid w:val="005D511F"/>
    <w:rsid w:val="005E00AF"/>
    <w:rsid w:val="005E072C"/>
    <w:rsid w:val="005E10D1"/>
    <w:rsid w:val="005E14B7"/>
    <w:rsid w:val="005E21AD"/>
    <w:rsid w:val="005E4377"/>
    <w:rsid w:val="005F09F4"/>
    <w:rsid w:val="005F2ED4"/>
    <w:rsid w:val="005F36E6"/>
    <w:rsid w:val="005F4455"/>
    <w:rsid w:val="005F501F"/>
    <w:rsid w:val="006005DC"/>
    <w:rsid w:val="00601E2A"/>
    <w:rsid w:val="0060202C"/>
    <w:rsid w:val="00602D32"/>
    <w:rsid w:val="006114B9"/>
    <w:rsid w:val="00613891"/>
    <w:rsid w:val="006140CF"/>
    <w:rsid w:val="00615629"/>
    <w:rsid w:val="00616CB7"/>
    <w:rsid w:val="00617305"/>
    <w:rsid w:val="00617B3C"/>
    <w:rsid w:val="00617DE2"/>
    <w:rsid w:val="00620B7C"/>
    <w:rsid w:val="006231FC"/>
    <w:rsid w:val="0062693C"/>
    <w:rsid w:val="00634E32"/>
    <w:rsid w:val="00635F10"/>
    <w:rsid w:val="0063744B"/>
    <w:rsid w:val="0063756E"/>
    <w:rsid w:val="00637AC3"/>
    <w:rsid w:val="00640B9C"/>
    <w:rsid w:val="00641AA3"/>
    <w:rsid w:val="00641B92"/>
    <w:rsid w:val="00643405"/>
    <w:rsid w:val="00643F13"/>
    <w:rsid w:val="00646790"/>
    <w:rsid w:val="00651C0B"/>
    <w:rsid w:val="00651DF7"/>
    <w:rsid w:val="0065283B"/>
    <w:rsid w:val="00653CE2"/>
    <w:rsid w:val="0065442C"/>
    <w:rsid w:val="00655BEA"/>
    <w:rsid w:val="00657683"/>
    <w:rsid w:val="00661D8E"/>
    <w:rsid w:val="00662448"/>
    <w:rsid w:val="00662C0F"/>
    <w:rsid w:val="00663102"/>
    <w:rsid w:val="00663F41"/>
    <w:rsid w:val="00667B03"/>
    <w:rsid w:val="00667D2D"/>
    <w:rsid w:val="00671851"/>
    <w:rsid w:val="006726D9"/>
    <w:rsid w:val="00672964"/>
    <w:rsid w:val="006759C8"/>
    <w:rsid w:val="00682A3F"/>
    <w:rsid w:val="00685114"/>
    <w:rsid w:val="006855D2"/>
    <w:rsid w:val="006A0772"/>
    <w:rsid w:val="006A1381"/>
    <w:rsid w:val="006A1ABE"/>
    <w:rsid w:val="006A3117"/>
    <w:rsid w:val="006A425D"/>
    <w:rsid w:val="006A4826"/>
    <w:rsid w:val="006A4CAA"/>
    <w:rsid w:val="006A6683"/>
    <w:rsid w:val="006A793F"/>
    <w:rsid w:val="006B038C"/>
    <w:rsid w:val="006B27F9"/>
    <w:rsid w:val="006B333A"/>
    <w:rsid w:val="006B4923"/>
    <w:rsid w:val="006B63E6"/>
    <w:rsid w:val="006C3953"/>
    <w:rsid w:val="006C4DBB"/>
    <w:rsid w:val="006C7B28"/>
    <w:rsid w:val="006D041F"/>
    <w:rsid w:val="006D2876"/>
    <w:rsid w:val="006D38F1"/>
    <w:rsid w:val="006D3B47"/>
    <w:rsid w:val="006D420C"/>
    <w:rsid w:val="006D5771"/>
    <w:rsid w:val="006D5996"/>
    <w:rsid w:val="006D6020"/>
    <w:rsid w:val="006E2671"/>
    <w:rsid w:val="006E37C7"/>
    <w:rsid w:val="006E4804"/>
    <w:rsid w:val="006E4874"/>
    <w:rsid w:val="006E5B04"/>
    <w:rsid w:val="006E7D7F"/>
    <w:rsid w:val="006F0593"/>
    <w:rsid w:val="006F0CD8"/>
    <w:rsid w:val="006F207E"/>
    <w:rsid w:val="006F2BC3"/>
    <w:rsid w:val="006F2D84"/>
    <w:rsid w:val="006F3664"/>
    <w:rsid w:val="006F37DD"/>
    <w:rsid w:val="006F3D6E"/>
    <w:rsid w:val="006F3F87"/>
    <w:rsid w:val="006F46ED"/>
    <w:rsid w:val="006F5582"/>
    <w:rsid w:val="0070080F"/>
    <w:rsid w:val="00702C1E"/>
    <w:rsid w:val="00702D16"/>
    <w:rsid w:val="00703487"/>
    <w:rsid w:val="00703668"/>
    <w:rsid w:val="007045C9"/>
    <w:rsid w:val="00704EC9"/>
    <w:rsid w:val="00705F26"/>
    <w:rsid w:val="007062B1"/>
    <w:rsid w:val="0071109F"/>
    <w:rsid w:val="00711DB5"/>
    <w:rsid w:val="00712524"/>
    <w:rsid w:val="00715915"/>
    <w:rsid w:val="00716753"/>
    <w:rsid w:val="00720549"/>
    <w:rsid w:val="00720ED2"/>
    <w:rsid w:val="00721B21"/>
    <w:rsid w:val="00721E81"/>
    <w:rsid w:val="00723154"/>
    <w:rsid w:val="00723571"/>
    <w:rsid w:val="00735FAD"/>
    <w:rsid w:val="0074025D"/>
    <w:rsid w:val="00740F7E"/>
    <w:rsid w:val="007444BD"/>
    <w:rsid w:val="00747705"/>
    <w:rsid w:val="00753533"/>
    <w:rsid w:val="0075435F"/>
    <w:rsid w:val="00754E05"/>
    <w:rsid w:val="007552CC"/>
    <w:rsid w:val="007560C7"/>
    <w:rsid w:val="00756121"/>
    <w:rsid w:val="00756F2A"/>
    <w:rsid w:val="00761C69"/>
    <w:rsid w:val="00762039"/>
    <w:rsid w:val="00763D4D"/>
    <w:rsid w:val="00763D96"/>
    <w:rsid w:val="007657AF"/>
    <w:rsid w:val="007658EF"/>
    <w:rsid w:val="00765E80"/>
    <w:rsid w:val="00766CF0"/>
    <w:rsid w:val="00767ABC"/>
    <w:rsid w:val="0077005D"/>
    <w:rsid w:val="00770550"/>
    <w:rsid w:val="007717CE"/>
    <w:rsid w:val="007723A8"/>
    <w:rsid w:val="007731F7"/>
    <w:rsid w:val="00774181"/>
    <w:rsid w:val="0077522F"/>
    <w:rsid w:val="00775692"/>
    <w:rsid w:val="0077744B"/>
    <w:rsid w:val="0078056A"/>
    <w:rsid w:val="00783E47"/>
    <w:rsid w:val="0078578A"/>
    <w:rsid w:val="00786001"/>
    <w:rsid w:val="00787E62"/>
    <w:rsid w:val="00787F12"/>
    <w:rsid w:val="00791499"/>
    <w:rsid w:val="007917C3"/>
    <w:rsid w:val="00794517"/>
    <w:rsid w:val="007945DE"/>
    <w:rsid w:val="00794F69"/>
    <w:rsid w:val="0079507E"/>
    <w:rsid w:val="007A1EDD"/>
    <w:rsid w:val="007A3B36"/>
    <w:rsid w:val="007A42A5"/>
    <w:rsid w:val="007A46AA"/>
    <w:rsid w:val="007A5B2B"/>
    <w:rsid w:val="007A6DDD"/>
    <w:rsid w:val="007B1827"/>
    <w:rsid w:val="007B1CA2"/>
    <w:rsid w:val="007B30BA"/>
    <w:rsid w:val="007B4051"/>
    <w:rsid w:val="007B58A0"/>
    <w:rsid w:val="007B5968"/>
    <w:rsid w:val="007C0092"/>
    <w:rsid w:val="007C098E"/>
    <w:rsid w:val="007C0D8E"/>
    <w:rsid w:val="007C2981"/>
    <w:rsid w:val="007C29DE"/>
    <w:rsid w:val="007C3732"/>
    <w:rsid w:val="007C47E2"/>
    <w:rsid w:val="007C605A"/>
    <w:rsid w:val="007D2155"/>
    <w:rsid w:val="007D2555"/>
    <w:rsid w:val="007D29D0"/>
    <w:rsid w:val="007D39F2"/>
    <w:rsid w:val="007D643E"/>
    <w:rsid w:val="007E0411"/>
    <w:rsid w:val="007E06C5"/>
    <w:rsid w:val="007E336F"/>
    <w:rsid w:val="007E4713"/>
    <w:rsid w:val="007E54A6"/>
    <w:rsid w:val="007E7022"/>
    <w:rsid w:val="007E73CD"/>
    <w:rsid w:val="007F0F1E"/>
    <w:rsid w:val="007F107A"/>
    <w:rsid w:val="007F36CF"/>
    <w:rsid w:val="007F4AB9"/>
    <w:rsid w:val="007F4BD9"/>
    <w:rsid w:val="008007AA"/>
    <w:rsid w:val="00800A09"/>
    <w:rsid w:val="008026CD"/>
    <w:rsid w:val="008033E2"/>
    <w:rsid w:val="008036F0"/>
    <w:rsid w:val="00803AB7"/>
    <w:rsid w:val="008060D3"/>
    <w:rsid w:val="00807AD4"/>
    <w:rsid w:val="00814BC0"/>
    <w:rsid w:val="00815023"/>
    <w:rsid w:val="00817E9A"/>
    <w:rsid w:val="00820B30"/>
    <w:rsid w:val="0082290C"/>
    <w:rsid w:val="00822A07"/>
    <w:rsid w:val="008230AB"/>
    <w:rsid w:val="00825365"/>
    <w:rsid w:val="008321EF"/>
    <w:rsid w:val="00835C0C"/>
    <w:rsid w:val="0083695F"/>
    <w:rsid w:val="008371FF"/>
    <w:rsid w:val="008404F4"/>
    <w:rsid w:val="00840D14"/>
    <w:rsid w:val="00844B21"/>
    <w:rsid w:val="008451BC"/>
    <w:rsid w:val="0084542B"/>
    <w:rsid w:val="00845A9F"/>
    <w:rsid w:val="0084624A"/>
    <w:rsid w:val="00847C0B"/>
    <w:rsid w:val="008616D7"/>
    <w:rsid w:val="00861E7E"/>
    <w:rsid w:val="00864907"/>
    <w:rsid w:val="00867108"/>
    <w:rsid w:val="00875D1C"/>
    <w:rsid w:val="008760B1"/>
    <w:rsid w:val="00881484"/>
    <w:rsid w:val="00881687"/>
    <w:rsid w:val="00881C94"/>
    <w:rsid w:val="008858E2"/>
    <w:rsid w:val="00885C60"/>
    <w:rsid w:val="008918E7"/>
    <w:rsid w:val="00894FA1"/>
    <w:rsid w:val="008A199A"/>
    <w:rsid w:val="008A2E1B"/>
    <w:rsid w:val="008A3AF6"/>
    <w:rsid w:val="008A59E2"/>
    <w:rsid w:val="008A6EF4"/>
    <w:rsid w:val="008A71F3"/>
    <w:rsid w:val="008B118C"/>
    <w:rsid w:val="008B3695"/>
    <w:rsid w:val="008B459F"/>
    <w:rsid w:val="008B61AA"/>
    <w:rsid w:val="008B66C2"/>
    <w:rsid w:val="008B6C3F"/>
    <w:rsid w:val="008B7202"/>
    <w:rsid w:val="008C0096"/>
    <w:rsid w:val="008C0A1C"/>
    <w:rsid w:val="008C16DA"/>
    <w:rsid w:val="008C1C5B"/>
    <w:rsid w:val="008C2486"/>
    <w:rsid w:val="008C26E1"/>
    <w:rsid w:val="008C5679"/>
    <w:rsid w:val="008D030C"/>
    <w:rsid w:val="008D1CD2"/>
    <w:rsid w:val="008D3D3C"/>
    <w:rsid w:val="008D4E48"/>
    <w:rsid w:val="008D53F8"/>
    <w:rsid w:val="008D74E6"/>
    <w:rsid w:val="008D7E87"/>
    <w:rsid w:val="008E2134"/>
    <w:rsid w:val="008E38B7"/>
    <w:rsid w:val="008E68E4"/>
    <w:rsid w:val="008F0DEC"/>
    <w:rsid w:val="008F1BFA"/>
    <w:rsid w:val="008F25F5"/>
    <w:rsid w:val="008F6C73"/>
    <w:rsid w:val="00901A2C"/>
    <w:rsid w:val="00903BD1"/>
    <w:rsid w:val="00904485"/>
    <w:rsid w:val="00905B1E"/>
    <w:rsid w:val="00906A86"/>
    <w:rsid w:val="0090753C"/>
    <w:rsid w:val="00907749"/>
    <w:rsid w:val="00910E75"/>
    <w:rsid w:val="00913D4A"/>
    <w:rsid w:val="00915FD9"/>
    <w:rsid w:val="00916B0E"/>
    <w:rsid w:val="00917A09"/>
    <w:rsid w:val="00921733"/>
    <w:rsid w:val="00922E64"/>
    <w:rsid w:val="00925CA8"/>
    <w:rsid w:val="00926160"/>
    <w:rsid w:val="0092679E"/>
    <w:rsid w:val="00926E81"/>
    <w:rsid w:val="00927149"/>
    <w:rsid w:val="00927392"/>
    <w:rsid w:val="00927B40"/>
    <w:rsid w:val="009301E7"/>
    <w:rsid w:val="00930478"/>
    <w:rsid w:val="00930C48"/>
    <w:rsid w:val="00930E7C"/>
    <w:rsid w:val="009323DB"/>
    <w:rsid w:val="00933D3C"/>
    <w:rsid w:val="00936986"/>
    <w:rsid w:val="00941CD0"/>
    <w:rsid w:val="00941EEC"/>
    <w:rsid w:val="00942B0D"/>
    <w:rsid w:val="00942DBF"/>
    <w:rsid w:val="00943779"/>
    <w:rsid w:val="0094378C"/>
    <w:rsid w:val="00946887"/>
    <w:rsid w:val="00951481"/>
    <w:rsid w:val="009547FD"/>
    <w:rsid w:val="00954C24"/>
    <w:rsid w:val="00955FB7"/>
    <w:rsid w:val="009570CC"/>
    <w:rsid w:val="00957BDA"/>
    <w:rsid w:val="0096046C"/>
    <w:rsid w:val="00962FFC"/>
    <w:rsid w:val="0096439E"/>
    <w:rsid w:val="009647D3"/>
    <w:rsid w:val="009650B7"/>
    <w:rsid w:val="0097239D"/>
    <w:rsid w:val="0097467A"/>
    <w:rsid w:val="00974978"/>
    <w:rsid w:val="0097535C"/>
    <w:rsid w:val="00976003"/>
    <w:rsid w:val="009807D6"/>
    <w:rsid w:val="00980F02"/>
    <w:rsid w:val="00981BFA"/>
    <w:rsid w:val="009821B1"/>
    <w:rsid w:val="0098240F"/>
    <w:rsid w:val="0098274B"/>
    <w:rsid w:val="00983115"/>
    <w:rsid w:val="00987BA7"/>
    <w:rsid w:val="00990480"/>
    <w:rsid w:val="009913E6"/>
    <w:rsid w:val="00992529"/>
    <w:rsid w:val="00994B89"/>
    <w:rsid w:val="00996772"/>
    <w:rsid w:val="009A103A"/>
    <w:rsid w:val="009A3313"/>
    <w:rsid w:val="009A344E"/>
    <w:rsid w:val="009A6959"/>
    <w:rsid w:val="009A72D9"/>
    <w:rsid w:val="009B0B39"/>
    <w:rsid w:val="009B13CA"/>
    <w:rsid w:val="009B15F0"/>
    <w:rsid w:val="009B1CC9"/>
    <w:rsid w:val="009B314A"/>
    <w:rsid w:val="009B3767"/>
    <w:rsid w:val="009B5319"/>
    <w:rsid w:val="009B5CB8"/>
    <w:rsid w:val="009B7714"/>
    <w:rsid w:val="009C04CB"/>
    <w:rsid w:val="009C1CDA"/>
    <w:rsid w:val="009C37F2"/>
    <w:rsid w:val="009C699E"/>
    <w:rsid w:val="009C7FB2"/>
    <w:rsid w:val="009D001A"/>
    <w:rsid w:val="009D3F1B"/>
    <w:rsid w:val="009D412F"/>
    <w:rsid w:val="009D49A2"/>
    <w:rsid w:val="009D5545"/>
    <w:rsid w:val="009D5ECB"/>
    <w:rsid w:val="009D6937"/>
    <w:rsid w:val="009E019A"/>
    <w:rsid w:val="009E1333"/>
    <w:rsid w:val="009E15E2"/>
    <w:rsid w:val="009E2027"/>
    <w:rsid w:val="009E3376"/>
    <w:rsid w:val="009E387C"/>
    <w:rsid w:val="009E5CDC"/>
    <w:rsid w:val="009F4801"/>
    <w:rsid w:val="009F50CB"/>
    <w:rsid w:val="009F77DE"/>
    <w:rsid w:val="00A009E1"/>
    <w:rsid w:val="00A014AC"/>
    <w:rsid w:val="00A02345"/>
    <w:rsid w:val="00A04200"/>
    <w:rsid w:val="00A06F81"/>
    <w:rsid w:val="00A070B0"/>
    <w:rsid w:val="00A1006D"/>
    <w:rsid w:val="00A14D41"/>
    <w:rsid w:val="00A15269"/>
    <w:rsid w:val="00A16A8D"/>
    <w:rsid w:val="00A17585"/>
    <w:rsid w:val="00A20B80"/>
    <w:rsid w:val="00A2363C"/>
    <w:rsid w:val="00A27291"/>
    <w:rsid w:val="00A31032"/>
    <w:rsid w:val="00A3137E"/>
    <w:rsid w:val="00A32B33"/>
    <w:rsid w:val="00A3341B"/>
    <w:rsid w:val="00A362D4"/>
    <w:rsid w:val="00A36760"/>
    <w:rsid w:val="00A36984"/>
    <w:rsid w:val="00A3709A"/>
    <w:rsid w:val="00A41957"/>
    <w:rsid w:val="00A426D6"/>
    <w:rsid w:val="00A42A94"/>
    <w:rsid w:val="00A467F6"/>
    <w:rsid w:val="00A51241"/>
    <w:rsid w:val="00A51655"/>
    <w:rsid w:val="00A51FA5"/>
    <w:rsid w:val="00A52C18"/>
    <w:rsid w:val="00A545D3"/>
    <w:rsid w:val="00A57C8D"/>
    <w:rsid w:val="00A60505"/>
    <w:rsid w:val="00A6140C"/>
    <w:rsid w:val="00A622A8"/>
    <w:rsid w:val="00A646A7"/>
    <w:rsid w:val="00A6472D"/>
    <w:rsid w:val="00A66B9A"/>
    <w:rsid w:val="00A6723D"/>
    <w:rsid w:val="00A707C1"/>
    <w:rsid w:val="00A707DE"/>
    <w:rsid w:val="00A7136B"/>
    <w:rsid w:val="00A71BC2"/>
    <w:rsid w:val="00A74C9A"/>
    <w:rsid w:val="00A75378"/>
    <w:rsid w:val="00A7596E"/>
    <w:rsid w:val="00A77431"/>
    <w:rsid w:val="00A85786"/>
    <w:rsid w:val="00A8635C"/>
    <w:rsid w:val="00A92426"/>
    <w:rsid w:val="00A944CC"/>
    <w:rsid w:val="00A953A4"/>
    <w:rsid w:val="00A95E37"/>
    <w:rsid w:val="00AA0BC2"/>
    <w:rsid w:val="00AA22E1"/>
    <w:rsid w:val="00AA62D5"/>
    <w:rsid w:val="00AA66B5"/>
    <w:rsid w:val="00AA7272"/>
    <w:rsid w:val="00AA7DA2"/>
    <w:rsid w:val="00AB2E9D"/>
    <w:rsid w:val="00AB33DB"/>
    <w:rsid w:val="00AB390F"/>
    <w:rsid w:val="00AB4772"/>
    <w:rsid w:val="00AB731C"/>
    <w:rsid w:val="00AB740A"/>
    <w:rsid w:val="00AB7FA6"/>
    <w:rsid w:val="00AC20FF"/>
    <w:rsid w:val="00AC5BA7"/>
    <w:rsid w:val="00AD0735"/>
    <w:rsid w:val="00AD5A21"/>
    <w:rsid w:val="00AD5CCB"/>
    <w:rsid w:val="00AD6098"/>
    <w:rsid w:val="00AD7525"/>
    <w:rsid w:val="00AE0C57"/>
    <w:rsid w:val="00AE3268"/>
    <w:rsid w:val="00AE3F8A"/>
    <w:rsid w:val="00AE4F64"/>
    <w:rsid w:val="00AE5190"/>
    <w:rsid w:val="00AF0F8F"/>
    <w:rsid w:val="00AF1329"/>
    <w:rsid w:val="00AF1603"/>
    <w:rsid w:val="00AF1BD2"/>
    <w:rsid w:val="00AF4881"/>
    <w:rsid w:val="00AF56AD"/>
    <w:rsid w:val="00AF6815"/>
    <w:rsid w:val="00B00C71"/>
    <w:rsid w:val="00B00E78"/>
    <w:rsid w:val="00B02450"/>
    <w:rsid w:val="00B02A4D"/>
    <w:rsid w:val="00B03940"/>
    <w:rsid w:val="00B04233"/>
    <w:rsid w:val="00B0640B"/>
    <w:rsid w:val="00B12BB8"/>
    <w:rsid w:val="00B2099A"/>
    <w:rsid w:val="00B22467"/>
    <w:rsid w:val="00B2264F"/>
    <w:rsid w:val="00B23616"/>
    <w:rsid w:val="00B2390D"/>
    <w:rsid w:val="00B241D9"/>
    <w:rsid w:val="00B242CF"/>
    <w:rsid w:val="00B24EF0"/>
    <w:rsid w:val="00B259B4"/>
    <w:rsid w:val="00B2713C"/>
    <w:rsid w:val="00B3031A"/>
    <w:rsid w:val="00B324F5"/>
    <w:rsid w:val="00B32552"/>
    <w:rsid w:val="00B32EE8"/>
    <w:rsid w:val="00B345CA"/>
    <w:rsid w:val="00B34BD0"/>
    <w:rsid w:val="00B352C8"/>
    <w:rsid w:val="00B35494"/>
    <w:rsid w:val="00B366B2"/>
    <w:rsid w:val="00B36FEE"/>
    <w:rsid w:val="00B413F3"/>
    <w:rsid w:val="00B4145D"/>
    <w:rsid w:val="00B42719"/>
    <w:rsid w:val="00B43EA1"/>
    <w:rsid w:val="00B4538F"/>
    <w:rsid w:val="00B471FD"/>
    <w:rsid w:val="00B47F1C"/>
    <w:rsid w:val="00B53270"/>
    <w:rsid w:val="00B569C4"/>
    <w:rsid w:val="00B56B82"/>
    <w:rsid w:val="00B56CB1"/>
    <w:rsid w:val="00B575BF"/>
    <w:rsid w:val="00B62AE9"/>
    <w:rsid w:val="00B670F5"/>
    <w:rsid w:val="00B718F4"/>
    <w:rsid w:val="00B74B33"/>
    <w:rsid w:val="00B74F77"/>
    <w:rsid w:val="00B75748"/>
    <w:rsid w:val="00B80134"/>
    <w:rsid w:val="00B805DA"/>
    <w:rsid w:val="00B8070F"/>
    <w:rsid w:val="00B82125"/>
    <w:rsid w:val="00B84241"/>
    <w:rsid w:val="00B85602"/>
    <w:rsid w:val="00B8659D"/>
    <w:rsid w:val="00B86F64"/>
    <w:rsid w:val="00B8770A"/>
    <w:rsid w:val="00B87A30"/>
    <w:rsid w:val="00B91947"/>
    <w:rsid w:val="00B9288F"/>
    <w:rsid w:val="00B953F2"/>
    <w:rsid w:val="00B955CC"/>
    <w:rsid w:val="00B96529"/>
    <w:rsid w:val="00B97D87"/>
    <w:rsid w:val="00BA1F2B"/>
    <w:rsid w:val="00BA5323"/>
    <w:rsid w:val="00BB14A9"/>
    <w:rsid w:val="00BC2830"/>
    <w:rsid w:val="00BC4821"/>
    <w:rsid w:val="00BC5804"/>
    <w:rsid w:val="00BC6216"/>
    <w:rsid w:val="00BC6391"/>
    <w:rsid w:val="00BC7BC4"/>
    <w:rsid w:val="00BD6241"/>
    <w:rsid w:val="00BE1144"/>
    <w:rsid w:val="00BE2A57"/>
    <w:rsid w:val="00BE2EAA"/>
    <w:rsid w:val="00BE3137"/>
    <w:rsid w:val="00BE41CD"/>
    <w:rsid w:val="00BF028F"/>
    <w:rsid w:val="00BF1551"/>
    <w:rsid w:val="00BF1BA0"/>
    <w:rsid w:val="00BF1C8E"/>
    <w:rsid w:val="00BF2226"/>
    <w:rsid w:val="00BF372C"/>
    <w:rsid w:val="00BF60E6"/>
    <w:rsid w:val="00BF6C18"/>
    <w:rsid w:val="00BF706E"/>
    <w:rsid w:val="00BF7620"/>
    <w:rsid w:val="00BF7883"/>
    <w:rsid w:val="00BF7F5E"/>
    <w:rsid w:val="00C00A3B"/>
    <w:rsid w:val="00C056B6"/>
    <w:rsid w:val="00C075E0"/>
    <w:rsid w:val="00C07874"/>
    <w:rsid w:val="00C078CE"/>
    <w:rsid w:val="00C0798D"/>
    <w:rsid w:val="00C07E46"/>
    <w:rsid w:val="00C10D95"/>
    <w:rsid w:val="00C111A4"/>
    <w:rsid w:val="00C118CB"/>
    <w:rsid w:val="00C15E65"/>
    <w:rsid w:val="00C176E5"/>
    <w:rsid w:val="00C2101E"/>
    <w:rsid w:val="00C21737"/>
    <w:rsid w:val="00C21833"/>
    <w:rsid w:val="00C2347B"/>
    <w:rsid w:val="00C30320"/>
    <w:rsid w:val="00C3375B"/>
    <w:rsid w:val="00C36CF5"/>
    <w:rsid w:val="00C37112"/>
    <w:rsid w:val="00C40F36"/>
    <w:rsid w:val="00C42EC2"/>
    <w:rsid w:val="00C43AF5"/>
    <w:rsid w:val="00C450C3"/>
    <w:rsid w:val="00C45AFB"/>
    <w:rsid w:val="00C46BBB"/>
    <w:rsid w:val="00C477E7"/>
    <w:rsid w:val="00C5052B"/>
    <w:rsid w:val="00C51B79"/>
    <w:rsid w:val="00C52AC5"/>
    <w:rsid w:val="00C53553"/>
    <w:rsid w:val="00C54FE3"/>
    <w:rsid w:val="00C57368"/>
    <w:rsid w:val="00C61E75"/>
    <w:rsid w:val="00C62FDE"/>
    <w:rsid w:val="00C638C6"/>
    <w:rsid w:val="00C638ED"/>
    <w:rsid w:val="00C648E4"/>
    <w:rsid w:val="00C712B8"/>
    <w:rsid w:val="00C71E40"/>
    <w:rsid w:val="00C7299B"/>
    <w:rsid w:val="00C73FF0"/>
    <w:rsid w:val="00C749B9"/>
    <w:rsid w:val="00C775F6"/>
    <w:rsid w:val="00C77FC8"/>
    <w:rsid w:val="00C80824"/>
    <w:rsid w:val="00C81AB4"/>
    <w:rsid w:val="00C81C78"/>
    <w:rsid w:val="00C82523"/>
    <w:rsid w:val="00C82816"/>
    <w:rsid w:val="00C82AEF"/>
    <w:rsid w:val="00C8506C"/>
    <w:rsid w:val="00C856BA"/>
    <w:rsid w:val="00C857E3"/>
    <w:rsid w:val="00C90DBD"/>
    <w:rsid w:val="00C91D03"/>
    <w:rsid w:val="00C921CC"/>
    <w:rsid w:val="00C92DDB"/>
    <w:rsid w:val="00C93757"/>
    <w:rsid w:val="00C96119"/>
    <w:rsid w:val="00C9778F"/>
    <w:rsid w:val="00CA0465"/>
    <w:rsid w:val="00CA0A05"/>
    <w:rsid w:val="00CA2187"/>
    <w:rsid w:val="00CA320C"/>
    <w:rsid w:val="00CB01F9"/>
    <w:rsid w:val="00CB1B73"/>
    <w:rsid w:val="00CB388A"/>
    <w:rsid w:val="00CB77CA"/>
    <w:rsid w:val="00CC059C"/>
    <w:rsid w:val="00CC0913"/>
    <w:rsid w:val="00CC0A46"/>
    <w:rsid w:val="00CC17B9"/>
    <w:rsid w:val="00CC23B0"/>
    <w:rsid w:val="00CC512F"/>
    <w:rsid w:val="00CC5131"/>
    <w:rsid w:val="00CC61ED"/>
    <w:rsid w:val="00CD189D"/>
    <w:rsid w:val="00CD59C3"/>
    <w:rsid w:val="00CD6025"/>
    <w:rsid w:val="00CD6E99"/>
    <w:rsid w:val="00CE1C39"/>
    <w:rsid w:val="00CE49A9"/>
    <w:rsid w:val="00CE5EDF"/>
    <w:rsid w:val="00CF0143"/>
    <w:rsid w:val="00CF0AD4"/>
    <w:rsid w:val="00CF2054"/>
    <w:rsid w:val="00CF32F7"/>
    <w:rsid w:val="00CF48CA"/>
    <w:rsid w:val="00CF4A2B"/>
    <w:rsid w:val="00CF4C68"/>
    <w:rsid w:val="00CF5C84"/>
    <w:rsid w:val="00CF7F6D"/>
    <w:rsid w:val="00D03C01"/>
    <w:rsid w:val="00D06814"/>
    <w:rsid w:val="00D07BC1"/>
    <w:rsid w:val="00D100CC"/>
    <w:rsid w:val="00D10FB3"/>
    <w:rsid w:val="00D14A7D"/>
    <w:rsid w:val="00D164B3"/>
    <w:rsid w:val="00D170A5"/>
    <w:rsid w:val="00D200BA"/>
    <w:rsid w:val="00D2204F"/>
    <w:rsid w:val="00D23D4F"/>
    <w:rsid w:val="00D25E38"/>
    <w:rsid w:val="00D266D5"/>
    <w:rsid w:val="00D27EEB"/>
    <w:rsid w:val="00D305F9"/>
    <w:rsid w:val="00D32BA0"/>
    <w:rsid w:val="00D3402C"/>
    <w:rsid w:val="00D347DF"/>
    <w:rsid w:val="00D361F8"/>
    <w:rsid w:val="00D37DA3"/>
    <w:rsid w:val="00D41AAC"/>
    <w:rsid w:val="00D43D4C"/>
    <w:rsid w:val="00D44F14"/>
    <w:rsid w:val="00D52015"/>
    <w:rsid w:val="00D52C9E"/>
    <w:rsid w:val="00D54CC3"/>
    <w:rsid w:val="00D57F26"/>
    <w:rsid w:val="00D640C5"/>
    <w:rsid w:val="00D67B12"/>
    <w:rsid w:val="00D722AB"/>
    <w:rsid w:val="00D73738"/>
    <w:rsid w:val="00D75AD1"/>
    <w:rsid w:val="00D764B1"/>
    <w:rsid w:val="00D804A3"/>
    <w:rsid w:val="00D828B7"/>
    <w:rsid w:val="00D850AA"/>
    <w:rsid w:val="00D87D81"/>
    <w:rsid w:val="00D9138A"/>
    <w:rsid w:val="00D927A3"/>
    <w:rsid w:val="00D935BA"/>
    <w:rsid w:val="00DA13E4"/>
    <w:rsid w:val="00DA5327"/>
    <w:rsid w:val="00DA7C56"/>
    <w:rsid w:val="00DB73A5"/>
    <w:rsid w:val="00DB76F3"/>
    <w:rsid w:val="00DC0823"/>
    <w:rsid w:val="00DC1731"/>
    <w:rsid w:val="00DC2CDB"/>
    <w:rsid w:val="00DC4FC6"/>
    <w:rsid w:val="00DC6CD8"/>
    <w:rsid w:val="00DD0611"/>
    <w:rsid w:val="00DD2CF4"/>
    <w:rsid w:val="00DD3060"/>
    <w:rsid w:val="00DD4311"/>
    <w:rsid w:val="00DD490B"/>
    <w:rsid w:val="00DD4E6E"/>
    <w:rsid w:val="00DE0620"/>
    <w:rsid w:val="00DF02DE"/>
    <w:rsid w:val="00DF0A5D"/>
    <w:rsid w:val="00DF0D0F"/>
    <w:rsid w:val="00DF3522"/>
    <w:rsid w:val="00DF46A6"/>
    <w:rsid w:val="00DF561B"/>
    <w:rsid w:val="00DF5FD9"/>
    <w:rsid w:val="00DF773F"/>
    <w:rsid w:val="00E007ED"/>
    <w:rsid w:val="00E0330D"/>
    <w:rsid w:val="00E046FD"/>
    <w:rsid w:val="00E04976"/>
    <w:rsid w:val="00E056DC"/>
    <w:rsid w:val="00E06777"/>
    <w:rsid w:val="00E07C5D"/>
    <w:rsid w:val="00E102C3"/>
    <w:rsid w:val="00E10570"/>
    <w:rsid w:val="00E122AE"/>
    <w:rsid w:val="00E12837"/>
    <w:rsid w:val="00E13A71"/>
    <w:rsid w:val="00E164DF"/>
    <w:rsid w:val="00E200D8"/>
    <w:rsid w:val="00E21FD1"/>
    <w:rsid w:val="00E22438"/>
    <w:rsid w:val="00E23E18"/>
    <w:rsid w:val="00E248AF"/>
    <w:rsid w:val="00E25622"/>
    <w:rsid w:val="00E26004"/>
    <w:rsid w:val="00E267E6"/>
    <w:rsid w:val="00E26DAC"/>
    <w:rsid w:val="00E301A9"/>
    <w:rsid w:val="00E30AB3"/>
    <w:rsid w:val="00E32F72"/>
    <w:rsid w:val="00E332F2"/>
    <w:rsid w:val="00E339FF"/>
    <w:rsid w:val="00E35516"/>
    <w:rsid w:val="00E36041"/>
    <w:rsid w:val="00E371FF"/>
    <w:rsid w:val="00E40CB0"/>
    <w:rsid w:val="00E45EE9"/>
    <w:rsid w:val="00E46BD1"/>
    <w:rsid w:val="00E4751D"/>
    <w:rsid w:val="00E528C8"/>
    <w:rsid w:val="00E53395"/>
    <w:rsid w:val="00E569BC"/>
    <w:rsid w:val="00E56E5C"/>
    <w:rsid w:val="00E577D1"/>
    <w:rsid w:val="00E57A42"/>
    <w:rsid w:val="00E6093E"/>
    <w:rsid w:val="00E6163B"/>
    <w:rsid w:val="00E61715"/>
    <w:rsid w:val="00E62CBF"/>
    <w:rsid w:val="00E644A9"/>
    <w:rsid w:val="00E674BB"/>
    <w:rsid w:val="00E74BB5"/>
    <w:rsid w:val="00E77CED"/>
    <w:rsid w:val="00E802EA"/>
    <w:rsid w:val="00E80609"/>
    <w:rsid w:val="00E811F8"/>
    <w:rsid w:val="00E814AB"/>
    <w:rsid w:val="00E81F3C"/>
    <w:rsid w:val="00E85967"/>
    <w:rsid w:val="00E86DCA"/>
    <w:rsid w:val="00E8711F"/>
    <w:rsid w:val="00E87B14"/>
    <w:rsid w:val="00E9049E"/>
    <w:rsid w:val="00E91A44"/>
    <w:rsid w:val="00E92455"/>
    <w:rsid w:val="00E93BA3"/>
    <w:rsid w:val="00E93C53"/>
    <w:rsid w:val="00E9690B"/>
    <w:rsid w:val="00E9754F"/>
    <w:rsid w:val="00E97D0E"/>
    <w:rsid w:val="00EA0DB7"/>
    <w:rsid w:val="00EA1C8B"/>
    <w:rsid w:val="00EA782E"/>
    <w:rsid w:val="00EB0630"/>
    <w:rsid w:val="00EB1241"/>
    <w:rsid w:val="00EB163D"/>
    <w:rsid w:val="00EB16BE"/>
    <w:rsid w:val="00EB2159"/>
    <w:rsid w:val="00EB2D9F"/>
    <w:rsid w:val="00EB4199"/>
    <w:rsid w:val="00EB615B"/>
    <w:rsid w:val="00EC33E7"/>
    <w:rsid w:val="00EC5FB6"/>
    <w:rsid w:val="00EC6CFE"/>
    <w:rsid w:val="00EC6E62"/>
    <w:rsid w:val="00ED09A5"/>
    <w:rsid w:val="00ED690F"/>
    <w:rsid w:val="00ED7D47"/>
    <w:rsid w:val="00ED7E63"/>
    <w:rsid w:val="00EE05A8"/>
    <w:rsid w:val="00EE1060"/>
    <w:rsid w:val="00EE20ED"/>
    <w:rsid w:val="00EE2F8B"/>
    <w:rsid w:val="00EE731C"/>
    <w:rsid w:val="00EE74E7"/>
    <w:rsid w:val="00EE7D79"/>
    <w:rsid w:val="00EF13E1"/>
    <w:rsid w:val="00EF1EB8"/>
    <w:rsid w:val="00EF22C6"/>
    <w:rsid w:val="00EF239F"/>
    <w:rsid w:val="00EF3597"/>
    <w:rsid w:val="00EF380B"/>
    <w:rsid w:val="00F00426"/>
    <w:rsid w:val="00F04A89"/>
    <w:rsid w:val="00F05779"/>
    <w:rsid w:val="00F058E0"/>
    <w:rsid w:val="00F117E5"/>
    <w:rsid w:val="00F12FAD"/>
    <w:rsid w:val="00F13BF7"/>
    <w:rsid w:val="00F14148"/>
    <w:rsid w:val="00F1422F"/>
    <w:rsid w:val="00F16298"/>
    <w:rsid w:val="00F165A6"/>
    <w:rsid w:val="00F218FE"/>
    <w:rsid w:val="00F2366D"/>
    <w:rsid w:val="00F24214"/>
    <w:rsid w:val="00F25E09"/>
    <w:rsid w:val="00F26564"/>
    <w:rsid w:val="00F3009D"/>
    <w:rsid w:val="00F30788"/>
    <w:rsid w:val="00F30C67"/>
    <w:rsid w:val="00F3106E"/>
    <w:rsid w:val="00F324D2"/>
    <w:rsid w:val="00F33415"/>
    <w:rsid w:val="00F33FF5"/>
    <w:rsid w:val="00F34898"/>
    <w:rsid w:val="00F35246"/>
    <w:rsid w:val="00F35962"/>
    <w:rsid w:val="00F40E88"/>
    <w:rsid w:val="00F42624"/>
    <w:rsid w:val="00F43290"/>
    <w:rsid w:val="00F44156"/>
    <w:rsid w:val="00F441B3"/>
    <w:rsid w:val="00F46C2F"/>
    <w:rsid w:val="00F47B50"/>
    <w:rsid w:val="00F52536"/>
    <w:rsid w:val="00F53CB3"/>
    <w:rsid w:val="00F5466E"/>
    <w:rsid w:val="00F54AAD"/>
    <w:rsid w:val="00F56A61"/>
    <w:rsid w:val="00F57F37"/>
    <w:rsid w:val="00F63B2E"/>
    <w:rsid w:val="00F63FB0"/>
    <w:rsid w:val="00F64E94"/>
    <w:rsid w:val="00F65CFA"/>
    <w:rsid w:val="00F666B8"/>
    <w:rsid w:val="00F67761"/>
    <w:rsid w:val="00F70055"/>
    <w:rsid w:val="00F713AF"/>
    <w:rsid w:val="00F716F0"/>
    <w:rsid w:val="00F72E14"/>
    <w:rsid w:val="00F75204"/>
    <w:rsid w:val="00F75B4F"/>
    <w:rsid w:val="00F76AC1"/>
    <w:rsid w:val="00F76C4C"/>
    <w:rsid w:val="00F8049C"/>
    <w:rsid w:val="00F81201"/>
    <w:rsid w:val="00F82D23"/>
    <w:rsid w:val="00F8673D"/>
    <w:rsid w:val="00F90AE9"/>
    <w:rsid w:val="00F92245"/>
    <w:rsid w:val="00F92E68"/>
    <w:rsid w:val="00F92F82"/>
    <w:rsid w:val="00F9337B"/>
    <w:rsid w:val="00F94203"/>
    <w:rsid w:val="00F94E15"/>
    <w:rsid w:val="00F950A4"/>
    <w:rsid w:val="00F95975"/>
    <w:rsid w:val="00FA19C0"/>
    <w:rsid w:val="00FA1B5A"/>
    <w:rsid w:val="00FA1C03"/>
    <w:rsid w:val="00FA1F75"/>
    <w:rsid w:val="00FA2E6F"/>
    <w:rsid w:val="00FA782F"/>
    <w:rsid w:val="00FB164E"/>
    <w:rsid w:val="00FB1C50"/>
    <w:rsid w:val="00FB24FE"/>
    <w:rsid w:val="00FB5CD5"/>
    <w:rsid w:val="00FB6216"/>
    <w:rsid w:val="00FB6AFD"/>
    <w:rsid w:val="00FC0441"/>
    <w:rsid w:val="00FC1B27"/>
    <w:rsid w:val="00FC212F"/>
    <w:rsid w:val="00FC40FA"/>
    <w:rsid w:val="00FC67B3"/>
    <w:rsid w:val="00FD093B"/>
    <w:rsid w:val="00FD3110"/>
    <w:rsid w:val="00FD370F"/>
    <w:rsid w:val="00FD6805"/>
    <w:rsid w:val="00FD71F5"/>
    <w:rsid w:val="00FD745C"/>
    <w:rsid w:val="00FD7494"/>
    <w:rsid w:val="00FE1979"/>
    <w:rsid w:val="00FE2C05"/>
    <w:rsid w:val="00FE2DFA"/>
    <w:rsid w:val="00FE4C81"/>
    <w:rsid w:val="00FE560D"/>
    <w:rsid w:val="00FE6BE7"/>
    <w:rsid w:val="00FE7F5B"/>
    <w:rsid w:val="00FF45AA"/>
    <w:rsid w:val="00FF480F"/>
    <w:rsid w:val="00FF5910"/>
    <w:rsid w:val="00FF689F"/>
    <w:rsid w:val="00FF7E14"/>
    <w:rsid w:val="05C3E343"/>
    <w:rsid w:val="08F20E94"/>
    <w:rsid w:val="0A166FCB"/>
    <w:rsid w:val="223E963F"/>
    <w:rsid w:val="269B8AC8"/>
    <w:rsid w:val="334D6922"/>
    <w:rsid w:val="3C50509C"/>
    <w:rsid w:val="5B60DF5E"/>
    <w:rsid w:val="5EB1F3DD"/>
    <w:rsid w:val="6C2FC496"/>
    <w:rsid w:val="776931BE"/>
    <w:rsid w:val="7B2FB12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B7B8C"/>
  <w15:docId w15:val="{3074420E-801F-473A-AE84-25B379A76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3BF7"/>
    <w:pPr>
      <w:widowControl w:val="0"/>
      <w:autoSpaceDE w:val="0"/>
      <w:autoSpaceDN w:val="0"/>
      <w:spacing w:after="120"/>
    </w:pPr>
    <w:rPr>
      <w:rFonts w:cs="Calibri"/>
      <w:sz w:val="24"/>
      <w:szCs w:val="22"/>
      <w:lang w:val="en-US"/>
    </w:rPr>
  </w:style>
  <w:style w:type="paragraph" w:styleId="Heading1">
    <w:name w:val="heading 1"/>
    <w:aliases w:val="Chapter/Section Title"/>
    <w:basedOn w:val="Normal"/>
    <w:link w:val="Heading1Char"/>
    <w:uiPriority w:val="9"/>
    <w:qFormat/>
    <w:rsid w:val="008060D3"/>
    <w:pPr>
      <w:pBdr>
        <w:top w:val="single" w:sz="4" w:space="1" w:color="941A1D"/>
        <w:left w:val="single" w:sz="4" w:space="4" w:color="941A1D"/>
        <w:bottom w:val="single" w:sz="4" w:space="1" w:color="941A1D"/>
        <w:right w:val="single" w:sz="4" w:space="4" w:color="941A1D"/>
      </w:pBdr>
      <w:shd w:val="clear" w:color="941A1D" w:fill="941A1D"/>
      <w:outlineLvl w:val="0"/>
    </w:pPr>
    <w:rPr>
      <w:b/>
      <w:caps/>
      <w:noProof/>
      <w:color w:val="FFFFFF" w:themeColor="background1"/>
      <w:sz w:val="32"/>
      <w:lang w:val="en-CA"/>
    </w:rPr>
  </w:style>
  <w:style w:type="paragraph" w:styleId="Heading2">
    <w:name w:val="heading 2"/>
    <w:aliases w:val="Heading MemoAgenda White"/>
    <w:basedOn w:val="Heading4"/>
    <w:next w:val="Normal"/>
    <w:link w:val="Heading2Char"/>
    <w:uiPriority w:val="9"/>
    <w:unhideWhenUsed/>
    <w:rsid w:val="00C712B8"/>
    <w:pPr>
      <w:outlineLvl w:val="1"/>
    </w:pPr>
    <w:rPr>
      <w:noProof/>
      <w:lang w:val="en-CA"/>
    </w:rPr>
  </w:style>
  <w:style w:type="paragraph" w:styleId="Heading3">
    <w:name w:val="heading 3"/>
    <w:basedOn w:val="Normal"/>
    <w:uiPriority w:val="9"/>
    <w:unhideWhenUsed/>
    <w:qFormat/>
    <w:rsid w:val="00C712B8"/>
    <w:pPr>
      <w:outlineLvl w:val="2"/>
    </w:pPr>
    <w:rPr>
      <w:b/>
      <w:bCs/>
      <w:noProof/>
      <w:szCs w:val="24"/>
      <w:lang w:val="en-CA"/>
    </w:rPr>
  </w:style>
  <w:style w:type="paragraph" w:styleId="Heading4">
    <w:name w:val="heading 4"/>
    <w:aliases w:val="L2 Headline,Heading L2"/>
    <w:basedOn w:val="Normal"/>
    <w:next w:val="Heading1"/>
    <w:link w:val="Heading4Char"/>
    <w:autoRedefine/>
    <w:uiPriority w:val="9"/>
    <w:unhideWhenUsed/>
    <w:rsid w:val="0019235F"/>
    <w:pPr>
      <w:spacing w:before="180" w:line="192" w:lineRule="auto"/>
      <w:outlineLvl w:val="3"/>
    </w:pPr>
    <w:rPr>
      <w:b/>
      <w:bCs/>
      <w:color w:val="941A1D"/>
      <w:sz w:val="28"/>
      <w:szCs w:val="28"/>
    </w:rPr>
  </w:style>
  <w:style w:type="paragraph" w:styleId="Heading5">
    <w:name w:val="heading 5"/>
    <w:aliases w:val="Section Title"/>
    <w:basedOn w:val="Normal"/>
    <w:next w:val="Normal"/>
    <w:uiPriority w:val="9"/>
    <w:unhideWhenUsed/>
    <w:rsid w:val="00A74C9A"/>
    <w:pPr>
      <w:spacing w:before="333" w:after="240" w:line="192" w:lineRule="auto"/>
      <w:outlineLvl w:val="4"/>
    </w:pPr>
    <w:rPr>
      <w:bCs/>
      <w:iCs/>
      <w:caps/>
      <w:spacing w:val="16"/>
      <w:sz w:val="28"/>
      <w:szCs w:val="28"/>
    </w:rPr>
  </w:style>
  <w:style w:type="paragraph" w:styleId="Heading6">
    <w:name w:val="heading 6"/>
    <w:aliases w:val="Heading L3"/>
    <w:basedOn w:val="Normal"/>
    <w:next w:val="Heading2"/>
    <w:autoRedefine/>
    <w:uiPriority w:val="9"/>
    <w:unhideWhenUsed/>
    <w:qFormat/>
    <w:rsid w:val="0017635A"/>
    <w:pPr>
      <w:spacing w:before="120" w:line="192" w:lineRule="auto"/>
      <w:outlineLvl w:val="5"/>
    </w:pPr>
    <w:rPr>
      <w:b/>
      <w:bCs/>
      <w:color w:val="000000"/>
    </w:rPr>
  </w:style>
  <w:style w:type="paragraph" w:styleId="Heading7">
    <w:name w:val="heading 7"/>
    <w:aliases w:val="Section Header"/>
    <w:basedOn w:val="Normal"/>
    <w:next w:val="Normal"/>
    <w:link w:val="Heading7Char"/>
    <w:uiPriority w:val="9"/>
    <w:unhideWhenUsed/>
    <w:rsid w:val="00061BB4"/>
    <w:pPr>
      <w:keepNext/>
      <w:keepLines/>
      <w:pBdr>
        <w:top w:val="single" w:sz="4" w:space="1" w:color="941A1D"/>
        <w:left w:val="single" w:sz="4" w:space="4" w:color="941A1D"/>
        <w:bottom w:val="single" w:sz="4" w:space="1" w:color="941A1D"/>
        <w:right w:val="single" w:sz="4" w:space="4" w:color="941A1D"/>
      </w:pBdr>
      <w:shd w:val="clear" w:color="auto" w:fill="941A1D"/>
      <w:spacing w:before="40"/>
      <w:outlineLvl w:val="6"/>
    </w:pPr>
    <w:rPr>
      <w:rFonts w:eastAsia="Times New Roman" w:cs="Times New Roman (Headings CS)"/>
      <w:b/>
      <w:iCs/>
      <w:caps/>
      <w:color w:val="FFFFFF"/>
      <w:sz w:val="32"/>
    </w:rPr>
  </w:style>
  <w:style w:type="paragraph" w:styleId="Heading8">
    <w:name w:val="heading 8"/>
    <w:aliases w:val="Header Text"/>
    <w:basedOn w:val="Heading2"/>
    <w:next w:val="Normal"/>
    <w:link w:val="Heading8Char"/>
    <w:uiPriority w:val="9"/>
    <w:unhideWhenUsed/>
    <w:rsid w:val="005064D1"/>
    <w:pPr>
      <w:spacing w:before="0" w:after="0"/>
      <w:outlineLvl w:val="7"/>
    </w:pPr>
    <w:rPr>
      <w:b w:val="0"/>
      <w:sz w:val="20"/>
    </w:rPr>
  </w:style>
  <w:style w:type="paragraph" w:styleId="Heading9">
    <w:name w:val="heading 9"/>
    <w:basedOn w:val="Normal"/>
    <w:next w:val="Normal"/>
    <w:link w:val="Heading9Char"/>
    <w:uiPriority w:val="9"/>
    <w:unhideWhenUsed/>
    <w:rsid w:val="00A74C9A"/>
    <w:pPr>
      <w:keepNext/>
      <w:keepLines/>
      <w:spacing w:before="40"/>
      <w:outlineLvl w:val="8"/>
    </w:pPr>
    <w:rPr>
      <w:rFonts w:ascii="Cambria" w:eastAsia="Times New Roman" w:hAnsi="Cambria" w:cs="Times New Roman"/>
      <w:iCs/>
      <w:color w:val="272727"/>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 Paragraph,Medium Grid 1 - Accent 21,Bullets,Bulleted Paragraph"/>
    <w:basedOn w:val="Normal"/>
    <w:link w:val="ListParagraphChar"/>
    <w:uiPriority w:val="34"/>
    <w:qFormat/>
    <w:rsid w:val="008A199A"/>
    <w:pPr>
      <w:numPr>
        <w:numId w:val="1"/>
      </w:numPr>
      <w:spacing w:before="86" w:after="0"/>
      <w:ind w:left="357" w:hanging="357"/>
    </w:pPr>
  </w:style>
  <w:style w:type="paragraph" w:customStyle="1" w:styleId="TableofcontentsHeading">
    <w:name w:val="Table of contents Heading"/>
    <w:basedOn w:val="Normal"/>
    <w:uiPriority w:val="1"/>
    <w:qFormat/>
    <w:rsid w:val="009B15F0"/>
    <w:rPr>
      <w:b/>
      <w:sz w:val="28"/>
    </w:rPr>
  </w:style>
  <w:style w:type="paragraph" w:styleId="Header">
    <w:name w:val="header"/>
    <w:basedOn w:val="Normal"/>
    <w:link w:val="HeaderChar"/>
    <w:uiPriority w:val="99"/>
    <w:unhideWhenUsed/>
    <w:rsid w:val="00B575BF"/>
    <w:pPr>
      <w:tabs>
        <w:tab w:val="center" w:pos="4513"/>
        <w:tab w:val="right" w:pos="9026"/>
      </w:tabs>
    </w:pPr>
  </w:style>
  <w:style w:type="character" w:customStyle="1" w:styleId="HeaderChar">
    <w:name w:val="Header Char"/>
    <w:link w:val="Header"/>
    <w:uiPriority w:val="99"/>
    <w:rsid w:val="00B575BF"/>
    <w:rPr>
      <w:rFonts w:ascii="Calibri" w:eastAsia="Calibri" w:hAnsi="Calibri" w:cs="Calibri"/>
    </w:rPr>
  </w:style>
  <w:style w:type="paragraph" w:styleId="Footer">
    <w:name w:val="footer"/>
    <w:basedOn w:val="Normal"/>
    <w:link w:val="FooterChar"/>
    <w:uiPriority w:val="99"/>
    <w:unhideWhenUsed/>
    <w:rsid w:val="00B575BF"/>
    <w:pPr>
      <w:tabs>
        <w:tab w:val="center" w:pos="4513"/>
        <w:tab w:val="right" w:pos="9026"/>
      </w:tabs>
    </w:pPr>
  </w:style>
  <w:style w:type="character" w:customStyle="1" w:styleId="FooterChar">
    <w:name w:val="Footer Char"/>
    <w:link w:val="Footer"/>
    <w:uiPriority w:val="99"/>
    <w:rsid w:val="00B575BF"/>
    <w:rPr>
      <w:rFonts w:ascii="Calibri" w:eastAsia="Calibri" w:hAnsi="Calibri" w:cs="Calibri"/>
    </w:rPr>
  </w:style>
  <w:style w:type="character" w:styleId="PlaceholderText">
    <w:name w:val="Placeholder Text"/>
    <w:uiPriority w:val="99"/>
    <w:semiHidden/>
    <w:rsid w:val="009D5545"/>
    <w:rPr>
      <w:color w:val="808080"/>
    </w:rPr>
  </w:style>
  <w:style w:type="character" w:styleId="Emphasis">
    <w:name w:val="Emphasis"/>
    <w:uiPriority w:val="20"/>
    <w:qFormat/>
    <w:rsid w:val="00835C0C"/>
    <w:rPr>
      <w:i/>
      <w:iCs/>
    </w:rPr>
  </w:style>
  <w:style w:type="paragraph" w:styleId="TOCHeading">
    <w:name w:val="TOC Heading"/>
    <w:basedOn w:val="Heading1"/>
    <w:next w:val="Normal"/>
    <w:uiPriority w:val="39"/>
    <w:unhideWhenUsed/>
    <w:qFormat/>
    <w:rsid w:val="008060D3"/>
    <w:pPr>
      <w:keepNext/>
      <w:keepLines/>
      <w:widowControl/>
      <w:pBdr>
        <w:top w:val="none" w:sz="0" w:space="0" w:color="auto"/>
        <w:left w:val="none" w:sz="0" w:space="0" w:color="auto"/>
        <w:bottom w:val="none" w:sz="0" w:space="0" w:color="auto"/>
        <w:right w:val="none" w:sz="0" w:space="0" w:color="auto"/>
      </w:pBdr>
      <w:shd w:val="clear" w:color="941A1D" w:fill="FFFFFF" w:themeFill="background1"/>
      <w:autoSpaceDE/>
      <w:autoSpaceDN/>
      <w:spacing w:before="480" w:line="276" w:lineRule="auto"/>
      <w:outlineLvl w:val="9"/>
    </w:pPr>
    <w:rPr>
      <w:rFonts w:eastAsia="Times New Roman" w:cs="Times New Roman"/>
      <w:b w:val="0"/>
      <w:color w:val="000000"/>
      <w:szCs w:val="28"/>
    </w:rPr>
  </w:style>
  <w:style w:type="paragraph" w:styleId="TOC1">
    <w:name w:val="toc 1"/>
    <w:basedOn w:val="Normal"/>
    <w:next w:val="Normal"/>
    <w:autoRedefine/>
    <w:uiPriority w:val="39"/>
    <w:unhideWhenUsed/>
    <w:rsid w:val="007717CE"/>
    <w:pPr>
      <w:spacing w:before="120"/>
    </w:pPr>
    <w:rPr>
      <w:b/>
      <w:bCs/>
      <w:iCs/>
      <w:noProof/>
      <w:szCs w:val="24"/>
      <w:lang w:val="en-CA"/>
    </w:rPr>
  </w:style>
  <w:style w:type="paragraph" w:styleId="TOC2">
    <w:name w:val="toc 2"/>
    <w:basedOn w:val="Normal"/>
    <w:next w:val="Normal"/>
    <w:autoRedefine/>
    <w:uiPriority w:val="39"/>
    <w:unhideWhenUsed/>
    <w:rsid w:val="00766CF0"/>
    <w:pPr>
      <w:spacing w:before="120"/>
      <w:ind w:left="220"/>
    </w:pPr>
    <w:rPr>
      <w:b/>
      <w:bCs/>
      <w:noProof/>
      <w:lang w:val="en-CA"/>
    </w:rPr>
  </w:style>
  <w:style w:type="paragraph" w:styleId="Quote">
    <w:name w:val="Quote"/>
    <w:aliases w:val="Focus"/>
    <w:basedOn w:val="Normal"/>
    <w:next w:val="Normal"/>
    <w:link w:val="QuoteChar"/>
    <w:uiPriority w:val="29"/>
    <w:qFormat/>
    <w:rsid w:val="00885C60"/>
    <w:pPr>
      <w:spacing w:before="200" w:after="160"/>
      <w:ind w:left="864" w:right="864"/>
      <w:jc w:val="center"/>
    </w:pPr>
    <w:rPr>
      <w:i/>
      <w:iCs/>
      <w:color w:val="000000"/>
    </w:rPr>
  </w:style>
  <w:style w:type="character" w:customStyle="1" w:styleId="QuoteChar">
    <w:name w:val="Quote Char"/>
    <w:aliases w:val="Focus Char"/>
    <w:link w:val="Quote"/>
    <w:uiPriority w:val="29"/>
    <w:rsid w:val="00885C60"/>
    <w:rPr>
      <w:rFonts w:ascii="Calibri" w:eastAsia="Calibri" w:hAnsi="Calibri" w:cs="Calibri"/>
      <w:i/>
      <w:iCs/>
      <w:color w:val="000000"/>
    </w:rPr>
  </w:style>
  <w:style w:type="paragraph" w:styleId="IntenseQuote">
    <w:name w:val="Intense Quote"/>
    <w:aliases w:val="Pull Quote"/>
    <w:basedOn w:val="Normal"/>
    <w:next w:val="Normal"/>
    <w:link w:val="IntenseQuoteChar"/>
    <w:autoRedefine/>
    <w:uiPriority w:val="30"/>
    <w:qFormat/>
    <w:rsid w:val="0019235F"/>
    <w:pPr>
      <w:spacing w:before="120"/>
    </w:pPr>
    <w:rPr>
      <w:i/>
      <w:iCs/>
      <w:color w:val="941A1D"/>
      <w:sz w:val="28"/>
    </w:rPr>
  </w:style>
  <w:style w:type="character" w:customStyle="1" w:styleId="IntenseQuoteChar">
    <w:name w:val="Intense Quote Char"/>
    <w:aliases w:val="Pull Quote Char"/>
    <w:link w:val="IntenseQuote"/>
    <w:uiPriority w:val="30"/>
    <w:rsid w:val="0019235F"/>
    <w:rPr>
      <w:rFonts w:ascii="Calibri" w:eastAsia="Calibri" w:hAnsi="Calibri" w:cs="Calibri"/>
      <w:i/>
      <w:iCs/>
      <w:color w:val="941A1D"/>
      <w:sz w:val="28"/>
    </w:rPr>
  </w:style>
  <w:style w:type="character" w:styleId="BookTitle">
    <w:name w:val="Book Title"/>
    <w:aliases w:val="Appendix &amp; End Note"/>
    <w:uiPriority w:val="33"/>
    <w:qFormat/>
    <w:rsid w:val="00176783"/>
    <w:rPr>
      <w:rFonts w:ascii="Calibri" w:hAnsi="Calibri"/>
      <w:b w:val="0"/>
      <w:iCs/>
      <w:color w:val="000000"/>
      <w:spacing w:val="5"/>
      <w:sz w:val="36"/>
    </w:rPr>
  </w:style>
  <w:style w:type="paragraph" w:styleId="Subtitle">
    <w:name w:val="Subtitle"/>
    <w:aliases w:val="Apendex Header"/>
    <w:basedOn w:val="Normal"/>
    <w:next w:val="Normal"/>
    <w:link w:val="SubtitleChar"/>
    <w:autoRedefine/>
    <w:uiPriority w:val="11"/>
    <w:qFormat/>
    <w:rsid w:val="0084542B"/>
    <w:pPr>
      <w:numPr>
        <w:ilvl w:val="1"/>
      </w:numPr>
      <w:spacing w:after="160"/>
    </w:pPr>
    <w:rPr>
      <w:rFonts w:eastAsia="Times New Roman" w:cs="Arial (Body CS)"/>
      <w:b/>
      <w:caps/>
      <w:color w:val="941A1D"/>
      <w:spacing w:val="15"/>
      <w:sz w:val="32"/>
    </w:rPr>
  </w:style>
  <w:style w:type="character" w:customStyle="1" w:styleId="SubtitleChar">
    <w:name w:val="Subtitle Char"/>
    <w:aliases w:val="Apendex Header Char"/>
    <w:link w:val="Subtitle"/>
    <w:uiPriority w:val="11"/>
    <w:rsid w:val="0084542B"/>
    <w:rPr>
      <w:rFonts w:eastAsia="Times New Roman" w:cs="Arial (Body CS)"/>
      <w:b/>
      <w:caps/>
      <w:color w:val="941A1D"/>
      <w:spacing w:val="15"/>
      <w:sz w:val="32"/>
      <w:szCs w:val="22"/>
      <w:lang w:val="en-US" w:eastAsia="en-US"/>
    </w:rPr>
  </w:style>
  <w:style w:type="character" w:styleId="SubtleReference">
    <w:name w:val="Subtle Reference"/>
    <w:uiPriority w:val="31"/>
    <w:qFormat/>
    <w:rsid w:val="006B27F9"/>
    <w:rPr>
      <w:rFonts w:ascii="Calibri" w:hAnsi="Calibri"/>
      <w:i w:val="0"/>
      <w:smallCaps/>
      <w:color w:val="595959"/>
      <w:sz w:val="20"/>
    </w:rPr>
  </w:style>
  <w:style w:type="character" w:styleId="IntenseReference">
    <w:name w:val="Intense Reference"/>
    <w:uiPriority w:val="32"/>
    <w:qFormat/>
    <w:rsid w:val="00A646A7"/>
    <w:rPr>
      <w:rFonts w:ascii="Calibri" w:hAnsi="Calibri"/>
      <w:b/>
      <w:bCs/>
      <w:smallCaps/>
      <w:color w:val="7F7F7F"/>
      <w:spacing w:val="5"/>
      <w:sz w:val="20"/>
    </w:rPr>
  </w:style>
  <w:style w:type="character" w:styleId="SubtleEmphasis">
    <w:name w:val="Subtle Emphasis"/>
    <w:aliases w:val="Caption1"/>
    <w:uiPriority w:val="19"/>
    <w:qFormat/>
    <w:rsid w:val="00616CB7"/>
    <w:rPr>
      <w:rFonts w:ascii="Calibri" w:hAnsi="Calibri"/>
      <w:i/>
      <w:iCs/>
      <w:color w:val="auto"/>
      <w:sz w:val="20"/>
    </w:rPr>
  </w:style>
  <w:style w:type="character" w:customStyle="1" w:styleId="Heading7Char">
    <w:name w:val="Heading 7 Char"/>
    <w:aliases w:val="Section Header Char"/>
    <w:link w:val="Heading7"/>
    <w:uiPriority w:val="9"/>
    <w:rsid w:val="00061BB4"/>
    <w:rPr>
      <w:rFonts w:ascii="Calibri" w:eastAsia="Times New Roman" w:hAnsi="Calibri" w:cs="Times New Roman (Headings CS)"/>
      <w:b/>
      <w:iCs/>
      <w:caps/>
      <w:color w:val="FFFFFF"/>
      <w:sz w:val="32"/>
      <w:shd w:val="clear" w:color="auto" w:fill="941A1D"/>
    </w:rPr>
  </w:style>
  <w:style w:type="paragraph" w:styleId="NoSpacing">
    <w:name w:val="No Spacing"/>
    <w:aliases w:val="Bullet list"/>
    <w:basedOn w:val="ListBullet2"/>
    <w:next w:val="ListBullet2"/>
    <w:link w:val="NoSpacingChar"/>
    <w:uiPriority w:val="1"/>
    <w:qFormat/>
    <w:rsid w:val="00F00426"/>
    <w:pPr>
      <w:numPr>
        <w:numId w:val="6"/>
      </w:numPr>
      <w:spacing w:before="120" w:line="360" w:lineRule="auto"/>
      <w:ind w:left="714" w:hanging="357"/>
    </w:pPr>
    <w:rPr>
      <w:noProof/>
      <w:lang w:val="en-CA"/>
    </w:rPr>
  </w:style>
  <w:style w:type="paragraph" w:styleId="List2">
    <w:name w:val="List 2"/>
    <w:basedOn w:val="Normal"/>
    <w:uiPriority w:val="99"/>
    <w:semiHidden/>
    <w:unhideWhenUsed/>
    <w:rsid w:val="004F70FF"/>
    <w:pPr>
      <w:ind w:left="566" w:hanging="283"/>
      <w:contextualSpacing/>
    </w:pPr>
  </w:style>
  <w:style w:type="character" w:customStyle="1" w:styleId="Heading2Char">
    <w:name w:val="Heading 2 Char"/>
    <w:aliases w:val="Heading MemoAgenda White Char"/>
    <w:link w:val="Heading2"/>
    <w:uiPriority w:val="9"/>
    <w:rsid w:val="00C712B8"/>
    <w:rPr>
      <w:rFonts w:cs="Calibri"/>
      <w:b/>
      <w:bCs/>
      <w:noProof/>
      <w:color w:val="941A1D"/>
      <w:sz w:val="28"/>
      <w:szCs w:val="28"/>
    </w:rPr>
  </w:style>
  <w:style w:type="character" w:customStyle="1" w:styleId="Heading8Char">
    <w:name w:val="Heading 8 Char"/>
    <w:aliases w:val="Header Text Char"/>
    <w:link w:val="Heading8"/>
    <w:uiPriority w:val="9"/>
    <w:rsid w:val="005064D1"/>
    <w:rPr>
      <w:rFonts w:ascii="Calibri" w:eastAsia="Calibri" w:hAnsi="Calibri" w:cs="Calibri"/>
      <w:bCs/>
      <w:color w:val="941A1D"/>
      <w:sz w:val="20"/>
      <w:szCs w:val="54"/>
    </w:rPr>
  </w:style>
  <w:style w:type="paragraph" w:styleId="FootnoteText">
    <w:name w:val="footnote text"/>
    <w:aliases w:val="Mb-Footnote Text"/>
    <w:basedOn w:val="Normal"/>
    <w:link w:val="FootnoteTextChar"/>
    <w:uiPriority w:val="99"/>
    <w:semiHidden/>
    <w:unhideWhenUsed/>
    <w:qFormat/>
    <w:rsid w:val="00BD6241"/>
    <w:rPr>
      <w:i/>
      <w:sz w:val="20"/>
      <w:szCs w:val="20"/>
    </w:rPr>
  </w:style>
  <w:style w:type="character" w:customStyle="1" w:styleId="FootnoteTextChar">
    <w:name w:val="Footnote Text Char"/>
    <w:aliases w:val="Mb-Footnote Text Char"/>
    <w:link w:val="FootnoteText"/>
    <w:uiPriority w:val="99"/>
    <w:semiHidden/>
    <w:rsid w:val="00BD6241"/>
    <w:rPr>
      <w:rFonts w:ascii="Calibri" w:eastAsia="Calibri" w:hAnsi="Calibri" w:cs="Calibri"/>
      <w:i/>
      <w:sz w:val="20"/>
      <w:szCs w:val="20"/>
    </w:rPr>
  </w:style>
  <w:style w:type="character" w:styleId="FootnoteReference">
    <w:name w:val="footnote reference"/>
    <w:uiPriority w:val="99"/>
    <w:semiHidden/>
    <w:unhideWhenUsed/>
    <w:rsid w:val="00BD6241"/>
    <w:rPr>
      <w:vertAlign w:val="superscript"/>
    </w:rPr>
  </w:style>
  <w:style w:type="paragraph" w:customStyle="1" w:styleId="RefnotesboldMBLL">
    <w:name w:val="Ref notes bold MBLL"/>
    <w:basedOn w:val="FootnoteText"/>
    <w:link w:val="RefnotesboldMBLLChar"/>
    <w:qFormat/>
    <w:rsid w:val="006B27F9"/>
    <w:rPr>
      <w:b/>
      <w:bCs/>
      <w:i w:val="0"/>
      <w:color w:val="404040"/>
    </w:rPr>
  </w:style>
  <w:style w:type="character" w:customStyle="1" w:styleId="RefnotesboldMBLLChar">
    <w:name w:val="Ref notes bold MBLL Char"/>
    <w:link w:val="RefnotesboldMBLL"/>
    <w:rsid w:val="006B27F9"/>
    <w:rPr>
      <w:rFonts w:ascii="Calibri" w:eastAsia="Calibri" w:hAnsi="Calibri" w:cs="Calibri"/>
      <w:b/>
      <w:bCs/>
      <w:i w:val="0"/>
      <w:color w:val="404040"/>
      <w:sz w:val="20"/>
      <w:szCs w:val="20"/>
    </w:rPr>
  </w:style>
  <w:style w:type="character" w:customStyle="1" w:styleId="Heading9Char">
    <w:name w:val="Heading 9 Char"/>
    <w:link w:val="Heading9"/>
    <w:uiPriority w:val="9"/>
    <w:rsid w:val="00A74C9A"/>
    <w:rPr>
      <w:rFonts w:ascii="Cambria" w:eastAsia="Times New Roman" w:hAnsi="Cambria" w:cs="Times New Roman"/>
      <w:iCs/>
      <w:color w:val="272727"/>
      <w:szCs w:val="21"/>
    </w:rPr>
  </w:style>
  <w:style w:type="paragraph" w:styleId="List3">
    <w:name w:val="List 3"/>
    <w:basedOn w:val="Normal"/>
    <w:uiPriority w:val="99"/>
    <w:semiHidden/>
    <w:unhideWhenUsed/>
    <w:rsid w:val="00503A09"/>
    <w:pPr>
      <w:ind w:left="849" w:hanging="283"/>
      <w:contextualSpacing/>
    </w:pPr>
  </w:style>
  <w:style w:type="character" w:customStyle="1" w:styleId="Heading1Char">
    <w:name w:val="Heading 1 Char"/>
    <w:aliases w:val="Chapter/Section Title Char"/>
    <w:link w:val="Heading1"/>
    <w:uiPriority w:val="9"/>
    <w:rsid w:val="008060D3"/>
    <w:rPr>
      <w:rFonts w:cs="Calibri"/>
      <w:b/>
      <w:caps/>
      <w:noProof/>
      <w:color w:val="FFFFFF" w:themeColor="background1"/>
      <w:sz w:val="32"/>
      <w:szCs w:val="22"/>
      <w:shd w:val="clear" w:color="941A1D" w:fill="941A1D"/>
    </w:rPr>
  </w:style>
  <w:style w:type="character" w:customStyle="1" w:styleId="Heading4Char">
    <w:name w:val="Heading 4 Char"/>
    <w:aliases w:val="L2 Headline Char,Heading L2 Char"/>
    <w:link w:val="Heading4"/>
    <w:uiPriority w:val="9"/>
    <w:rsid w:val="0019235F"/>
    <w:rPr>
      <w:rFonts w:ascii="Calibri" w:eastAsia="Calibri" w:hAnsi="Calibri" w:cs="Calibri"/>
      <w:b/>
      <w:bCs/>
      <w:color w:val="941A1D"/>
      <w:sz w:val="28"/>
      <w:szCs w:val="28"/>
    </w:rPr>
  </w:style>
  <w:style w:type="paragraph" w:customStyle="1" w:styleId="Subhead">
    <w:name w:val="Subhead"/>
    <w:basedOn w:val="Normal"/>
    <w:qFormat/>
    <w:rsid w:val="00BC6391"/>
    <w:pPr>
      <w:ind w:right="1009"/>
    </w:pPr>
    <w:rPr>
      <w:i/>
      <w:color w:val="000000"/>
      <w:sz w:val="32"/>
    </w:rPr>
  </w:style>
  <w:style w:type="paragraph" w:styleId="BodyText">
    <w:name w:val="Body Text"/>
    <w:basedOn w:val="Normal"/>
    <w:link w:val="BodyTextChar"/>
    <w:uiPriority w:val="99"/>
    <w:unhideWhenUsed/>
    <w:rsid w:val="007717CE"/>
  </w:style>
  <w:style w:type="character" w:styleId="Hyperlink">
    <w:name w:val="Hyperlink"/>
    <w:uiPriority w:val="99"/>
    <w:unhideWhenUsed/>
    <w:rsid w:val="00766CF0"/>
    <w:rPr>
      <w:color w:val="0000FF"/>
      <w:u w:val="single"/>
    </w:rPr>
  </w:style>
  <w:style w:type="paragraph" w:styleId="TOC3">
    <w:name w:val="toc 3"/>
    <w:basedOn w:val="Normal"/>
    <w:next w:val="Normal"/>
    <w:autoRedefine/>
    <w:uiPriority w:val="39"/>
    <w:unhideWhenUsed/>
    <w:rsid w:val="00766CF0"/>
    <w:pPr>
      <w:ind w:left="440"/>
    </w:pPr>
    <w:rPr>
      <w:sz w:val="20"/>
      <w:szCs w:val="20"/>
    </w:rPr>
  </w:style>
  <w:style w:type="paragraph" w:styleId="TOC4">
    <w:name w:val="toc 4"/>
    <w:basedOn w:val="Normal"/>
    <w:next w:val="Normal"/>
    <w:autoRedefine/>
    <w:uiPriority w:val="39"/>
    <w:semiHidden/>
    <w:unhideWhenUsed/>
    <w:rsid w:val="00766CF0"/>
    <w:pPr>
      <w:ind w:left="660"/>
    </w:pPr>
    <w:rPr>
      <w:sz w:val="20"/>
      <w:szCs w:val="20"/>
    </w:rPr>
  </w:style>
  <w:style w:type="paragraph" w:styleId="TOC5">
    <w:name w:val="toc 5"/>
    <w:basedOn w:val="Normal"/>
    <w:next w:val="Normal"/>
    <w:autoRedefine/>
    <w:uiPriority w:val="39"/>
    <w:semiHidden/>
    <w:unhideWhenUsed/>
    <w:rsid w:val="00766CF0"/>
    <w:pPr>
      <w:ind w:left="880"/>
    </w:pPr>
    <w:rPr>
      <w:sz w:val="20"/>
      <w:szCs w:val="20"/>
    </w:rPr>
  </w:style>
  <w:style w:type="paragraph" w:styleId="TOC6">
    <w:name w:val="toc 6"/>
    <w:basedOn w:val="Normal"/>
    <w:next w:val="Normal"/>
    <w:autoRedefine/>
    <w:uiPriority w:val="39"/>
    <w:semiHidden/>
    <w:unhideWhenUsed/>
    <w:rsid w:val="00766CF0"/>
    <w:pPr>
      <w:ind w:left="1100"/>
    </w:pPr>
    <w:rPr>
      <w:sz w:val="20"/>
      <w:szCs w:val="20"/>
    </w:rPr>
  </w:style>
  <w:style w:type="paragraph" w:styleId="TOC7">
    <w:name w:val="toc 7"/>
    <w:basedOn w:val="Normal"/>
    <w:next w:val="Normal"/>
    <w:autoRedefine/>
    <w:uiPriority w:val="39"/>
    <w:semiHidden/>
    <w:unhideWhenUsed/>
    <w:rsid w:val="00766CF0"/>
    <w:pPr>
      <w:ind w:left="1320"/>
    </w:pPr>
    <w:rPr>
      <w:sz w:val="20"/>
      <w:szCs w:val="20"/>
    </w:rPr>
  </w:style>
  <w:style w:type="paragraph" w:styleId="TOC8">
    <w:name w:val="toc 8"/>
    <w:basedOn w:val="Normal"/>
    <w:next w:val="Normal"/>
    <w:autoRedefine/>
    <w:uiPriority w:val="39"/>
    <w:semiHidden/>
    <w:unhideWhenUsed/>
    <w:rsid w:val="00766CF0"/>
    <w:pPr>
      <w:ind w:left="1540"/>
    </w:pPr>
    <w:rPr>
      <w:sz w:val="20"/>
      <w:szCs w:val="20"/>
    </w:rPr>
  </w:style>
  <w:style w:type="paragraph" w:styleId="TOC9">
    <w:name w:val="toc 9"/>
    <w:basedOn w:val="Normal"/>
    <w:next w:val="Normal"/>
    <w:autoRedefine/>
    <w:uiPriority w:val="39"/>
    <w:semiHidden/>
    <w:unhideWhenUsed/>
    <w:rsid w:val="00766CF0"/>
    <w:pPr>
      <w:ind w:left="1760"/>
    </w:pPr>
    <w:rPr>
      <w:sz w:val="20"/>
      <w:szCs w:val="20"/>
    </w:rPr>
  </w:style>
  <w:style w:type="character" w:styleId="IntenseEmphasis">
    <w:name w:val="Intense Emphasis"/>
    <w:uiPriority w:val="21"/>
    <w:qFormat/>
    <w:rsid w:val="00835C0C"/>
    <w:rPr>
      <w:b/>
      <w:i/>
      <w:iCs/>
      <w:color w:val="000000"/>
    </w:rPr>
  </w:style>
  <w:style w:type="paragraph" w:styleId="Caption">
    <w:name w:val="caption"/>
    <w:basedOn w:val="Normal"/>
    <w:next w:val="Normal"/>
    <w:uiPriority w:val="35"/>
    <w:semiHidden/>
    <w:unhideWhenUsed/>
    <w:qFormat/>
    <w:rsid w:val="008D3D3C"/>
    <w:pPr>
      <w:spacing w:after="200"/>
    </w:pPr>
    <w:rPr>
      <w:i/>
      <w:iCs/>
      <w:color w:val="941A1D"/>
      <w:sz w:val="18"/>
      <w:szCs w:val="18"/>
    </w:rPr>
  </w:style>
  <w:style w:type="character" w:customStyle="1" w:styleId="BodyTextChar">
    <w:name w:val="Body Text Char"/>
    <w:link w:val="BodyText"/>
    <w:uiPriority w:val="99"/>
    <w:rsid w:val="007717CE"/>
    <w:rPr>
      <w:rFonts w:ascii="Calibri" w:eastAsia="Calibri" w:hAnsi="Calibri" w:cs="Calibri"/>
    </w:rPr>
  </w:style>
  <w:style w:type="character" w:customStyle="1" w:styleId="NoSpacingChar">
    <w:name w:val="No Spacing Char"/>
    <w:aliases w:val="Bullet list Char"/>
    <w:link w:val="NoSpacing"/>
    <w:uiPriority w:val="1"/>
    <w:rsid w:val="001F1537"/>
    <w:rPr>
      <w:rFonts w:cs="Calibri"/>
      <w:noProof/>
      <w:sz w:val="24"/>
      <w:szCs w:val="22"/>
    </w:rPr>
  </w:style>
  <w:style w:type="paragraph" w:styleId="ListBullet">
    <w:name w:val="List Bullet"/>
    <w:basedOn w:val="Normal"/>
    <w:uiPriority w:val="99"/>
    <w:semiHidden/>
    <w:unhideWhenUsed/>
    <w:rsid w:val="006E4874"/>
    <w:pPr>
      <w:numPr>
        <w:numId w:val="5"/>
      </w:numPr>
      <w:contextualSpacing/>
    </w:pPr>
  </w:style>
  <w:style w:type="paragraph" w:styleId="ListBullet5">
    <w:name w:val="List Bullet 5"/>
    <w:basedOn w:val="Normal"/>
    <w:uiPriority w:val="99"/>
    <w:semiHidden/>
    <w:unhideWhenUsed/>
    <w:rsid w:val="00F00426"/>
    <w:pPr>
      <w:numPr>
        <w:numId w:val="2"/>
      </w:numPr>
      <w:contextualSpacing/>
    </w:pPr>
  </w:style>
  <w:style w:type="paragraph" w:styleId="ListBullet2">
    <w:name w:val="List Bullet 2"/>
    <w:basedOn w:val="Normal"/>
    <w:uiPriority w:val="99"/>
    <w:semiHidden/>
    <w:unhideWhenUsed/>
    <w:rsid w:val="00F00426"/>
    <w:pPr>
      <w:numPr>
        <w:numId w:val="4"/>
      </w:numPr>
      <w:contextualSpacing/>
    </w:pPr>
  </w:style>
  <w:style w:type="paragraph" w:styleId="ListBullet4">
    <w:name w:val="List Bullet 4"/>
    <w:basedOn w:val="Normal"/>
    <w:uiPriority w:val="99"/>
    <w:semiHidden/>
    <w:unhideWhenUsed/>
    <w:rsid w:val="00F00426"/>
    <w:pPr>
      <w:numPr>
        <w:numId w:val="3"/>
      </w:numPr>
      <w:contextualSpacing/>
    </w:pPr>
  </w:style>
  <w:style w:type="paragraph" w:customStyle="1" w:styleId="CoverSubhead">
    <w:name w:val="Cover Subhead"/>
    <w:basedOn w:val="Normal"/>
    <w:qFormat/>
    <w:rsid w:val="001F1537"/>
    <w:pPr>
      <w:spacing w:before="300" w:after="240"/>
      <w:ind w:right="1008"/>
    </w:pPr>
    <w:rPr>
      <w:i/>
      <w:color w:val="000000"/>
      <w:sz w:val="32"/>
    </w:rPr>
  </w:style>
  <w:style w:type="paragraph" w:customStyle="1" w:styleId="CoverHeadline">
    <w:name w:val="Cover Headline"/>
    <w:basedOn w:val="Normal"/>
    <w:link w:val="CoverHeadlineChar"/>
    <w:qFormat/>
    <w:rsid w:val="008060D3"/>
    <w:rPr>
      <w:b/>
      <w:bCs/>
      <w:noProof/>
      <w:color w:val="941A1D"/>
      <w:sz w:val="40"/>
      <w:szCs w:val="40"/>
    </w:rPr>
  </w:style>
  <w:style w:type="character" w:customStyle="1" w:styleId="CoverHeadlineChar">
    <w:name w:val="Cover Headline Char"/>
    <w:basedOn w:val="DefaultParagraphFont"/>
    <w:link w:val="CoverHeadline"/>
    <w:rsid w:val="008060D3"/>
    <w:rPr>
      <w:rFonts w:cs="Calibri"/>
      <w:b/>
      <w:bCs/>
      <w:noProof/>
      <w:color w:val="941A1D"/>
      <w:sz w:val="40"/>
      <w:szCs w:val="40"/>
      <w:lang w:val="en-US"/>
    </w:rPr>
  </w:style>
  <w:style w:type="paragraph" w:styleId="BodyText2">
    <w:name w:val="Body Text 2"/>
    <w:basedOn w:val="Normal"/>
    <w:link w:val="BodyText2Char"/>
    <w:uiPriority w:val="99"/>
    <w:unhideWhenUsed/>
    <w:rsid w:val="00240B4C"/>
    <w:pPr>
      <w:spacing w:line="480" w:lineRule="auto"/>
    </w:pPr>
  </w:style>
  <w:style w:type="character" w:customStyle="1" w:styleId="BodyText2Char">
    <w:name w:val="Body Text 2 Char"/>
    <w:basedOn w:val="DefaultParagraphFont"/>
    <w:link w:val="BodyText2"/>
    <w:uiPriority w:val="99"/>
    <w:rsid w:val="00240B4C"/>
    <w:rPr>
      <w:rFonts w:cs="Calibri"/>
      <w:sz w:val="22"/>
      <w:szCs w:val="22"/>
      <w:lang w:val="en-US"/>
    </w:rPr>
  </w:style>
  <w:style w:type="paragraph" w:styleId="BodyText3">
    <w:name w:val="Body Text 3"/>
    <w:basedOn w:val="Normal"/>
    <w:link w:val="BodyText3Char"/>
    <w:uiPriority w:val="99"/>
    <w:semiHidden/>
    <w:unhideWhenUsed/>
    <w:rsid w:val="00240B4C"/>
    <w:rPr>
      <w:sz w:val="16"/>
      <w:szCs w:val="16"/>
    </w:rPr>
  </w:style>
  <w:style w:type="character" w:customStyle="1" w:styleId="BodyText3Char">
    <w:name w:val="Body Text 3 Char"/>
    <w:basedOn w:val="DefaultParagraphFont"/>
    <w:link w:val="BodyText3"/>
    <w:uiPriority w:val="99"/>
    <w:semiHidden/>
    <w:rsid w:val="00240B4C"/>
    <w:rPr>
      <w:rFonts w:cs="Calibri"/>
      <w:sz w:val="16"/>
      <w:szCs w:val="16"/>
      <w:lang w:val="en-US"/>
    </w:rPr>
  </w:style>
  <w:style w:type="paragraph" w:styleId="CommentText">
    <w:name w:val="annotation text"/>
    <w:basedOn w:val="Normal"/>
    <w:link w:val="CommentTextChar"/>
    <w:uiPriority w:val="99"/>
    <w:semiHidden/>
    <w:rsid w:val="00240B4C"/>
    <w:pPr>
      <w:widowControl/>
      <w:autoSpaceDE/>
      <w:autoSpaceDN/>
      <w:spacing w:after="0"/>
      <w:jc w:val="both"/>
    </w:pPr>
    <w:rPr>
      <w:rFonts w:ascii="Lucida Sans" w:eastAsia="Times New Roman" w:hAnsi="Lucida Sans" w:cs="Times New Roman"/>
      <w:sz w:val="20"/>
      <w:szCs w:val="20"/>
      <w:lang w:val="en-CA"/>
    </w:rPr>
  </w:style>
  <w:style w:type="character" w:customStyle="1" w:styleId="CommentTextChar">
    <w:name w:val="Comment Text Char"/>
    <w:basedOn w:val="DefaultParagraphFont"/>
    <w:link w:val="CommentText"/>
    <w:uiPriority w:val="99"/>
    <w:semiHidden/>
    <w:rsid w:val="00240B4C"/>
    <w:rPr>
      <w:rFonts w:ascii="Lucida Sans" w:eastAsia="Times New Roman" w:hAnsi="Lucida Sans" w:cs="Times New Roman"/>
    </w:rPr>
  </w:style>
  <w:style w:type="paragraph" w:customStyle="1" w:styleId="RFPPartA1">
    <w:name w:val="RFP Part A1"/>
    <w:basedOn w:val="Normal"/>
    <w:rsid w:val="00240B4C"/>
    <w:pPr>
      <w:widowControl/>
      <w:numPr>
        <w:numId w:val="9"/>
      </w:numPr>
      <w:autoSpaceDE/>
      <w:autoSpaceDN/>
      <w:spacing w:after="240"/>
      <w:jc w:val="both"/>
    </w:pPr>
    <w:rPr>
      <w:rFonts w:ascii="Lucida Sans" w:eastAsia="Times New Roman" w:hAnsi="Lucida Sans" w:cs="Times New Roman"/>
      <w:sz w:val="20"/>
      <w:szCs w:val="20"/>
      <w:lang w:val="en-CA"/>
    </w:rPr>
  </w:style>
  <w:style w:type="paragraph" w:customStyle="1" w:styleId="RFPPartC1">
    <w:name w:val="RFP Part C1"/>
    <w:basedOn w:val="Normal"/>
    <w:rsid w:val="00240B4C"/>
    <w:pPr>
      <w:widowControl/>
      <w:numPr>
        <w:numId w:val="7"/>
      </w:numPr>
      <w:autoSpaceDE/>
      <w:autoSpaceDN/>
      <w:spacing w:after="240"/>
      <w:jc w:val="both"/>
    </w:pPr>
    <w:rPr>
      <w:rFonts w:ascii="Lucida Sans" w:eastAsia="Times New Roman" w:hAnsi="Lucida Sans" w:cs="Times New Roman"/>
      <w:sz w:val="20"/>
      <w:szCs w:val="20"/>
      <w:lang w:val="en-CA"/>
    </w:rPr>
  </w:style>
  <w:style w:type="character" w:styleId="CommentReference">
    <w:name w:val="annotation reference"/>
    <w:uiPriority w:val="99"/>
    <w:semiHidden/>
    <w:rsid w:val="00240B4C"/>
    <w:rPr>
      <w:sz w:val="16"/>
    </w:rPr>
  </w:style>
  <w:style w:type="character" w:customStyle="1" w:styleId="ListParagraphChar">
    <w:name w:val="List Paragraph Char"/>
    <w:aliases w:val="Numbered List Paragraph Char,Medium Grid 1 - Accent 21 Char,Bullets Char,Bulleted Paragraph Char"/>
    <w:basedOn w:val="DefaultParagraphFont"/>
    <w:link w:val="ListParagraph"/>
    <w:uiPriority w:val="34"/>
    <w:rsid w:val="00240B4C"/>
    <w:rPr>
      <w:rFonts w:cs="Calibri"/>
      <w:sz w:val="24"/>
      <w:szCs w:val="22"/>
      <w:lang w:val="en-US"/>
    </w:rPr>
  </w:style>
  <w:style w:type="paragraph" w:customStyle="1" w:styleId="MBSLSBNormal">
    <w:name w:val="MBSLSB Normal"/>
    <w:rsid w:val="00240B4C"/>
    <w:pPr>
      <w:widowControl w:val="0"/>
      <w:jc w:val="both"/>
    </w:pPr>
    <w:rPr>
      <w:rFonts w:ascii="Arial" w:eastAsia="Times New Roman" w:hAnsi="Arial" w:cs="Times New Roman"/>
      <w:sz w:val="24"/>
    </w:rPr>
  </w:style>
  <w:style w:type="paragraph" w:customStyle="1" w:styleId="MBSLSBsubsection">
    <w:name w:val="MBSLSB subsection"/>
    <w:basedOn w:val="MBSLSBNormal"/>
    <w:rsid w:val="00240B4C"/>
    <w:pPr>
      <w:ind w:left="1440" w:hanging="720"/>
    </w:pPr>
  </w:style>
  <w:style w:type="paragraph" w:customStyle="1" w:styleId="MBSLSBsub-subsection">
    <w:name w:val="MBSLSB sub-subsection"/>
    <w:basedOn w:val="MBSLSBNormal"/>
    <w:rsid w:val="00240B4C"/>
    <w:pPr>
      <w:ind w:left="2160" w:hanging="720"/>
    </w:pPr>
  </w:style>
  <w:style w:type="paragraph" w:customStyle="1" w:styleId="LetteredList">
    <w:name w:val="Lettered List"/>
    <w:basedOn w:val="Heading2"/>
    <w:qFormat/>
    <w:rsid w:val="00240B4C"/>
    <w:pPr>
      <w:keepNext/>
      <w:keepLines/>
      <w:numPr>
        <w:numId w:val="8"/>
      </w:numPr>
      <w:autoSpaceDE/>
      <w:autoSpaceDN/>
      <w:spacing w:before="360" w:line="240" w:lineRule="auto"/>
      <w:jc w:val="both"/>
    </w:pPr>
    <w:rPr>
      <w:rFonts w:ascii="Arial" w:eastAsia="Times New Roman" w:hAnsi="Arial" w:cs="Arial"/>
      <w:bCs w:val="0"/>
      <w:noProof w:val="0"/>
      <w:snapToGrid w:val="0"/>
      <w:color w:val="auto"/>
      <w:sz w:val="22"/>
      <w:szCs w:val="22"/>
      <w:lang w:val="en-GB"/>
    </w:rPr>
  </w:style>
  <w:style w:type="character" w:styleId="UnresolvedMention">
    <w:name w:val="Unresolved Mention"/>
    <w:basedOn w:val="DefaultParagraphFont"/>
    <w:uiPriority w:val="99"/>
    <w:rsid w:val="00240B4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D3060"/>
    <w:pPr>
      <w:widowControl w:val="0"/>
      <w:autoSpaceDE w:val="0"/>
      <w:autoSpaceDN w:val="0"/>
      <w:spacing w:after="120"/>
      <w:jc w:val="left"/>
    </w:pPr>
    <w:rPr>
      <w:rFonts w:ascii="Calibri" w:eastAsia="Calibri" w:hAnsi="Calibri" w:cs="Calibri"/>
      <w:b/>
      <w:bCs/>
      <w:lang w:val="en-US"/>
    </w:rPr>
  </w:style>
  <w:style w:type="character" w:customStyle="1" w:styleId="CommentSubjectChar">
    <w:name w:val="Comment Subject Char"/>
    <w:basedOn w:val="CommentTextChar"/>
    <w:link w:val="CommentSubject"/>
    <w:uiPriority w:val="99"/>
    <w:semiHidden/>
    <w:rsid w:val="00DD3060"/>
    <w:rPr>
      <w:rFonts w:ascii="Lucida Sans" w:eastAsia="Times New Roman" w:hAnsi="Lucida Sans" w:cs="Calibri"/>
      <w:b/>
      <w:bCs/>
      <w:lang w:val="en-US"/>
    </w:rPr>
  </w:style>
  <w:style w:type="paragraph" w:styleId="NormalWeb">
    <w:name w:val="Normal (Web)"/>
    <w:basedOn w:val="Normal"/>
    <w:uiPriority w:val="99"/>
    <w:unhideWhenUsed/>
    <w:rsid w:val="00F441B3"/>
    <w:pPr>
      <w:widowControl/>
      <w:autoSpaceDE/>
      <w:autoSpaceDN/>
      <w:spacing w:before="100" w:beforeAutospacing="1" w:after="100" w:afterAutospacing="1"/>
    </w:pPr>
    <w:rPr>
      <w:rFonts w:ascii="Times New Roman" w:eastAsia="Times New Roman" w:hAnsi="Times New Roman" w:cs="Times New Roman"/>
      <w:szCs w:val="24"/>
    </w:rPr>
  </w:style>
  <w:style w:type="paragraph" w:customStyle="1" w:styleId="RFPlevel1">
    <w:name w:val="RFP level 1"/>
    <w:basedOn w:val="Normal"/>
    <w:rsid w:val="002B1FE8"/>
    <w:pPr>
      <w:widowControl/>
      <w:tabs>
        <w:tab w:val="left" w:pos="720"/>
      </w:tabs>
      <w:autoSpaceDE/>
      <w:autoSpaceDN/>
      <w:spacing w:after="240"/>
      <w:ind w:left="720"/>
      <w:jc w:val="both"/>
    </w:pPr>
    <w:rPr>
      <w:rFonts w:ascii="Lucida Sans" w:eastAsia="Times New Roman" w:hAnsi="Lucida Sans" w:cs="Times New Roman"/>
      <w:sz w:val="20"/>
      <w:szCs w:val="20"/>
      <w:lang w:val="en-CA"/>
    </w:rPr>
  </w:style>
  <w:style w:type="paragraph" w:styleId="BodyTextIndent2">
    <w:name w:val="Body Text Indent 2"/>
    <w:basedOn w:val="Normal"/>
    <w:link w:val="BodyTextIndent2Char"/>
    <w:uiPriority w:val="99"/>
    <w:semiHidden/>
    <w:unhideWhenUsed/>
    <w:rsid w:val="0030637F"/>
    <w:pPr>
      <w:spacing w:line="480" w:lineRule="auto"/>
      <w:ind w:left="283"/>
    </w:pPr>
  </w:style>
  <w:style w:type="character" w:customStyle="1" w:styleId="BodyTextIndent2Char">
    <w:name w:val="Body Text Indent 2 Char"/>
    <w:basedOn w:val="DefaultParagraphFont"/>
    <w:link w:val="BodyTextIndent2"/>
    <w:uiPriority w:val="99"/>
    <w:semiHidden/>
    <w:rsid w:val="0030637F"/>
    <w:rPr>
      <w:rFonts w:cs="Calibri"/>
      <w:sz w:val="24"/>
      <w:szCs w:val="22"/>
      <w:lang w:val="en-US"/>
    </w:rPr>
  </w:style>
  <w:style w:type="paragraph" w:customStyle="1" w:styleId="Default">
    <w:name w:val="Default"/>
    <w:rsid w:val="005C1D72"/>
    <w:pPr>
      <w:autoSpaceDE w:val="0"/>
      <w:autoSpaceDN w:val="0"/>
      <w:adjustRightInd w:val="0"/>
    </w:pPr>
    <w:rPr>
      <w:rFonts w:ascii="Arial" w:eastAsia="Times New Roman" w:hAnsi="Arial"/>
      <w:color w:val="000000"/>
      <w:sz w:val="24"/>
      <w:szCs w:val="24"/>
      <w:lang w:val="en-US"/>
    </w:rPr>
  </w:style>
  <w:style w:type="table" w:styleId="TableGrid">
    <w:name w:val="Table Grid"/>
    <w:basedOn w:val="TableNormal"/>
    <w:uiPriority w:val="39"/>
    <w:rsid w:val="00D737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FPResponse">
    <w:name w:val="RFP Response"/>
    <w:uiPriority w:val="99"/>
    <w:rsid w:val="00F92F82"/>
    <w:pPr>
      <w:numPr>
        <w:numId w:val="25"/>
      </w:numPr>
    </w:pPr>
  </w:style>
  <w:style w:type="paragraph" w:customStyle="1" w:styleId="NumberedList">
    <w:name w:val="Numbered List"/>
    <w:basedOn w:val="Normal"/>
    <w:qFormat/>
    <w:rsid w:val="006F0CD8"/>
    <w:pPr>
      <w:widowControl/>
      <w:numPr>
        <w:numId w:val="28"/>
      </w:numPr>
      <w:autoSpaceDE/>
      <w:autoSpaceDN/>
      <w:spacing w:after="0"/>
      <w:contextualSpacing/>
    </w:pPr>
    <w:rPr>
      <w:rFonts w:asciiTheme="minorHAnsi" w:eastAsia="Times New Roman" w:hAnsiTheme="minorHAnsi" w:cs="Times New Roman (Body CS)"/>
      <w:color w:val="171717" w:themeColor="background2" w:themeShade="1A"/>
      <w:sz w:val="22"/>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9394">
      <w:bodyDiv w:val="1"/>
      <w:marLeft w:val="0"/>
      <w:marRight w:val="0"/>
      <w:marTop w:val="0"/>
      <w:marBottom w:val="0"/>
      <w:divBdr>
        <w:top w:val="none" w:sz="0" w:space="0" w:color="auto"/>
        <w:left w:val="none" w:sz="0" w:space="0" w:color="auto"/>
        <w:bottom w:val="none" w:sz="0" w:space="0" w:color="auto"/>
        <w:right w:val="none" w:sz="0" w:space="0" w:color="auto"/>
      </w:divBdr>
    </w:div>
    <w:div w:id="137849226">
      <w:bodyDiv w:val="1"/>
      <w:marLeft w:val="0"/>
      <w:marRight w:val="0"/>
      <w:marTop w:val="0"/>
      <w:marBottom w:val="0"/>
      <w:divBdr>
        <w:top w:val="none" w:sz="0" w:space="0" w:color="auto"/>
        <w:left w:val="none" w:sz="0" w:space="0" w:color="auto"/>
        <w:bottom w:val="none" w:sz="0" w:space="0" w:color="auto"/>
        <w:right w:val="none" w:sz="0" w:space="0" w:color="auto"/>
      </w:divBdr>
    </w:div>
    <w:div w:id="204369292">
      <w:bodyDiv w:val="1"/>
      <w:marLeft w:val="0"/>
      <w:marRight w:val="0"/>
      <w:marTop w:val="0"/>
      <w:marBottom w:val="0"/>
      <w:divBdr>
        <w:top w:val="none" w:sz="0" w:space="0" w:color="auto"/>
        <w:left w:val="none" w:sz="0" w:space="0" w:color="auto"/>
        <w:bottom w:val="none" w:sz="0" w:space="0" w:color="auto"/>
        <w:right w:val="none" w:sz="0" w:space="0" w:color="auto"/>
      </w:divBdr>
    </w:div>
    <w:div w:id="412236829">
      <w:bodyDiv w:val="1"/>
      <w:marLeft w:val="0"/>
      <w:marRight w:val="0"/>
      <w:marTop w:val="0"/>
      <w:marBottom w:val="0"/>
      <w:divBdr>
        <w:top w:val="none" w:sz="0" w:space="0" w:color="auto"/>
        <w:left w:val="none" w:sz="0" w:space="0" w:color="auto"/>
        <w:bottom w:val="none" w:sz="0" w:space="0" w:color="auto"/>
        <w:right w:val="none" w:sz="0" w:space="0" w:color="auto"/>
      </w:divBdr>
    </w:div>
    <w:div w:id="570820319">
      <w:bodyDiv w:val="1"/>
      <w:marLeft w:val="0"/>
      <w:marRight w:val="0"/>
      <w:marTop w:val="0"/>
      <w:marBottom w:val="0"/>
      <w:divBdr>
        <w:top w:val="none" w:sz="0" w:space="0" w:color="auto"/>
        <w:left w:val="none" w:sz="0" w:space="0" w:color="auto"/>
        <w:bottom w:val="none" w:sz="0" w:space="0" w:color="auto"/>
        <w:right w:val="none" w:sz="0" w:space="0" w:color="auto"/>
      </w:divBdr>
    </w:div>
    <w:div w:id="633220531">
      <w:bodyDiv w:val="1"/>
      <w:marLeft w:val="0"/>
      <w:marRight w:val="0"/>
      <w:marTop w:val="0"/>
      <w:marBottom w:val="0"/>
      <w:divBdr>
        <w:top w:val="none" w:sz="0" w:space="0" w:color="auto"/>
        <w:left w:val="none" w:sz="0" w:space="0" w:color="auto"/>
        <w:bottom w:val="none" w:sz="0" w:space="0" w:color="auto"/>
        <w:right w:val="none" w:sz="0" w:space="0" w:color="auto"/>
      </w:divBdr>
    </w:div>
    <w:div w:id="648748464">
      <w:bodyDiv w:val="1"/>
      <w:marLeft w:val="0"/>
      <w:marRight w:val="0"/>
      <w:marTop w:val="0"/>
      <w:marBottom w:val="0"/>
      <w:divBdr>
        <w:top w:val="none" w:sz="0" w:space="0" w:color="auto"/>
        <w:left w:val="none" w:sz="0" w:space="0" w:color="auto"/>
        <w:bottom w:val="none" w:sz="0" w:space="0" w:color="auto"/>
        <w:right w:val="none" w:sz="0" w:space="0" w:color="auto"/>
      </w:divBdr>
    </w:div>
    <w:div w:id="661852782">
      <w:bodyDiv w:val="1"/>
      <w:marLeft w:val="0"/>
      <w:marRight w:val="0"/>
      <w:marTop w:val="0"/>
      <w:marBottom w:val="0"/>
      <w:divBdr>
        <w:top w:val="none" w:sz="0" w:space="0" w:color="auto"/>
        <w:left w:val="none" w:sz="0" w:space="0" w:color="auto"/>
        <w:bottom w:val="none" w:sz="0" w:space="0" w:color="auto"/>
        <w:right w:val="none" w:sz="0" w:space="0" w:color="auto"/>
      </w:divBdr>
    </w:div>
    <w:div w:id="687827889">
      <w:bodyDiv w:val="1"/>
      <w:marLeft w:val="0"/>
      <w:marRight w:val="0"/>
      <w:marTop w:val="0"/>
      <w:marBottom w:val="0"/>
      <w:divBdr>
        <w:top w:val="none" w:sz="0" w:space="0" w:color="auto"/>
        <w:left w:val="none" w:sz="0" w:space="0" w:color="auto"/>
        <w:bottom w:val="none" w:sz="0" w:space="0" w:color="auto"/>
        <w:right w:val="none" w:sz="0" w:space="0" w:color="auto"/>
      </w:divBdr>
    </w:div>
    <w:div w:id="837042331">
      <w:bodyDiv w:val="1"/>
      <w:marLeft w:val="0"/>
      <w:marRight w:val="0"/>
      <w:marTop w:val="0"/>
      <w:marBottom w:val="0"/>
      <w:divBdr>
        <w:top w:val="none" w:sz="0" w:space="0" w:color="auto"/>
        <w:left w:val="none" w:sz="0" w:space="0" w:color="auto"/>
        <w:bottom w:val="none" w:sz="0" w:space="0" w:color="auto"/>
        <w:right w:val="none" w:sz="0" w:space="0" w:color="auto"/>
      </w:divBdr>
    </w:div>
    <w:div w:id="990908505">
      <w:bodyDiv w:val="1"/>
      <w:marLeft w:val="0"/>
      <w:marRight w:val="0"/>
      <w:marTop w:val="0"/>
      <w:marBottom w:val="0"/>
      <w:divBdr>
        <w:top w:val="none" w:sz="0" w:space="0" w:color="auto"/>
        <w:left w:val="none" w:sz="0" w:space="0" w:color="auto"/>
        <w:bottom w:val="none" w:sz="0" w:space="0" w:color="auto"/>
        <w:right w:val="none" w:sz="0" w:space="0" w:color="auto"/>
      </w:divBdr>
    </w:div>
    <w:div w:id="995035385">
      <w:bodyDiv w:val="1"/>
      <w:marLeft w:val="0"/>
      <w:marRight w:val="0"/>
      <w:marTop w:val="0"/>
      <w:marBottom w:val="0"/>
      <w:divBdr>
        <w:top w:val="none" w:sz="0" w:space="0" w:color="auto"/>
        <w:left w:val="none" w:sz="0" w:space="0" w:color="auto"/>
        <w:bottom w:val="none" w:sz="0" w:space="0" w:color="auto"/>
        <w:right w:val="none" w:sz="0" w:space="0" w:color="auto"/>
      </w:divBdr>
    </w:div>
    <w:div w:id="1013456127">
      <w:bodyDiv w:val="1"/>
      <w:marLeft w:val="0"/>
      <w:marRight w:val="0"/>
      <w:marTop w:val="0"/>
      <w:marBottom w:val="0"/>
      <w:divBdr>
        <w:top w:val="none" w:sz="0" w:space="0" w:color="auto"/>
        <w:left w:val="none" w:sz="0" w:space="0" w:color="auto"/>
        <w:bottom w:val="none" w:sz="0" w:space="0" w:color="auto"/>
        <w:right w:val="none" w:sz="0" w:space="0" w:color="auto"/>
      </w:divBdr>
    </w:div>
    <w:div w:id="1050106661">
      <w:bodyDiv w:val="1"/>
      <w:marLeft w:val="0"/>
      <w:marRight w:val="0"/>
      <w:marTop w:val="0"/>
      <w:marBottom w:val="0"/>
      <w:divBdr>
        <w:top w:val="none" w:sz="0" w:space="0" w:color="auto"/>
        <w:left w:val="none" w:sz="0" w:space="0" w:color="auto"/>
        <w:bottom w:val="none" w:sz="0" w:space="0" w:color="auto"/>
        <w:right w:val="none" w:sz="0" w:space="0" w:color="auto"/>
      </w:divBdr>
    </w:div>
    <w:div w:id="1079866832">
      <w:bodyDiv w:val="1"/>
      <w:marLeft w:val="0"/>
      <w:marRight w:val="0"/>
      <w:marTop w:val="0"/>
      <w:marBottom w:val="0"/>
      <w:divBdr>
        <w:top w:val="none" w:sz="0" w:space="0" w:color="auto"/>
        <w:left w:val="none" w:sz="0" w:space="0" w:color="auto"/>
        <w:bottom w:val="none" w:sz="0" w:space="0" w:color="auto"/>
        <w:right w:val="none" w:sz="0" w:space="0" w:color="auto"/>
      </w:divBdr>
    </w:div>
    <w:div w:id="1280836338">
      <w:bodyDiv w:val="1"/>
      <w:marLeft w:val="0"/>
      <w:marRight w:val="0"/>
      <w:marTop w:val="0"/>
      <w:marBottom w:val="0"/>
      <w:divBdr>
        <w:top w:val="none" w:sz="0" w:space="0" w:color="auto"/>
        <w:left w:val="none" w:sz="0" w:space="0" w:color="auto"/>
        <w:bottom w:val="none" w:sz="0" w:space="0" w:color="auto"/>
        <w:right w:val="none" w:sz="0" w:space="0" w:color="auto"/>
      </w:divBdr>
    </w:div>
    <w:div w:id="1296567896">
      <w:bodyDiv w:val="1"/>
      <w:marLeft w:val="0"/>
      <w:marRight w:val="0"/>
      <w:marTop w:val="0"/>
      <w:marBottom w:val="0"/>
      <w:divBdr>
        <w:top w:val="none" w:sz="0" w:space="0" w:color="auto"/>
        <w:left w:val="none" w:sz="0" w:space="0" w:color="auto"/>
        <w:bottom w:val="none" w:sz="0" w:space="0" w:color="auto"/>
        <w:right w:val="none" w:sz="0" w:space="0" w:color="auto"/>
      </w:divBdr>
    </w:div>
    <w:div w:id="1337489805">
      <w:bodyDiv w:val="1"/>
      <w:marLeft w:val="0"/>
      <w:marRight w:val="0"/>
      <w:marTop w:val="0"/>
      <w:marBottom w:val="0"/>
      <w:divBdr>
        <w:top w:val="none" w:sz="0" w:space="0" w:color="auto"/>
        <w:left w:val="none" w:sz="0" w:space="0" w:color="auto"/>
        <w:bottom w:val="none" w:sz="0" w:space="0" w:color="auto"/>
        <w:right w:val="none" w:sz="0" w:space="0" w:color="auto"/>
      </w:divBdr>
    </w:div>
    <w:div w:id="1401126890">
      <w:bodyDiv w:val="1"/>
      <w:marLeft w:val="0"/>
      <w:marRight w:val="0"/>
      <w:marTop w:val="0"/>
      <w:marBottom w:val="0"/>
      <w:divBdr>
        <w:top w:val="none" w:sz="0" w:space="0" w:color="auto"/>
        <w:left w:val="none" w:sz="0" w:space="0" w:color="auto"/>
        <w:bottom w:val="none" w:sz="0" w:space="0" w:color="auto"/>
        <w:right w:val="none" w:sz="0" w:space="0" w:color="auto"/>
      </w:divBdr>
    </w:div>
    <w:div w:id="1446463617">
      <w:bodyDiv w:val="1"/>
      <w:marLeft w:val="0"/>
      <w:marRight w:val="0"/>
      <w:marTop w:val="0"/>
      <w:marBottom w:val="0"/>
      <w:divBdr>
        <w:top w:val="none" w:sz="0" w:space="0" w:color="auto"/>
        <w:left w:val="none" w:sz="0" w:space="0" w:color="auto"/>
        <w:bottom w:val="none" w:sz="0" w:space="0" w:color="auto"/>
        <w:right w:val="none" w:sz="0" w:space="0" w:color="auto"/>
      </w:divBdr>
    </w:div>
    <w:div w:id="1532957746">
      <w:bodyDiv w:val="1"/>
      <w:marLeft w:val="0"/>
      <w:marRight w:val="0"/>
      <w:marTop w:val="0"/>
      <w:marBottom w:val="0"/>
      <w:divBdr>
        <w:top w:val="none" w:sz="0" w:space="0" w:color="auto"/>
        <w:left w:val="none" w:sz="0" w:space="0" w:color="auto"/>
        <w:bottom w:val="none" w:sz="0" w:space="0" w:color="auto"/>
        <w:right w:val="none" w:sz="0" w:space="0" w:color="auto"/>
      </w:divBdr>
    </w:div>
    <w:div w:id="1554929698">
      <w:bodyDiv w:val="1"/>
      <w:marLeft w:val="0"/>
      <w:marRight w:val="0"/>
      <w:marTop w:val="0"/>
      <w:marBottom w:val="0"/>
      <w:divBdr>
        <w:top w:val="none" w:sz="0" w:space="0" w:color="auto"/>
        <w:left w:val="none" w:sz="0" w:space="0" w:color="auto"/>
        <w:bottom w:val="none" w:sz="0" w:space="0" w:color="auto"/>
        <w:right w:val="none" w:sz="0" w:space="0" w:color="auto"/>
      </w:divBdr>
    </w:div>
    <w:div w:id="1590114795">
      <w:bodyDiv w:val="1"/>
      <w:marLeft w:val="0"/>
      <w:marRight w:val="0"/>
      <w:marTop w:val="0"/>
      <w:marBottom w:val="0"/>
      <w:divBdr>
        <w:top w:val="none" w:sz="0" w:space="0" w:color="auto"/>
        <w:left w:val="none" w:sz="0" w:space="0" w:color="auto"/>
        <w:bottom w:val="none" w:sz="0" w:space="0" w:color="auto"/>
        <w:right w:val="none" w:sz="0" w:space="0" w:color="auto"/>
      </w:divBdr>
    </w:div>
    <w:div w:id="1856767004">
      <w:bodyDiv w:val="1"/>
      <w:marLeft w:val="0"/>
      <w:marRight w:val="0"/>
      <w:marTop w:val="0"/>
      <w:marBottom w:val="0"/>
      <w:divBdr>
        <w:top w:val="none" w:sz="0" w:space="0" w:color="auto"/>
        <w:left w:val="none" w:sz="0" w:space="0" w:color="auto"/>
        <w:bottom w:val="none" w:sz="0" w:space="0" w:color="auto"/>
        <w:right w:val="none" w:sz="0" w:space="0" w:color="auto"/>
      </w:divBdr>
    </w:div>
    <w:div w:id="1878658579">
      <w:bodyDiv w:val="1"/>
      <w:marLeft w:val="0"/>
      <w:marRight w:val="0"/>
      <w:marTop w:val="0"/>
      <w:marBottom w:val="0"/>
      <w:divBdr>
        <w:top w:val="none" w:sz="0" w:space="0" w:color="auto"/>
        <w:left w:val="none" w:sz="0" w:space="0" w:color="auto"/>
        <w:bottom w:val="none" w:sz="0" w:space="0" w:color="auto"/>
        <w:right w:val="none" w:sz="0" w:space="0" w:color="auto"/>
      </w:divBdr>
    </w:div>
    <w:div w:id="1925263822">
      <w:bodyDiv w:val="1"/>
      <w:marLeft w:val="0"/>
      <w:marRight w:val="0"/>
      <w:marTop w:val="0"/>
      <w:marBottom w:val="0"/>
      <w:divBdr>
        <w:top w:val="none" w:sz="0" w:space="0" w:color="auto"/>
        <w:left w:val="none" w:sz="0" w:space="0" w:color="auto"/>
        <w:bottom w:val="none" w:sz="0" w:space="0" w:color="auto"/>
        <w:right w:val="none" w:sz="0" w:space="0" w:color="auto"/>
      </w:divBdr>
    </w:div>
    <w:div w:id="2045717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lyne.chartier\OneDrive%20-%20Manitoba%20Liquor%20and%20Lotteries\RFx%20Projects\1.%20new%20RFP%20template%20(pilot)\3.%20Appendix%20B%20-%20Proposal%20Response%20Template%20v280525_MAS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8CC020A69F7434090A080B94F7D8090"/>
        <w:category>
          <w:name w:val="General"/>
          <w:gallery w:val="placeholder"/>
        </w:category>
        <w:types>
          <w:type w:val="bbPlcHdr"/>
        </w:types>
        <w:behaviors>
          <w:behavior w:val="content"/>
        </w:behaviors>
        <w:guid w:val="{A47D8D1E-2B79-407A-AB63-6700D05A433C}"/>
      </w:docPartPr>
      <w:docPartBody>
        <w:p w:rsidR="00E61F6B" w:rsidRDefault="00E61F6B">
          <w:pPr>
            <w:pStyle w:val="58CC020A69F7434090A080B94F7D8090"/>
          </w:pPr>
          <w:r>
            <w:rPr>
              <w:rStyle w:val="PlaceholderText"/>
            </w:rPr>
            <w:t>Proponent Name</w:t>
          </w:r>
        </w:p>
      </w:docPartBody>
    </w:docPart>
    <w:docPart>
      <w:docPartPr>
        <w:name w:val="B54D9DF2CC984D4D816CC088C4C3ECD6"/>
        <w:category>
          <w:name w:val="General"/>
          <w:gallery w:val="placeholder"/>
        </w:category>
        <w:types>
          <w:type w:val="bbPlcHdr"/>
        </w:types>
        <w:behaviors>
          <w:behavior w:val="content"/>
        </w:behaviors>
        <w:guid w:val="{2AA74DC5-D899-4357-B071-3598FC732EE9}"/>
      </w:docPartPr>
      <w:docPartBody>
        <w:p w:rsidR="00E61F6B" w:rsidRDefault="00E61F6B">
          <w:pPr>
            <w:pStyle w:val="B54D9DF2CC984D4D816CC088C4C3ECD6"/>
          </w:pPr>
          <w:r w:rsidRPr="00377FE9">
            <w:rPr>
              <w:rStyle w:val="PlaceholderText"/>
            </w:rPr>
            <w:t>Click or tap here to enter text.</w:t>
          </w:r>
        </w:p>
      </w:docPartBody>
    </w:docPart>
    <w:docPart>
      <w:docPartPr>
        <w:name w:val="61E6A11537AD4800BDD7699B42E5A611"/>
        <w:category>
          <w:name w:val="General"/>
          <w:gallery w:val="placeholder"/>
        </w:category>
        <w:types>
          <w:type w:val="bbPlcHdr"/>
        </w:types>
        <w:behaviors>
          <w:behavior w:val="content"/>
        </w:behaviors>
        <w:guid w:val="{3B5391B2-E998-4BB8-9DFA-64991E153608}"/>
      </w:docPartPr>
      <w:docPartBody>
        <w:p w:rsidR="00E61F6B" w:rsidRDefault="00E61F6B">
          <w:pPr>
            <w:pStyle w:val="61E6A11537AD4800BDD7699B42E5A611"/>
          </w:pPr>
          <w:r w:rsidRPr="00377FE9">
            <w:rPr>
              <w:rStyle w:val="PlaceholderText"/>
            </w:rPr>
            <w:t>Click or tap here to enter text.</w:t>
          </w:r>
        </w:p>
      </w:docPartBody>
    </w:docPart>
    <w:docPart>
      <w:docPartPr>
        <w:name w:val="A3F6989747C5478FB50C579ED45F1752"/>
        <w:category>
          <w:name w:val="General"/>
          <w:gallery w:val="placeholder"/>
        </w:category>
        <w:types>
          <w:type w:val="bbPlcHdr"/>
        </w:types>
        <w:behaviors>
          <w:behavior w:val="content"/>
        </w:behaviors>
        <w:guid w:val="{E8F1E325-2F14-49E8-8E1D-417891D1C01D}"/>
      </w:docPartPr>
      <w:docPartBody>
        <w:p w:rsidR="00E61F6B" w:rsidRDefault="00E61F6B">
          <w:pPr>
            <w:pStyle w:val="A3F6989747C5478FB50C579ED45F1752"/>
          </w:pPr>
          <w:r w:rsidRPr="00377FE9">
            <w:rPr>
              <w:rStyle w:val="PlaceholderText"/>
            </w:rPr>
            <w:t>Click or tap here to enter text.</w:t>
          </w:r>
        </w:p>
      </w:docPartBody>
    </w:docPart>
    <w:docPart>
      <w:docPartPr>
        <w:name w:val="C6EFB6992AB6462CAD02DC9296CD5D47"/>
        <w:category>
          <w:name w:val="General"/>
          <w:gallery w:val="placeholder"/>
        </w:category>
        <w:types>
          <w:type w:val="bbPlcHdr"/>
        </w:types>
        <w:behaviors>
          <w:behavior w:val="content"/>
        </w:behaviors>
        <w:guid w:val="{0DAA4D79-22E2-4068-995D-9AE627A36358}"/>
      </w:docPartPr>
      <w:docPartBody>
        <w:p w:rsidR="00E61F6B" w:rsidRDefault="00E61F6B">
          <w:pPr>
            <w:pStyle w:val="C6EFB6992AB6462CAD02DC9296CD5D47"/>
          </w:pPr>
          <w:r w:rsidRPr="00377FE9">
            <w:rPr>
              <w:rStyle w:val="PlaceholderText"/>
            </w:rPr>
            <w:t>Click or tap here to enter text.</w:t>
          </w:r>
        </w:p>
      </w:docPartBody>
    </w:docPart>
    <w:docPart>
      <w:docPartPr>
        <w:name w:val="0FBC9533D0D04B019AD8A7F56DBF667D"/>
        <w:category>
          <w:name w:val="General"/>
          <w:gallery w:val="placeholder"/>
        </w:category>
        <w:types>
          <w:type w:val="bbPlcHdr"/>
        </w:types>
        <w:behaviors>
          <w:behavior w:val="content"/>
        </w:behaviors>
        <w:guid w:val="{6D6FFF89-E819-40AB-8E59-C56EED61FA88}"/>
      </w:docPartPr>
      <w:docPartBody>
        <w:p w:rsidR="00E61F6B" w:rsidRDefault="00E61F6B">
          <w:pPr>
            <w:pStyle w:val="0FBC9533D0D04B019AD8A7F56DBF667D"/>
          </w:pPr>
          <w:r w:rsidRPr="00377FE9">
            <w:rPr>
              <w:rStyle w:val="PlaceholderText"/>
            </w:rPr>
            <w:t>Click or tap here to enter text.</w:t>
          </w:r>
        </w:p>
      </w:docPartBody>
    </w:docPart>
    <w:docPart>
      <w:docPartPr>
        <w:name w:val="2FFF18D02E084CD09A8B239E3986C627"/>
        <w:category>
          <w:name w:val="General"/>
          <w:gallery w:val="placeholder"/>
        </w:category>
        <w:types>
          <w:type w:val="bbPlcHdr"/>
        </w:types>
        <w:behaviors>
          <w:behavior w:val="content"/>
        </w:behaviors>
        <w:guid w:val="{34F391B1-D17F-48C5-8CF3-29B0ECBB77B1}"/>
      </w:docPartPr>
      <w:docPartBody>
        <w:p w:rsidR="00E61F6B" w:rsidRDefault="00E61F6B">
          <w:pPr>
            <w:pStyle w:val="2FFF18D02E084CD09A8B239E3986C627"/>
          </w:pPr>
          <w:r w:rsidRPr="00377FE9">
            <w:rPr>
              <w:rStyle w:val="PlaceholderText"/>
            </w:rPr>
            <w:t>Click or tap here to enter text.</w:t>
          </w:r>
        </w:p>
      </w:docPartBody>
    </w:docPart>
    <w:docPart>
      <w:docPartPr>
        <w:name w:val="DEFD945EC6C94D25BF64FB306DD003B7"/>
        <w:category>
          <w:name w:val="General"/>
          <w:gallery w:val="placeholder"/>
        </w:category>
        <w:types>
          <w:type w:val="bbPlcHdr"/>
        </w:types>
        <w:behaviors>
          <w:behavior w:val="content"/>
        </w:behaviors>
        <w:guid w:val="{7121E0F2-CF62-465B-8191-FD4FD3D39305}"/>
      </w:docPartPr>
      <w:docPartBody>
        <w:p w:rsidR="00E61F6B" w:rsidRDefault="00E61F6B">
          <w:pPr>
            <w:pStyle w:val="DEFD945EC6C94D25BF64FB306DD003B7"/>
          </w:pPr>
          <w:r w:rsidRPr="00377FE9">
            <w:rPr>
              <w:rStyle w:val="PlaceholderText"/>
            </w:rPr>
            <w:t>Click or tap here to enter text.</w:t>
          </w:r>
        </w:p>
      </w:docPartBody>
    </w:docPart>
    <w:docPart>
      <w:docPartPr>
        <w:name w:val="34424A4EFEA0499F855E4A3C4EE43D00"/>
        <w:category>
          <w:name w:val="General"/>
          <w:gallery w:val="placeholder"/>
        </w:category>
        <w:types>
          <w:type w:val="bbPlcHdr"/>
        </w:types>
        <w:behaviors>
          <w:behavior w:val="content"/>
        </w:behaviors>
        <w:guid w:val="{BB4CB45E-89AB-4AD3-9DAF-5A429327A140}"/>
      </w:docPartPr>
      <w:docPartBody>
        <w:p w:rsidR="00E61F6B" w:rsidRDefault="00E61F6B">
          <w:pPr>
            <w:pStyle w:val="34424A4EFEA0499F855E4A3C4EE43D00"/>
          </w:pPr>
          <w:r w:rsidRPr="00377FE9">
            <w:rPr>
              <w:rStyle w:val="PlaceholderText"/>
            </w:rPr>
            <w:t>Click or tap here to enter text.</w:t>
          </w:r>
        </w:p>
      </w:docPartBody>
    </w:docPart>
    <w:docPart>
      <w:docPartPr>
        <w:name w:val="83BB74E6460040199FE3CD7506A1C0FE"/>
        <w:category>
          <w:name w:val="General"/>
          <w:gallery w:val="placeholder"/>
        </w:category>
        <w:types>
          <w:type w:val="bbPlcHdr"/>
        </w:types>
        <w:behaviors>
          <w:behavior w:val="content"/>
        </w:behaviors>
        <w:guid w:val="{8E69B8EB-1D7E-4140-9644-224F794E5770}"/>
      </w:docPartPr>
      <w:docPartBody>
        <w:p w:rsidR="00E61F6B" w:rsidRDefault="00E61F6B">
          <w:pPr>
            <w:pStyle w:val="83BB74E6460040199FE3CD7506A1C0FE"/>
          </w:pPr>
          <w:r w:rsidRPr="00377FE9">
            <w:rPr>
              <w:rStyle w:val="PlaceholderText"/>
            </w:rPr>
            <w:t>Click or tap here to enter text.</w:t>
          </w:r>
        </w:p>
      </w:docPartBody>
    </w:docPart>
    <w:docPart>
      <w:docPartPr>
        <w:name w:val="42C574B7AF2D4C72B4F5CC183870794D"/>
        <w:category>
          <w:name w:val="General"/>
          <w:gallery w:val="placeholder"/>
        </w:category>
        <w:types>
          <w:type w:val="bbPlcHdr"/>
        </w:types>
        <w:behaviors>
          <w:behavior w:val="content"/>
        </w:behaviors>
        <w:guid w:val="{7194FA03-1258-4B1E-B7BB-528E00EF4A3E}"/>
      </w:docPartPr>
      <w:docPartBody>
        <w:p w:rsidR="00E61F6B" w:rsidRDefault="00E61F6B">
          <w:pPr>
            <w:pStyle w:val="42C574B7AF2D4C72B4F5CC183870794D"/>
          </w:pPr>
          <w:r w:rsidRPr="00377FE9">
            <w:rPr>
              <w:rStyle w:val="PlaceholderText"/>
            </w:rPr>
            <w:t>Click or tap here to enter text.</w:t>
          </w:r>
        </w:p>
      </w:docPartBody>
    </w:docPart>
    <w:docPart>
      <w:docPartPr>
        <w:name w:val="65FCC85AD2884BE09490F4D15A6761B7"/>
        <w:category>
          <w:name w:val="General"/>
          <w:gallery w:val="placeholder"/>
        </w:category>
        <w:types>
          <w:type w:val="bbPlcHdr"/>
        </w:types>
        <w:behaviors>
          <w:behavior w:val="content"/>
        </w:behaviors>
        <w:guid w:val="{A4F1032F-B2B6-4C8D-A657-F6154BDDED67}"/>
      </w:docPartPr>
      <w:docPartBody>
        <w:p w:rsidR="00E61F6B" w:rsidRDefault="00E61F6B">
          <w:pPr>
            <w:pStyle w:val="65FCC85AD2884BE09490F4D15A6761B7"/>
          </w:pPr>
          <w:r w:rsidRPr="00377FE9">
            <w:rPr>
              <w:rStyle w:val="PlaceholderText"/>
            </w:rPr>
            <w:t>Click or tap here to enter text.</w:t>
          </w:r>
        </w:p>
      </w:docPartBody>
    </w:docPart>
    <w:docPart>
      <w:docPartPr>
        <w:name w:val="B2F0869B1A0F4F64B97EEFB6093C2B80"/>
        <w:category>
          <w:name w:val="General"/>
          <w:gallery w:val="placeholder"/>
        </w:category>
        <w:types>
          <w:type w:val="bbPlcHdr"/>
        </w:types>
        <w:behaviors>
          <w:behavior w:val="content"/>
        </w:behaviors>
        <w:guid w:val="{3DD04099-93FF-400F-A978-E003DFF01ACA}"/>
      </w:docPartPr>
      <w:docPartBody>
        <w:p w:rsidR="00E61F6B" w:rsidRDefault="00E61F6B">
          <w:pPr>
            <w:pStyle w:val="B2F0869B1A0F4F64B97EEFB6093C2B80"/>
          </w:pPr>
          <w:r w:rsidRPr="00377FE9">
            <w:rPr>
              <w:rStyle w:val="PlaceholderText"/>
            </w:rPr>
            <w:t>Click or tap here to enter text.</w:t>
          </w:r>
        </w:p>
      </w:docPartBody>
    </w:docPart>
    <w:docPart>
      <w:docPartPr>
        <w:name w:val="8779B4B56CF1494A8EE81C105ECD7BC8"/>
        <w:category>
          <w:name w:val="General"/>
          <w:gallery w:val="placeholder"/>
        </w:category>
        <w:types>
          <w:type w:val="bbPlcHdr"/>
        </w:types>
        <w:behaviors>
          <w:behavior w:val="content"/>
        </w:behaviors>
        <w:guid w:val="{0BD896BC-4D93-4C4C-BE91-E279F1DC9719}"/>
      </w:docPartPr>
      <w:docPartBody>
        <w:p w:rsidR="00E61F6B" w:rsidRDefault="00E61F6B">
          <w:pPr>
            <w:pStyle w:val="8779B4B56CF1494A8EE81C105ECD7BC8"/>
          </w:pPr>
          <w:r w:rsidRPr="00377FE9">
            <w:rPr>
              <w:rStyle w:val="PlaceholderText"/>
            </w:rPr>
            <w:t>Click or tap here to enter text.</w:t>
          </w:r>
        </w:p>
      </w:docPartBody>
    </w:docPart>
    <w:docPart>
      <w:docPartPr>
        <w:name w:val="51BB0FCDD0D04E71AC0954F776A78439"/>
        <w:category>
          <w:name w:val="General"/>
          <w:gallery w:val="placeholder"/>
        </w:category>
        <w:types>
          <w:type w:val="bbPlcHdr"/>
        </w:types>
        <w:behaviors>
          <w:behavior w:val="content"/>
        </w:behaviors>
        <w:guid w:val="{2AEABD9E-CBB5-4FBF-BD3B-A1C17DE12B44}"/>
      </w:docPartPr>
      <w:docPartBody>
        <w:p w:rsidR="00E61F6B" w:rsidRDefault="00E61F6B">
          <w:pPr>
            <w:pStyle w:val="51BB0FCDD0D04E71AC0954F776A78439"/>
          </w:pPr>
          <w:r w:rsidRPr="002A4CF7">
            <w:rPr>
              <w:rStyle w:val="PlaceholderText"/>
            </w:rPr>
            <w:t>Click or tap here to enter text.</w:t>
          </w:r>
        </w:p>
      </w:docPartBody>
    </w:docPart>
    <w:docPart>
      <w:docPartPr>
        <w:name w:val="28E1D1D38B3B4DBDAF3AAF42B94EDFDD"/>
        <w:category>
          <w:name w:val="General"/>
          <w:gallery w:val="placeholder"/>
        </w:category>
        <w:types>
          <w:type w:val="bbPlcHdr"/>
        </w:types>
        <w:behaviors>
          <w:behavior w:val="content"/>
        </w:behaviors>
        <w:guid w:val="{57FE82F0-1CDE-4472-96AA-CBEBBA4A0D37}"/>
      </w:docPartPr>
      <w:docPartBody>
        <w:p w:rsidR="00296CAB" w:rsidRDefault="001E71DF" w:rsidP="001E71DF">
          <w:pPr>
            <w:pStyle w:val="28E1D1D38B3B4DBDAF3AAF42B94EDFDD"/>
          </w:pPr>
          <w:r w:rsidRPr="002A4CF7">
            <w:rPr>
              <w:rStyle w:val="PlaceholderText"/>
            </w:rPr>
            <w:t>Click or tap here to enter text.</w:t>
          </w:r>
        </w:p>
      </w:docPartBody>
    </w:docPart>
    <w:docPart>
      <w:docPartPr>
        <w:name w:val="4F21228FA5B14774922CAE639EF47CD3"/>
        <w:category>
          <w:name w:val="General"/>
          <w:gallery w:val="placeholder"/>
        </w:category>
        <w:types>
          <w:type w:val="bbPlcHdr"/>
        </w:types>
        <w:behaviors>
          <w:behavior w:val="content"/>
        </w:behaviors>
        <w:guid w:val="{93C57CF7-89AF-43BE-A7BB-E1A3C3337711}"/>
      </w:docPartPr>
      <w:docPartBody>
        <w:p w:rsidR="00296CAB" w:rsidRDefault="001E71DF" w:rsidP="001E71DF">
          <w:pPr>
            <w:pStyle w:val="4F21228FA5B14774922CAE639EF47CD3"/>
          </w:pPr>
          <w:r w:rsidRPr="002A4CF7">
            <w:rPr>
              <w:rStyle w:val="PlaceholderText"/>
            </w:rPr>
            <w:t>Click or tap here to enter text.</w:t>
          </w:r>
        </w:p>
      </w:docPartBody>
    </w:docPart>
    <w:docPart>
      <w:docPartPr>
        <w:name w:val="5DD5803C5DEC425486BC625EE713AD47"/>
        <w:category>
          <w:name w:val="General"/>
          <w:gallery w:val="placeholder"/>
        </w:category>
        <w:types>
          <w:type w:val="bbPlcHdr"/>
        </w:types>
        <w:behaviors>
          <w:behavior w:val="content"/>
        </w:behaviors>
        <w:guid w:val="{5C535150-5E9E-4C28-850D-C824FBA2A787}"/>
      </w:docPartPr>
      <w:docPartBody>
        <w:p w:rsidR="00296CAB" w:rsidRDefault="001E71DF" w:rsidP="001E71DF">
          <w:pPr>
            <w:pStyle w:val="5DD5803C5DEC425486BC625EE713AD47"/>
          </w:pPr>
          <w:r w:rsidRPr="002A4CF7">
            <w:rPr>
              <w:rStyle w:val="PlaceholderText"/>
            </w:rPr>
            <w:t>Click or tap here to enter text.</w:t>
          </w:r>
        </w:p>
      </w:docPartBody>
    </w:docPart>
    <w:docPart>
      <w:docPartPr>
        <w:name w:val="3117A4C51D714204BE1DEFFF18E5426E"/>
        <w:category>
          <w:name w:val="General"/>
          <w:gallery w:val="placeholder"/>
        </w:category>
        <w:types>
          <w:type w:val="bbPlcHdr"/>
        </w:types>
        <w:behaviors>
          <w:behavior w:val="content"/>
        </w:behaviors>
        <w:guid w:val="{74CF7BC0-DB03-4178-8BE2-EDD2893FC5C2}"/>
      </w:docPartPr>
      <w:docPartBody>
        <w:p w:rsidR="00296CAB" w:rsidRDefault="001E71DF" w:rsidP="001E71DF">
          <w:pPr>
            <w:pStyle w:val="3117A4C51D714204BE1DEFFF18E5426E"/>
          </w:pPr>
          <w:r w:rsidRPr="002A4CF7">
            <w:rPr>
              <w:rStyle w:val="PlaceholderText"/>
            </w:rPr>
            <w:t>Click or tap here to enter text.</w:t>
          </w:r>
        </w:p>
      </w:docPartBody>
    </w:docPart>
    <w:docPart>
      <w:docPartPr>
        <w:name w:val="73C8E9B2FB1F4FDFB3031309B0DAE9EA"/>
        <w:category>
          <w:name w:val="General"/>
          <w:gallery w:val="placeholder"/>
        </w:category>
        <w:types>
          <w:type w:val="bbPlcHdr"/>
        </w:types>
        <w:behaviors>
          <w:behavior w:val="content"/>
        </w:behaviors>
        <w:guid w:val="{719A900C-C151-4830-AE75-6EB7D8737BBC}"/>
      </w:docPartPr>
      <w:docPartBody>
        <w:p w:rsidR="00296CAB" w:rsidRDefault="001E71DF" w:rsidP="001E71DF">
          <w:pPr>
            <w:pStyle w:val="73C8E9B2FB1F4FDFB3031309B0DAE9EA"/>
          </w:pPr>
          <w:r w:rsidRPr="002A4CF7">
            <w:rPr>
              <w:rStyle w:val="PlaceholderText"/>
            </w:rPr>
            <w:t>Click or tap here to enter text.</w:t>
          </w:r>
        </w:p>
      </w:docPartBody>
    </w:docPart>
    <w:docPart>
      <w:docPartPr>
        <w:name w:val="80E6AB52538747E8BA4FC2C845B5B3C7"/>
        <w:category>
          <w:name w:val="General"/>
          <w:gallery w:val="placeholder"/>
        </w:category>
        <w:types>
          <w:type w:val="bbPlcHdr"/>
        </w:types>
        <w:behaviors>
          <w:behavior w:val="content"/>
        </w:behaviors>
        <w:guid w:val="{FC20B6EE-9511-45C3-A18B-B86F8F43A3DC}"/>
      </w:docPartPr>
      <w:docPartBody>
        <w:p w:rsidR="00296CAB" w:rsidRDefault="001E71DF" w:rsidP="001E71DF">
          <w:pPr>
            <w:pStyle w:val="80E6AB52538747E8BA4FC2C845B5B3C7"/>
          </w:pPr>
          <w:r w:rsidRPr="002A4CF7">
            <w:rPr>
              <w:rStyle w:val="PlaceholderText"/>
            </w:rPr>
            <w:t>Click or tap here to enter text.</w:t>
          </w:r>
        </w:p>
      </w:docPartBody>
    </w:docPart>
    <w:docPart>
      <w:docPartPr>
        <w:name w:val="DA83F525CB4A4E2FB94A17A43CA66EDE"/>
        <w:category>
          <w:name w:val="General"/>
          <w:gallery w:val="placeholder"/>
        </w:category>
        <w:types>
          <w:type w:val="bbPlcHdr"/>
        </w:types>
        <w:behaviors>
          <w:behavior w:val="content"/>
        </w:behaviors>
        <w:guid w:val="{ADCFF578-ACB8-40EF-9DD0-8C3BAAD5CBB7}"/>
      </w:docPartPr>
      <w:docPartBody>
        <w:p w:rsidR="00296CAB" w:rsidRDefault="001E71DF" w:rsidP="001E71DF">
          <w:pPr>
            <w:pStyle w:val="DA83F525CB4A4E2FB94A17A43CA66EDE"/>
          </w:pPr>
          <w:r w:rsidRPr="002A4CF7">
            <w:rPr>
              <w:rStyle w:val="PlaceholderText"/>
            </w:rPr>
            <w:t>Click or tap here to enter text.</w:t>
          </w:r>
        </w:p>
      </w:docPartBody>
    </w:docPart>
    <w:docPart>
      <w:docPartPr>
        <w:name w:val="1D25561AFE684E7688669AAC3DE24136"/>
        <w:category>
          <w:name w:val="General"/>
          <w:gallery w:val="placeholder"/>
        </w:category>
        <w:types>
          <w:type w:val="bbPlcHdr"/>
        </w:types>
        <w:behaviors>
          <w:behavior w:val="content"/>
        </w:behaviors>
        <w:guid w:val="{FD12AD73-33F3-4510-9E94-44D9D957EDB0}"/>
      </w:docPartPr>
      <w:docPartBody>
        <w:p w:rsidR="00296CAB" w:rsidRDefault="001E71DF" w:rsidP="001E71DF">
          <w:pPr>
            <w:pStyle w:val="1D25561AFE684E7688669AAC3DE24136"/>
          </w:pPr>
          <w:r w:rsidRPr="002A4CF7">
            <w:rPr>
              <w:rStyle w:val="PlaceholderText"/>
            </w:rPr>
            <w:t>Click or tap here to enter text.</w:t>
          </w:r>
        </w:p>
      </w:docPartBody>
    </w:docPart>
    <w:docPart>
      <w:docPartPr>
        <w:name w:val="F6B0692D5D5448DF95C13745E368407D"/>
        <w:category>
          <w:name w:val="General"/>
          <w:gallery w:val="placeholder"/>
        </w:category>
        <w:types>
          <w:type w:val="bbPlcHdr"/>
        </w:types>
        <w:behaviors>
          <w:behavior w:val="content"/>
        </w:behaviors>
        <w:guid w:val="{7CDE3284-59D8-47A1-8890-A18872941538}"/>
      </w:docPartPr>
      <w:docPartBody>
        <w:p w:rsidR="00296CAB" w:rsidRDefault="001E71DF" w:rsidP="001E71DF">
          <w:pPr>
            <w:pStyle w:val="F6B0692D5D5448DF95C13745E368407D"/>
          </w:pPr>
          <w:r w:rsidRPr="002A4CF7">
            <w:rPr>
              <w:rStyle w:val="PlaceholderText"/>
            </w:rPr>
            <w:t>Click or tap here to enter text.</w:t>
          </w:r>
        </w:p>
      </w:docPartBody>
    </w:docPart>
    <w:docPart>
      <w:docPartPr>
        <w:name w:val="685A9EF880D34B989EB8DF739CFDC001"/>
        <w:category>
          <w:name w:val="General"/>
          <w:gallery w:val="placeholder"/>
        </w:category>
        <w:types>
          <w:type w:val="bbPlcHdr"/>
        </w:types>
        <w:behaviors>
          <w:behavior w:val="content"/>
        </w:behaviors>
        <w:guid w:val="{31705930-77E6-47D5-845D-A7B1F03CCA6E}"/>
      </w:docPartPr>
      <w:docPartBody>
        <w:p w:rsidR="00296CAB" w:rsidRDefault="001E71DF" w:rsidP="001E71DF">
          <w:pPr>
            <w:pStyle w:val="685A9EF880D34B989EB8DF739CFDC001"/>
          </w:pPr>
          <w:r w:rsidRPr="00377FE9">
            <w:rPr>
              <w:rStyle w:val="PlaceholderText"/>
            </w:rPr>
            <w:t>Click or tap here to enter text.</w:t>
          </w:r>
        </w:p>
      </w:docPartBody>
    </w:docPart>
    <w:docPart>
      <w:docPartPr>
        <w:name w:val="B1EC974C2F314A5D923D2CCF4ED5E10E"/>
        <w:category>
          <w:name w:val="General"/>
          <w:gallery w:val="placeholder"/>
        </w:category>
        <w:types>
          <w:type w:val="bbPlcHdr"/>
        </w:types>
        <w:behaviors>
          <w:behavior w:val="content"/>
        </w:behaviors>
        <w:guid w:val="{E5516FF7-0DFE-4754-BB37-B95D2ABF05CF}"/>
      </w:docPartPr>
      <w:docPartBody>
        <w:p w:rsidR="00000000" w:rsidRDefault="00E063DE" w:rsidP="00E063DE">
          <w:pPr>
            <w:pStyle w:val="B1EC974C2F314A5D923D2CCF4ED5E10E"/>
          </w:pPr>
          <w:r w:rsidRPr="00377FE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tserrat SemiBold">
    <w:charset w:val="00"/>
    <w:family w:val="auto"/>
    <w:pitch w:val="variable"/>
    <w:sig w:usb0="2000020F" w:usb1="00000003" w:usb2="00000000" w:usb3="00000000" w:csb0="00000197" w:csb1="00000000"/>
  </w:font>
  <w:font w:name="Times New Roman (Headings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Body CS)">
    <w:altName w:val="Arial"/>
    <w:panose1 w:val="00000000000000000000"/>
    <w:charset w:val="00"/>
    <w:family w:val="roman"/>
    <w:notTrueType/>
    <w:pitch w:val="default"/>
  </w:font>
  <w:font w:name="Times New Roman (Body CS)">
    <w:altName w:val="Times New Roman"/>
    <w:charset w:val="00"/>
    <w:family w:val="roman"/>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F6B"/>
    <w:rsid w:val="001E71DF"/>
    <w:rsid w:val="00222641"/>
    <w:rsid w:val="00296CAB"/>
    <w:rsid w:val="006D6020"/>
    <w:rsid w:val="00A263C4"/>
    <w:rsid w:val="00C33B98"/>
    <w:rsid w:val="00DA0CDD"/>
    <w:rsid w:val="00DD4B77"/>
    <w:rsid w:val="00DF773F"/>
    <w:rsid w:val="00E063DE"/>
    <w:rsid w:val="00E351CF"/>
    <w:rsid w:val="00E61F6B"/>
    <w:rsid w:val="00FB5917"/>
    <w:rsid w:val="00FD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3164C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063DE"/>
    <w:rPr>
      <w:color w:val="808080"/>
    </w:rPr>
  </w:style>
  <w:style w:type="paragraph" w:customStyle="1" w:styleId="58CC020A69F7434090A080B94F7D8090">
    <w:name w:val="58CC020A69F7434090A080B94F7D8090"/>
  </w:style>
  <w:style w:type="paragraph" w:customStyle="1" w:styleId="B54D9DF2CC984D4D816CC088C4C3ECD6">
    <w:name w:val="B54D9DF2CC984D4D816CC088C4C3ECD6"/>
  </w:style>
  <w:style w:type="paragraph" w:customStyle="1" w:styleId="61E6A11537AD4800BDD7699B42E5A611">
    <w:name w:val="61E6A11537AD4800BDD7699B42E5A611"/>
  </w:style>
  <w:style w:type="paragraph" w:customStyle="1" w:styleId="A3F6989747C5478FB50C579ED45F1752">
    <w:name w:val="A3F6989747C5478FB50C579ED45F1752"/>
  </w:style>
  <w:style w:type="paragraph" w:customStyle="1" w:styleId="C6EFB6992AB6462CAD02DC9296CD5D47">
    <w:name w:val="C6EFB6992AB6462CAD02DC9296CD5D47"/>
  </w:style>
  <w:style w:type="paragraph" w:customStyle="1" w:styleId="0FBC9533D0D04B019AD8A7F56DBF667D">
    <w:name w:val="0FBC9533D0D04B019AD8A7F56DBF667D"/>
  </w:style>
  <w:style w:type="paragraph" w:customStyle="1" w:styleId="2FFF18D02E084CD09A8B239E3986C627">
    <w:name w:val="2FFF18D02E084CD09A8B239E3986C627"/>
  </w:style>
  <w:style w:type="paragraph" w:customStyle="1" w:styleId="DEFD945EC6C94D25BF64FB306DD003B7">
    <w:name w:val="DEFD945EC6C94D25BF64FB306DD003B7"/>
  </w:style>
  <w:style w:type="paragraph" w:customStyle="1" w:styleId="34424A4EFEA0499F855E4A3C4EE43D00">
    <w:name w:val="34424A4EFEA0499F855E4A3C4EE43D00"/>
  </w:style>
  <w:style w:type="paragraph" w:customStyle="1" w:styleId="83BB74E6460040199FE3CD7506A1C0FE">
    <w:name w:val="83BB74E6460040199FE3CD7506A1C0FE"/>
  </w:style>
  <w:style w:type="paragraph" w:customStyle="1" w:styleId="42C574B7AF2D4C72B4F5CC183870794D">
    <w:name w:val="42C574B7AF2D4C72B4F5CC183870794D"/>
  </w:style>
  <w:style w:type="paragraph" w:customStyle="1" w:styleId="65FCC85AD2884BE09490F4D15A6761B7">
    <w:name w:val="65FCC85AD2884BE09490F4D15A6761B7"/>
  </w:style>
  <w:style w:type="paragraph" w:customStyle="1" w:styleId="B2F0869B1A0F4F64B97EEFB6093C2B80">
    <w:name w:val="B2F0869B1A0F4F64B97EEFB6093C2B80"/>
  </w:style>
  <w:style w:type="paragraph" w:customStyle="1" w:styleId="8779B4B56CF1494A8EE81C105ECD7BC8">
    <w:name w:val="8779B4B56CF1494A8EE81C105ECD7BC8"/>
  </w:style>
  <w:style w:type="paragraph" w:customStyle="1" w:styleId="51BB0FCDD0D04E71AC0954F776A78439">
    <w:name w:val="51BB0FCDD0D04E71AC0954F776A78439"/>
  </w:style>
  <w:style w:type="paragraph" w:customStyle="1" w:styleId="28E1D1D38B3B4DBDAF3AAF42B94EDFDD">
    <w:name w:val="28E1D1D38B3B4DBDAF3AAF42B94EDFDD"/>
    <w:rsid w:val="001E71DF"/>
  </w:style>
  <w:style w:type="paragraph" w:customStyle="1" w:styleId="4F21228FA5B14774922CAE639EF47CD3">
    <w:name w:val="4F21228FA5B14774922CAE639EF47CD3"/>
    <w:rsid w:val="001E71DF"/>
  </w:style>
  <w:style w:type="paragraph" w:customStyle="1" w:styleId="5DD5803C5DEC425486BC625EE713AD47">
    <w:name w:val="5DD5803C5DEC425486BC625EE713AD47"/>
    <w:rsid w:val="001E71DF"/>
  </w:style>
  <w:style w:type="paragraph" w:customStyle="1" w:styleId="3117A4C51D714204BE1DEFFF18E5426E">
    <w:name w:val="3117A4C51D714204BE1DEFFF18E5426E"/>
    <w:rsid w:val="001E71DF"/>
  </w:style>
  <w:style w:type="paragraph" w:customStyle="1" w:styleId="73C8E9B2FB1F4FDFB3031309B0DAE9EA">
    <w:name w:val="73C8E9B2FB1F4FDFB3031309B0DAE9EA"/>
    <w:rsid w:val="001E71DF"/>
  </w:style>
  <w:style w:type="paragraph" w:customStyle="1" w:styleId="80E6AB52538747E8BA4FC2C845B5B3C7">
    <w:name w:val="80E6AB52538747E8BA4FC2C845B5B3C7"/>
    <w:rsid w:val="001E71DF"/>
  </w:style>
  <w:style w:type="paragraph" w:customStyle="1" w:styleId="DA83F525CB4A4E2FB94A17A43CA66EDE">
    <w:name w:val="DA83F525CB4A4E2FB94A17A43CA66EDE"/>
    <w:rsid w:val="001E71DF"/>
  </w:style>
  <w:style w:type="paragraph" w:customStyle="1" w:styleId="1D25561AFE684E7688669AAC3DE24136">
    <w:name w:val="1D25561AFE684E7688669AAC3DE24136"/>
    <w:rsid w:val="001E71DF"/>
  </w:style>
  <w:style w:type="paragraph" w:customStyle="1" w:styleId="F6B0692D5D5448DF95C13745E368407D">
    <w:name w:val="F6B0692D5D5448DF95C13745E368407D"/>
    <w:rsid w:val="001E71DF"/>
  </w:style>
  <w:style w:type="paragraph" w:customStyle="1" w:styleId="685A9EF880D34B989EB8DF739CFDC001">
    <w:name w:val="685A9EF880D34B989EB8DF739CFDC001"/>
    <w:rsid w:val="001E71DF"/>
  </w:style>
  <w:style w:type="paragraph" w:customStyle="1" w:styleId="B1EC974C2F314A5D923D2CCF4ED5E10E">
    <w:name w:val="B1EC974C2F314A5D923D2CCF4ED5E10E"/>
    <w:rsid w:val="00E063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DemoXMLNode xmlns="http://CustomDemoXML.htm">
  <REF/>
  <TITLE/>
  <ISSUE_D/>
  <SUBM_D/>
</DemoXMLNode>
</file>

<file path=customXml/item3.xml><?xml version="1.0" encoding="utf-8"?>
<p:properties xmlns:p="http://schemas.microsoft.com/office/2006/metadata/properties" xmlns:xsi="http://www.w3.org/2001/XMLSchema-instance" xmlns:pc="http://schemas.microsoft.com/office/infopath/2007/PartnerControls">
  <documentManagement>
    <TaxCatchAll xmlns="74afab8f-8f76-4574-9c78-7aafee0aabc2" xsi:nil="true"/>
    <lcf76f155ced4ddcb4097134ff3c332f xmlns="f5934354-1ab4-4c4f-b7bd-7e7423d86fa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71FC7AE574EE504FAB8A4D6790EB8A0A" ma:contentTypeVersion="18" ma:contentTypeDescription="Create a new document." ma:contentTypeScope="" ma:versionID="fd3f31ff516f05f47e262da4ee2104d5">
  <xsd:schema xmlns:xsd="http://www.w3.org/2001/XMLSchema" xmlns:xs="http://www.w3.org/2001/XMLSchema" xmlns:p="http://schemas.microsoft.com/office/2006/metadata/properties" xmlns:ns2="f5934354-1ab4-4c4f-b7bd-7e7423d86fa9" xmlns:ns3="74afab8f-8f76-4574-9c78-7aafee0aabc2" targetNamespace="http://schemas.microsoft.com/office/2006/metadata/properties" ma:root="true" ma:fieldsID="e20569d90de2309011d4f47979a130c8" ns2:_="" ns3:_="">
    <xsd:import namespace="f5934354-1ab4-4c4f-b7bd-7e7423d86fa9"/>
    <xsd:import namespace="74afab8f-8f76-4574-9c78-7aafee0aab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934354-1ab4-4c4f-b7bd-7e7423d86f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76bd56b-b434-499c-9dc8-7a44fa58ded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afab8f-8f76-4574-9c78-7aafee0aab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5677356-9654-4642-9d0e-14a9e7aacf6c}" ma:internalName="TaxCatchAll" ma:showField="CatchAllData" ma:web="74afab8f-8f76-4574-9c78-7aafee0aab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8C1CB1-C5E6-49EA-A5B6-F8E00F468A03}">
  <ds:schemaRefs>
    <ds:schemaRef ds:uri="http://schemas.microsoft.com/sharepoint/v3/contenttype/forms"/>
  </ds:schemaRefs>
</ds:datastoreItem>
</file>

<file path=customXml/itemProps2.xml><?xml version="1.0" encoding="utf-8"?>
<ds:datastoreItem xmlns:ds="http://schemas.openxmlformats.org/officeDocument/2006/customXml" ds:itemID="{0CFB8559-74B9-4247-96C9-99704342FA29}">
  <ds:schemaRefs>
    <ds:schemaRef ds:uri="http://CustomDemoXML.htm"/>
  </ds:schemaRefs>
</ds:datastoreItem>
</file>

<file path=customXml/itemProps3.xml><?xml version="1.0" encoding="utf-8"?>
<ds:datastoreItem xmlns:ds="http://schemas.openxmlformats.org/officeDocument/2006/customXml" ds:itemID="{9E712659-2EDD-4401-AF1F-7D774233A31F}">
  <ds:schemaRefs>
    <ds:schemaRef ds:uri="http://schemas.microsoft.com/office/2006/metadata/properties"/>
    <ds:schemaRef ds:uri="http://schemas.microsoft.com/office/infopath/2007/PartnerControls"/>
    <ds:schemaRef ds:uri="74afab8f-8f76-4574-9c78-7aafee0aabc2"/>
    <ds:schemaRef ds:uri="f5934354-1ab4-4c4f-b7bd-7e7423d86fa9"/>
  </ds:schemaRefs>
</ds:datastoreItem>
</file>

<file path=customXml/itemProps4.xml><?xml version="1.0" encoding="utf-8"?>
<ds:datastoreItem xmlns:ds="http://schemas.openxmlformats.org/officeDocument/2006/customXml" ds:itemID="{B63ED135-DB48-E844-9893-7891A0DB47A7}">
  <ds:schemaRefs>
    <ds:schemaRef ds:uri="http://schemas.openxmlformats.org/officeDocument/2006/bibliography"/>
  </ds:schemaRefs>
</ds:datastoreItem>
</file>

<file path=customXml/itemProps5.xml><?xml version="1.0" encoding="utf-8"?>
<ds:datastoreItem xmlns:ds="http://schemas.openxmlformats.org/officeDocument/2006/customXml" ds:itemID="{7B758FA8-6730-4E2E-941A-D77A7B0E6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934354-1ab4-4c4f-b7bd-7e7423d86fa9"/>
    <ds:schemaRef ds:uri="74afab8f-8f76-4574-9c78-7aafee0aa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 Appendix B - Proposal Response Template v280525_MASTER</Template>
  <TotalTime>72</TotalTime>
  <Pages>13</Pages>
  <Words>3862</Words>
  <Characters>22019</Characters>
  <Application>Microsoft Office Word</Application>
  <DocSecurity>0</DocSecurity>
  <Lines>183</Lines>
  <Paragraphs>51</Paragraphs>
  <ScaleCrop>false</ScaleCrop>
  <Company/>
  <LinksUpToDate>false</LinksUpToDate>
  <CharactersWithSpaces>25830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Jo-Lyne Chartier</dc:creator>
  <cp:keywords/>
  <cp:lastModifiedBy>Shubham Hingne</cp:lastModifiedBy>
  <cp:revision>21</cp:revision>
  <dcterms:created xsi:type="dcterms:W3CDTF">2025-09-18T09:42:00Z</dcterms:created>
  <dcterms:modified xsi:type="dcterms:W3CDTF">2025-09-18T14:04:00Z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2021-12-07T00:00:00Z</vt:filetime>
  </property>
  <property fmtid="{D5CDD505-2E9C-101B-9397-08002B2CF9AE}" pid="3" name="Creator">
    <vt:lpwstr>Adobe InDesign 17.0 (Windows)</vt:lpwstr>
  </property>
  <property fmtid="{D5CDD505-2E9C-101B-9397-08002B2CF9AE}" pid="4" name="LastSaved">
    <vt:filetime>2021-12-07T00:00:00Z</vt:filetime>
  </property>
  <property fmtid="{D5CDD505-2E9C-101B-9397-08002B2CF9AE}" pid="5" name="ContentTypeId">
    <vt:lpwstr>0x01010071FC7AE574EE504FAB8A4D6790EB8A0A</vt:lpwstr>
  </property>
</Properties>
</file>